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A11A8E" w14:textId="77777777" w:rsidR="00A64A10" w:rsidRDefault="00A64A10" w:rsidP="009471D7">
      <w:pPr>
        <w:keepNext/>
        <w:keepLines/>
        <w:tabs>
          <w:tab w:val="left" w:pos="1134"/>
        </w:tabs>
        <w:spacing w:before="240" w:after="120"/>
        <w:ind w:left="432" w:right="431" w:hanging="432"/>
        <w:outlineLvl w:val="0"/>
        <w:rPr>
          <w:rFonts w:eastAsia="Times New Roman"/>
          <w:b/>
          <w:bCs/>
          <w:sz w:val="32"/>
          <w:szCs w:val="32"/>
        </w:rPr>
      </w:pPr>
      <w:bookmarkStart w:id="0" w:name="_Toc13731866"/>
    </w:p>
    <w:p w14:paraId="34BE05CD" w14:textId="6CCF168D" w:rsidR="009471D7" w:rsidRPr="009471D7" w:rsidRDefault="009471D7" w:rsidP="009471D7">
      <w:pPr>
        <w:keepNext/>
        <w:keepLines/>
        <w:tabs>
          <w:tab w:val="left" w:pos="1134"/>
        </w:tabs>
        <w:spacing w:before="240" w:after="120"/>
        <w:ind w:left="432" w:right="431" w:hanging="432"/>
        <w:outlineLvl w:val="0"/>
        <w:rPr>
          <w:rFonts w:eastAsia="Times New Roman"/>
          <w:b/>
          <w:bCs/>
          <w:sz w:val="32"/>
          <w:szCs w:val="32"/>
        </w:rPr>
      </w:pPr>
      <w:r w:rsidRPr="009471D7">
        <w:rPr>
          <w:rFonts w:eastAsia="Times New Roman"/>
          <w:b/>
          <w:bCs/>
          <w:sz w:val="32"/>
          <w:szCs w:val="32"/>
        </w:rPr>
        <w:t>5.   Forms</w:t>
      </w:r>
      <w:bookmarkEnd w:id="0"/>
    </w:p>
    <w:p w14:paraId="78F15EBD" w14:textId="77777777" w:rsidR="009471D7" w:rsidRPr="009471D7" w:rsidRDefault="009471D7" w:rsidP="009471D7"/>
    <w:tbl>
      <w:tblPr>
        <w:tblStyle w:val="TableGrid"/>
        <w:tblW w:w="0" w:type="auto"/>
        <w:tblLook w:val="04A0" w:firstRow="1" w:lastRow="0" w:firstColumn="1" w:lastColumn="0" w:noHBand="0" w:noVBand="1"/>
      </w:tblPr>
      <w:tblGrid>
        <w:gridCol w:w="1879"/>
        <w:gridCol w:w="7137"/>
      </w:tblGrid>
      <w:tr w:rsidR="00E2676A" w14:paraId="1A3E6FAB" w14:textId="77777777" w:rsidTr="00557EAA">
        <w:tc>
          <w:tcPr>
            <w:tcW w:w="1879" w:type="dxa"/>
            <w:shd w:val="clear" w:color="auto" w:fill="DAEEF3" w:themeFill="accent5" w:themeFillTint="33"/>
          </w:tcPr>
          <w:p w14:paraId="5ECC6D9F" w14:textId="77777777" w:rsidR="00E2676A" w:rsidRDefault="00E2676A" w:rsidP="00557EAA">
            <w:pPr>
              <w:rPr>
                <w:szCs w:val="24"/>
              </w:rPr>
            </w:pPr>
            <w:r>
              <w:rPr>
                <w:szCs w:val="24"/>
              </w:rPr>
              <w:t>Form</w:t>
            </w:r>
          </w:p>
        </w:tc>
        <w:tc>
          <w:tcPr>
            <w:tcW w:w="7137" w:type="dxa"/>
            <w:shd w:val="clear" w:color="auto" w:fill="DAEEF3" w:themeFill="accent5" w:themeFillTint="33"/>
          </w:tcPr>
          <w:p w14:paraId="63965B6E" w14:textId="77777777" w:rsidR="00E2676A" w:rsidRDefault="00E2676A" w:rsidP="00557EAA">
            <w:pPr>
              <w:rPr>
                <w:szCs w:val="24"/>
              </w:rPr>
            </w:pPr>
            <w:r>
              <w:rPr>
                <w:szCs w:val="24"/>
              </w:rPr>
              <w:t>Document Title</w:t>
            </w:r>
          </w:p>
        </w:tc>
      </w:tr>
      <w:tr w:rsidR="00E2676A" w14:paraId="2755C902" w14:textId="77777777" w:rsidTr="00557EAA">
        <w:tc>
          <w:tcPr>
            <w:tcW w:w="1879" w:type="dxa"/>
          </w:tcPr>
          <w:p w14:paraId="684EAB64" w14:textId="77777777" w:rsidR="00E2676A" w:rsidRPr="007E084A" w:rsidRDefault="00E2676A" w:rsidP="00557EAA">
            <w:pPr>
              <w:rPr>
                <w:szCs w:val="24"/>
              </w:rPr>
            </w:pPr>
            <w:r w:rsidRPr="007E084A">
              <w:rPr>
                <w:szCs w:val="24"/>
              </w:rPr>
              <w:t>Form 1</w:t>
            </w:r>
          </w:p>
        </w:tc>
        <w:tc>
          <w:tcPr>
            <w:tcW w:w="7137" w:type="dxa"/>
          </w:tcPr>
          <w:p w14:paraId="2D1204FA" w14:textId="77777777" w:rsidR="00E2676A" w:rsidRPr="007E084A" w:rsidRDefault="00E2676A" w:rsidP="00557EAA">
            <w:pPr>
              <w:rPr>
                <w:szCs w:val="24"/>
              </w:rPr>
            </w:pPr>
            <w:r w:rsidRPr="007E084A">
              <w:rPr>
                <w:szCs w:val="24"/>
              </w:rPr>
              <w:t>Acknowledgement of Receipt</w:t>
            </w:r>
          </w:p>
        </w:tc>
      </w:tr>
      <w:tr w:rsidR="00E2676A" w14:paraId="5F1346A9" w14:textId="77777777" w:rsidTr="00557EAA">
        <w:tc>
          <w:tcPr>
            <w:tcW w:w="1879" w:type="dxa"/>
          </w:tcPr>
          <w:p w14:paraId="210D1191" w14:textId="77777777" w:rsidR="00E2676A" w:rsidRPr="007E084A" w:rsidRDefault="00E2676A" w:rsidP="00557EAA">
            <w:pPr>
              <w:rPr>
                <w:szCs w:val="24"/>
              </w:rPr>
            </w:pPr>
            <w:r w:rsidRPr="007E084A">
              <w:rPr>
                <w:szCs w:val="24"/>
              </w:rPr>
              <w:t>Form 2</w:t>
            </w:r>
          </w:p>
        </w:tc>
        <w:tc>
          <w:tcPr>
            <w:tcW w:w="7137" w:type="dxa"/>
          </w:tcPr>
          <w:p w14:paraId="0D67B83A" w14:textId="77777777" w:rsidR="00E2676A" w:rsidRPr="007E084A" w:rsidRDefault="00E2676A" w:rsidP="00557EAA">
            <w:pPr>
              <w:rPr>
                <w:szCs w:val="24"/>
              </w:rPr>
            </w:pPr>
            <w:r w:rsidRPr="007E084A">
              <w:rPr>
                <w:szCs w:val="24"/>
              </w:rPr>
              <w:t xml:space="preserve">Declaration of Honour </w:t>
            </w:r>
          </w:p>
        </w:tc>
      </w:tr>
      <w:tr w:rsidR="00E2676A" w14:paraId="6D7D15B5" w14:textId="77777777" w:rsidTr="00557EAA">
        <w:tc>
          <w:tcPr>
            <w:tcW w:w="1879" w:type="dxa"/>
          </w:tcPr>
          <w:p w14:paraId="018AA714" w14:textId="77777777" w:rsidR="00E2676A" w:rsidRPr="007E084A" w:rsidRDefault="00E2676A" w:rsidP="00557EAA">
            <w:pPr>
              <w:rPr>
                <w:szCs w:val="24"/>
              </w:rPr>
            </w:pPr>
            <w:r w:rsidRPr="007E084A">
              <w:rPr>
                <w:szCs w:val="24"/>
              </w:rPr>
              <w:t>Form 3</w:t>
            </w:r>
          </w:p>
        </w:tc>
        <w:tc>
          <w:tcPr>
            <w:tcW w:w="7137" w:type="dxa"/>
          </w:tcPr>
          <w:p w14:paraId="3F384A09" w14:textId="77777777" w:rsidR="00E2676A" w:rsidRPr="007E084A" w:rsidRDefault="00E2676A" w:rsidP="00557EAA">
            <w:pPr>
              <w:rPr>
                <w:szCs w:val="24"/>
              </w:rPr>
            </w:pPr>
            <w:r w:rsidRPr="007E084A">
              <w:rPr>
                <w:szCs w:val="24"/>
              </w:rPr>
              <w:t xml:space="preserve">Tender Submission Form </w:t>
            </w:r>
          </w:p>
        </w:tc>
      </w:tr>
      <w:tr w:rsidR="00E2676A" w14:paraId="6AAB2FFC" w14:textId="77777777" w:rsidTr="00557EAA">
        <w:tc>
          <w:tcPr>
            <w:tcW w:w="1879" w:type="dxa"/>
          </w:tcPr>
          <w:p w14:paraId="72B6AF45" w14:textId="77777777" w:rsidR="00E2676A" w:rsidRPr="007E084A" w:rsidRDefault="00E2676A" w:rsidP="00557EAA">
            <w:pPr>
              <w:rPr>
                <w:szCs w:val="24"/>
              </w:rPr>
            </w:pPr>
            <w:r w:rsidRPr="007E084A">
              <w:rPr>
                <w:szCs w:val="24"/>
              </w:rPr>
              <w:t>Form 4</w:t>
            </w:r>
          </w:p>
        </w:tc>
        <w:tc>
          <w:tcPr>
            <w:tcW w:w="7137" w:type="dxa"/>
          </w:tcPr>
          <w:p w14:paraId="656EE745" w14:textId="77777777" w:rsidR="00E2676A" w:rsidRPr="007E084A" w:rsidRDefault="00E2676A" w:rsidP="00557EAA">
            <w:pPr>
              <w:rPr>
                <w:szCs w:val="24"/>
              </w:rPr>
            </w:pPr>
            <w:r w:rsidRPr="007E084A">
              <w:rPr>
                <w:szCs w:val="24"/>
              </w:rPr>
              <w:t xml:space="preserve">Declaration of Background Intellectual Property </w:t>
            </w:r>
          </w:p>
        </w:tc>
      </w:tr>
      <w:tr w:rsidR="00E2676A" w14:paraId="6D6DFD78" w14:textId="77777777" w:rsidTr="00557EAA">
        <w:tc>
          <w:tcPr>
            <w:tcW w:w="1879" w:type="dxa"/>
          </w:tcPr>
          <w:p w14:paraId="445CC24B" w14:textId="77777777" w:rsidR="00E2676A" w:rsidRPr="007E084A" w:rsidRDefault="00E2676A" w:rsidP="00557EAA">
            <w:pPr>
              <w:rPr>
                <w:szCs w:val="24"/>
              </w:rPr>
            </w:pPr>
            <w:r w:rsidRPr="007E084A">
              <w:rPr>
                <w:szCs w:val="24"/>
              </w:rPr>
              <w:t>Form 5</w:t>
            </w:r>
          </w:p>
        </w:tc>
        <w:tc>
          <w:tcPr>
            <w:tcW w:w="7137" w:type="dxa"/>
          </w:tcPr>
          <w:p w14:paraId="359698BB" w14:textId="77777777" w:rsidR="00E2676A" w:rsidRPr="007E084A" w:rsidRDefault="00E2676A" w:rsidP="00557EAA">
            <w:pPr>
              <w:rPr>
                <w:szCs w:val="24"/>
              </w:rPr>
            </w:pPr>
            <w:r w:rsidRPr="007E084A">
              <w:rPr>
                <w:szCs w:val="24"/>
              </w:rPr>
              <w:t xml:space="preserve">Tender Form </w:t>
            </w:r>
          </w:p>
        </w:tc>
      </w:tr>
      <w:tr w:rsidR="00E2676A" w14:paraId="56794B2A" w14:textId="77777777" w:rsidTr="00557EAA">
        <w:tc>
          <w:tcPr>
            <w:tcW w:w="1879" w:type="dxa"/>
          </w:tcPr>
          <w:p w14:paraId="2FA1E5FF" w14:textId="77777777" w:rsidR="00E2676A" w:rsidRPr="007E084A" w:rsidRDefault="00E2676A" w:rsidP="00557EAA">
            <w:pPr>
              <w:rPr>
                <w:szCs w:val="24"/>
              </w:rPr>
            </w:pPr>
            <w:r w:rsidRPr="007E084A">
              <w:rPr>
                <w:szCs w:val="24"/>
              </w:rPr>
              <w:t>Form 6</w:t>
            </w:r>
          </w:p>
        </w:tc>
        <w:tc>
          <w:tcPr>
            <w:tcW w:w="7137" w:type="dxa"/>
          </w:tcPr>
          <w:p w14:paraId="710135C9" w14:textId="77777777" w:rsidR="00E2676A" w:rsidRPr="007E084A" w:rsidRDefault="00E2676A" w:rsidP="00557EAA">
            <w:pPr>
              <w:rPr>
                <w:szCs w:val="24"/>
              </w:rPr>
            </w:pPr>
            <w:r w:rsidRPr="007E084A">
              <w:rPr>
                <w:szCs w:val="24"/>
              </w:rPr>
              <w:t xml:space="preserve">Price Schedule Form </w:t>
            </w:r>
          </w:p>
        </w:tc>
      </w:tr>
      <w:tr w:rsidR="00E2676A" w14:paraId="127C6F85" w14:textId="77777777" w:rsidTr="00557EAA">
        <w:tc>
          <w:tcPr>
            <w:tcW w:w="1879" w:type="dxa"/>
          </w:tcPr>
          <w:p w14:paraId="064580E0" w14:textId="77777777" w:rsidR="00E2676A" w:rsidRPr="007E084A" w:rsidRDefault="00E2676A" w:rsidP="00557EAA">
            <w:pPr>
              <w:rPr>
                <w:szCs w:val="24"/>
              </w:rPr>
            </w:pPr>
            <w:r w:rsidRPr="007E084A">
              <w:rPr>
                <w:szCs w:val="24"/>
              </w:rPr>
              <w:t>Form 7</w:t>
            </w:r>
          </w:p>
        </w:tc>
        <w:tc>
          <w:tcPr>
            <w:tcW w:w="7137" w:type="dxa"/>
          </w:tcPr>
          <w:p w14:paraId="336DB318" w14:textId="3E405B85" w:rsidR="00E2676A" w:rsidRPr="007E084A" w:rsidRDefault="00E2676A" w:rsidP="00557EAA">
            <w:pPr>
              <w:rPr>
                <w:szCs w:val="24"/>
              </w:rPr>
            </w:pPr>
            <w:r w:rsidRPr="007E084A">
              <w:rPr>
                <w:szCs w:val="24"/>
              </w:rPr>
              <w:t>C</w:t>
            </w:r>
            <w:r w:rsidR="001467DC" w:rsidRPr="001467DC">
              <w:rPr>
                <w:szCs w:val="24"/>
              </w:rPr>
              <w:t xml:space="preserve">orrespondence </w:t>
            </w:r>
            <w:r w:rsidRPr="007E084A">
              <w:rPr>
                <w:szCs w:val="24"/>
              </w:rPr>
              <w:t>Matrix</w:t>
            </w:r>
          </w:p>
        </w:tc>
      </w:tr>
      <w:tr w:rsidR="00E2676A" w14:paraId="1C7E583A" w14:textId="77777777" w:rsidTr="00557EAA">
        <w:tc>
          <w:tcPr>
            <w:tcW w:w="1879" w:type="dxa"/>
          </w:tcPr>
          <w:p w14:paraId="4ACF05F3" w14:textId="77777777" w:rsidR="00E2676A" w:rsidRPr="007E084A" w:rsidRDefault="00E2676A" w:rsidP="00557EAA">
            <w:pPr>
              <w:rPr>
                <w:szCs w:val="24"/>
              </w:rPr>
            </w:pPr>
            <w:r w:rsidRPr="007E084A">
              <w:rPr>
                <w:szCs w:val="24"/>
              </w:rPr>
              <w:t>Form 8</w:t>
            </w:r>
          </w:p>
        </w:tc>
        <w:tc>
          <w:tcPr>
            <w:tcW w:w="7137" w:type="dxa"/>
          </w:tcPr>
          <w:p w14:paraId="032423CE" w14:textId="77777777" w:rsidR="00E2676A" w:rsidRPr="007E084A" w:rsidRDefault="00E2676A" w:rsidP="00557EAA">
            <w:pPr>
              <w:rPr>
                <w:szCs w:val="24"/>
              </w:rPr>
            </w:pPr>
            <w:r w:rsidRPr="007E084A">
              <w:rPr>
                <w:szCs w:val="24"/>
              </w:rPr>
              <w:t>QA Questionnaire</w:t>
            </w:r>
          </w:p>
        </w:tc>
      </w:tr>
    </w:tbl>
    <w:p w14:paraId="360B5A00" w14:textId="77777777" w:rsidR="009365A7" w:rsidRDefault="009365A7" w:rsidP="009471D7"/>
    <w:p w14:paraId="6C8893EE" w14:textId="77777777" w:rsidR="004F091A" w:rsidRDefault="004F091A" w:rsidP="009471D7"/>
    <w:p w14:paraId="4E9FFACF" w14:textId="77777777" w:rsidR="004F091A" w:rsidRDefault="004F091A" w:rsidP="009471D7"/>
    <w:p w14:paraId="6A65C006" w14:textId="77777777" w:rsidR="009365A7" w:rsidRDefault="009365A7" w:rsidP="009471D7"/>
    <w:p w14:paraId="5C848470" w14:textId="77777777" w:rsidR="009365A7" w:rsidRDefault="009365A7" w:rsidP="009471D7"/>
    <w:p w14:paraId="62D9A9DB" w14:textId="77777777" w:rsidR="009365A7" w:rsidRDefault="009365A7" w:rsidP="009471D7"/>
    <w:p w14:paraId="53562959" w14:textId="77777777" w:rsidR="009365A7" w:rsidRDefault="009365A7" w:rsidP="009471D7"/>
    <w:p w14:paraId="2B7D1FAA" w14:textId="77777777" w:rsidR="009365A7" w:rsidRDefault="009365A7" w:rsidP="009471D7"/>
    <w:p w14:paraId="7A34788C" w14:textId="77777777" w:rsidR="009365A7" w:rsidRDefault="009365A7" w:rsidP="009471D7"/>
    <w:p w14:paraId="4A01911D" w14:textId="77777777" w:rsidR="009365A7" w:rsidRDefault="009365A7" w:rsidP="009471D7"/>
    <w:p w14:paraId="3928E1EC" w14:textId="77777777" w:rsidR="009365A7" w:rsidRDefault="009365A7" w:rsidP="009471D7"/>
    <w:p w14:paraId="706FF326" w14:textId="77777777" w:rsidR="009365A7" w:rsidRDefault="009365A7" w:rsidP="009471D7"/>
    <w:p w14:paraId="11CFDF89" w14:textId="77777777" w:rsidR="009365A7" w:rsidRDefault="009365A7" w:rsidP="009471D7"/>
    <w:p w14:paraId="6EBF3F71" w14:textId="77777777" w:rsidR="009365A7" w:rsidRDefault="009365A7" w:rsidP="009471D7"/>
    <w:p w14:paraId="39F1C67D" w14:textId="77777777" w:rsidR="009365A7" w:rsidRDefault="009365A7" w:rsidP="009471D7"/>
    <w:p w14:paraId="0B588DBE" w14:textId="77777777" w:rsidR="009365A7" w:rsidRDefault="009365A7" w:rsidP="009471D7"/>
    <w:p w14:paraId="5F426DD1" w14:textId="77777777" w:rsidR="009365A7" w:rsidRDefault="009365A7" w:rsidP="009471D7"/>
    <w:p w14:paraId="127BC2D2" w14:textId="77777777" w:rsidR="009365A7" w:rsidRDefault="009365A7" w:rsidP="009471D7"/>
    <w:p w14:paraId="30EDA83D" w14:textId="77777777" w:rsidR="009365A7" w:rsidRDefault="009365A7" w:rsidP="009471D7"/>
    <w:p w14:paraId="285BFD9C" w14:textId="77777777" w:rsidR="009365A7" w:rsidRDefault="009365A7" w:rsidP="009471D7"/>
    <w:p w14:paraId="6C1D0E27" w14:textId="77777777" w:rsidR="009365A7" w:rsidRDefault="009365A7" w:rsidP="009471D7"/>
    <w:p w14:paraId="31B4EF1F" w14:textId="77777777" w:rsidR="009365A7" w:rsidRDefault="009365A7" w:rsidP="009471D7"/>
    <w:p w14:paraId="054642F8" w14:textId="77777777" w:rsidR="009365A7" w:rsidRDefault="009365A7" w:rsidP="009471D7"/>
    <w:p w14:paraId="7383DB3D" w14:textId="77777777" w:rsidR="009365A7" w:rsidRDefault="009365A7" w:rsidP="009471D7"/>
    <w:p w14:paraId="247EA760" w14:textId="77777777" w:rsidR="009365A7" w:rsidRDefault="009365A7" w:rsidP="009471D7"/>
    <w:p w14:paraId="29E7DD3A" w14:textId="77777777" w:rsidR="009365A7" w:rsidRDefault="009365A7" w:rsidP="009471D7"/>
    <w:p w14:paraId="3F1EBB42" w14:textId="77777777" w:rsidR="009365A7" w:rsidRDefault="009365A7" w:rsidP="009471D7"/>
    <w:p w14:paraId="1902ADDE" w14:textId="77777777" w:rsidR="009365A7" w:rsidRDefault="009365A7" w:rsidP="009471D7"/>
    <w:p w14:paraId="16D4DDCA" w14:textId="77777777" w:rsidR="009365A7" w:rsidRPr="009365A7" w:rsidRDefault="009365A7" w:rsidP="009365A7">
      <w:pPr>
        <w:pBdr>
          <w:top w:val="single" w:sz="4" w:space="1" w:color="auto"/>
          <w:left w:val="single" w:sz="4" w:space="4" w:color="auto"/>
          <w:bottom w:val="single" w:sz="4" w:space="1" w:color="auto"/>
          <w:right w:val="single" w:sz="4" w:space="4" w:color="auto"/>
        </w:pBdr>
        <w:tabs>
          <w:tab w:val="left" w:pos="1134"/>
        </w:tabs>
        <w:spacing w:before="240" w:after="120" w:line="276" w:lineRule="auto"/>
        <w:ind w:right="431"/>
        <w:jc w:val="center"/>
        <w:outlineLvl w:val="0"/>
        <w:rPr>
          <w:b/>
          <w:sz w:val="28"/>
        </w:rPr>
      </w:pPr>
      <w:bookmarkStart w:id="1" w:name="_Toc13731867"/>
      <w:r w:rsidRPr="009365A7">
        <w:rPr>
          <w:b/>
          <w:sz w:val="28"/>
        </w:rPr>
        <w:t>FORM 1 - ACKNOWLEDGEMENT OF RECEIPT</w:t>
      </w:r>
      <w:bookmarkEnd w:id="1"/>
    </w:p>
    <w:p w14:paraId="7F4D5470" w14:textId="77777777" w:rsidR="009365A7" w:rsidRPr="00180312" w:rsidRDefault="009365A7" w:rsidP="009365A7">
      <w:pPr>
        <w:jc w:val="center"/>
        <w:rPr>
          <w:rFonts w:eastAsia="SimSun"/>
          <w:b/>
          <w:i/>
          <w:color w:val="800000"/>
          <w:szCs w:val="24"/>
        </w:rPr>
      </w:pPr>
      <w:r w:rsidRPr="00180312">
        <w:rPr>
          <w:rFonts w:eastAsia="SimSun"/>
          <w:b/>
          <w:i/>
          <w:color w:val="800000"/>
          <w:szCs w:val="24"/>
        </w:rPr>
        <w:t xml:space="preserve">To be returned by email duly completed, signed and stamped, even if not submitting a tender, </w:t>
      </w:r>
      <w:r w:rsidR="00573BE0" w:rsidRPr="00311BC1">
        <w:rPr>
          <w:rFonts w:eastAsia="SimSun"/>
          <w:b/>
          <w:i/>
          <w:color w:val="800000"/>
          <w:szCs w:val="24"/>
        </w:rPr>
        <w:t>within the deadline specified in the Invitation</w:t>
      </w:r>
      <w:r w:rsidR="00573BE0" w:rsidRPr="00180312">
        <w:rPr>
          <w:rFonts w:eastAsia="SimSun"/>
          <w:b/>
          <w:i/>
          <w:color w:val="800000"/>
          <w:szCs w:val="24"/>
        </w:rPr>
        <w:t xml:space="preserve"> to </w:t>
      </w:r>
      <w:proofErr w:type="gramStart"/>
      <w:r w:rsidR="00573BE0" w:rsidRPr="00180312">
        <w:rPr>
          <w:rFonts w:eastAsia="SimSun"/>
          <w:b/>
          <w:i/>
          <w:color w:val="800000"/>
          <w:szCs w:val="24"/>
        </w:rPr>
        <w:t>Tender</w:t>
      </w:r>
      <w:proofErr w:type="gramEnd"/>
      <w:r w:rsidR="00573BE0" w:rsidRPr="00180312">
        <w:rPr>
          <w:rFonts w:eastAsia="SimSun"/>
          <w:b/>
          <w:i/>
          <w:color w:val="800000"/>
          <w:szCs w:val="24"/>
        </w:rPr>
        <w:t xml:space="preserve"> </w:t>
      </w:r>
      <w:r w:rsidRPr="00180312">
        <w:rPr>
          <w:rFonts w:eastAsia="SimSun"/>
          <w:b/>
          <w:i/>
          <w:color w:val="800000"/>
          <w:szCs w:val="24"/>
        </w:rPr>
        <w:t>to:</w:t>
      </w:r>
    </w:p>
    <w:p w14:paraId="54AD4685" w14:textId="77777777" w:rsidR="009365A7" w:rsidRPr="009365A7" w:rsidRDefault="009365A7" w:rsidP="009365A7">
      <w:pPr>
        <w:rPr>
          <w:rFonts w:eastAsia="SimSun"/>
          <w:b/>
          <w:i/>
          <w:color w:val="800000"/>
          <w:szCs w:val="24"/>
        </w:rPr>
      </w:pPr>
    </w:p>
    <w:p w14:paraId="167743A5" w14:textId="7829631F" w:rsidR="00280C9C" w:rsidRDefault="00280C9C" w:rsidP="00D70156">
      <w:r w:rsidRPr="00280C9C">
        <w:rPr>
          <w:color w:val="000000"/>
          <w:szCs w:val="24"/>
        </w:rPr>
        <w:t xml:space="preserve">Procurement Officer in charge: </w:t>
      </w:r>
      <w:r w:rsidR="0048599F">
        <w:t>Ismail Nbou</w:t>
      </w:r>
      <w:r w:rsidR="0048599F" w:rsidRPr="00D862B1">
        <w:t xml:space="preserve">: </w:t>
      </w:r>
      <w:hyperlink r:id="rId12" w:history="1">
        <w:r w:rsidR="0048599F" w:rsidRPr="002F754F">
          <w:rPr>
            <w:rStyle w:val="Hyperlink"/>
          </w:rPr>
          <w:t>Ismail.Nbou@iter.org</w:t>
        </w:r>
      </w:hyperlink>
      <w:r w:rsidR="000E62F4">
        <w:rPr>
          <w:color w:val="000000"/>
          <w:szCs w:val="24"/>
        </w:rPr>
        <w:t xml:space="preserve"> </w:t>
      </w:r>
      <w:r w:rsidR="00F72C7D">
        <w:rPr>
          <w:color w:val="000000"/>
          <w:szCs w:val="24"/>
        </w:rPr>
        <w:t>copy to Jong-Eun Lee</w:t>
      </w:r>
      <w:r w:rsidR="00F72C7D" w:rsidRPr="00280C9C">
        <w:rPr>
          <w:color w:val="000000"/>
          <w:szCs w:val="24"/>
        </w:rPr>
        <w:t xml:space="preserve"> </w:t>
      </w:r>
      <w:hyperlink r:id="rId13" w:history="1">
        <w:r w:rsidR="00F72C7D" w:rsidRPr="00003D9E">
          <w:rPr>
            <w:rStyle w:val="Hyperlink"/>
            <w:szCs w:val="24"/>
          </w:rPr>
          <w:t>Jongeun.Lee@iter.org</w:t>
        </w:r>
      </w:hyperlink>
    </w:p>
    <w:p w14:paraId="786AD6EC" w14:textId="77777777" w:rsidR="00D70156" w:rsidRPr="00E2676A" w:rsidRDefault="00D70156" w:rsidP="00D70156">
      <w:pPr>
        <w:rPr>
          <w:szCs w:val="24"/>
        </w:rPr>
      </w:pPr>
    </w:p>
    <w:p w14:paraId="35C40E9A" w14:textId="0467D5FF" w:rsidR="009365A7" w:rsidRPr="009365A7" w:rsidRDefault="009365A7" w:rsidP="009365A7">
      <w:pPr>
        <w:tabs>
          <w:tab w:val="right" w:pos="8789"/>
        </w:tabs>
        <w:spacing w:before="0"/>
        <w:rPr>
          <w:b/>
          <w:szCs w:val="24"/>
        </w:rPr>
      </w:pPr>
      <w:r w:rsidRPr="009365A7">
        <w:rPr>
          <w:szCs w:val="24"/>
          <w:lang w:val="es-ES"/>
        </w:rPr>
        <w:t xml:space="preserve">Tender No. </w:t>
      </w:r>
      <w:r w:rsidR="00A46CAE" w:rsidRPr="00A46CAE">
        <w:rPr>
          <w:b/>
          <w:szCs w:val="24"/>
        </w:rPr>
        <w:t>IO/21/OT/10021777/JLE</w:t>
      </w:r>
    </w:p>
    <w:p w14:paraId="308BEBA5" w14:textId="5CC149BF" w:rsidR="00E2676A" w:rsidRPr="00E2676A" w:rsidRDefault="009365A7" w:rsidP="001A136E">
      <w:pPr>
        <w:tabs>
          <w:tab w:val="right" w:pos="8789"/>
        </w:tabs>
        <w:spacing w:before="0"/>
        <w:ind w:left="540" w:hanging="540"/>
        <w:jc w:val="left"/>
        <w:rPr>
          <w:b/>
          <w:szCs w:val="24"/>
        </w:rPr>
      </w:pPr>
      <w:r w:rsidRPr="009365A7">
        <w:rPr>
          <w:szCs w:val="24"/>
        </w:rPr>
        <w:t xml:space="preserve">Title: </w:t>
      </w:r>
      <w:r w:rsidR="001A136E" w:rsidRPr="001A136E">
        <w:rPr>
          <w:b/>
          <w:szCs w:val="24"/>
        </w:rPr>
        <w:t>DMS Fast Shutter - Concept design and proof-of-principle prototyping/testing</w:t>
      </w:r>
    </w:p>
    <w:p w14:paraId="02DBED17" w14:textId="77777777" w:rsidR="009365A7" w:rsidRPr="009365A7" w:rsidRDefault="009365A7" w:rsidP="009365A7">
      <w:pPr>
        <w:tabs>
          <w:tab w:val="right" w:pos="8789"/>
        </w:tabs>
        <w:spacing w:before="0"/>
        <w:rPr>
          <w:szCs w:val="24"/>
        </w:rPr>
      </w:pPr>
    </w:p>
    <w:p w14:paraId="4A233E28" w14:textId="77777777" w:rsidR="009365A7" w:rsidRPr="009365A7" w:rsidRDefault="009365A7" w:rsidP="009365A7">
      <w:pPr>
        <w:tabs>
          <w:tab w:val="right" w:pos="8789"/>
        </w:tabs>
        <w:spacing w:before="0"/>
        <w:rPr>
          <w:szCs w:val="24"/>
        </w:rPr>
      </w:pPr>
      <w:r w:rsidRPr="009365A7">
        <w:rPr>
          <w:szCs w:val="24"/>
        </w:rPr>
        <w:fldChar w:fldCharType="begin">
          <w:ffData>
            <w:name w:val="Check1"/>
            <w:enabled/>
            <w:calcOnExit w:val="0"/>
            <w:checkBox>
              <w:sizeAuto/>
              <w:default w:val="0"/>
            </w:checkBox>
          </w:ffData>
        </w:fldChar>
      </w:r>
      <w:r w:rsidRPr="009365A7">
        <w:rPr>
          <w:szCs w:val="24"/>
        </w:rPr>
        <w:instrText xml:space="preserve"> FORMCHECKBOX </w:instrText>
      </w:r>
      <w:r w:rsidR="00A46CAE">
        <w:rPr>
          <w:szCs w:val="24"/>
        </w:rPr>
      </w:r>
      <w:r w:rsidR="00A46CAE">
        <w:rPr>
          <w:szCs w:val="24"/>
        </w:rPr>
        <w:fldChar w:fldCharType="separate"/>
      </w:r>
      <w:r w:rsidRPr="009365A7">
        <w:rPr>
          <w:szCs w:val="24"/>
        </w:rPr>
        <w:fldChar w:fldCharType="end"/>
      </w:r>
      <w:r w:rsidRPr="009365A7">
        <w:rPr>
          <w:szCs w:val="24"/>
        </w:rPr>
        <w:t xml:space="preserve"> We acknowledge receipt of all tender documents for the above mentioned tender.  </w:t>
      </w:r>
    </w:p>
    <w:p w14:paraId="45146438" w14:textId="77777777" w:rsidR="009365A7" w:rsidRPr="009365A7" w:rsidRDefault="009365A7" w:rsidP="009365A7">
      <w:pPr>
        <w:tabs>
          <w:tab w:val="right" w:pos="8789"/>
        </w:tabs>
        <w:spacing w:before="0"/>
        <w:rPr>
          <w:szCs w:val="24"/>
        </w:rPr>
      </w:pPr>
      <w:r w:rsidRPr="009365A7">
        <w:rPr>
          <w:szCs w:val="24"/>
        </w:rPr>
        <w:t xml:space="preserve">      (In event of missing elements, contact the ITER Officer in Charge)</w:t>
      </w:r>
    </w:p>
    <w:p w14:paraId="3A55811A" w14:textId="77777777" w:rsidR="009365A7" w:rsidRDefault="009365A7" w:rsidP="009365A7">
      <w:pPr>
        <w:tabs>
          <w:tab w:val="right" w:pos="8789"/>
        </w:tabs>
        <w:spacing w:before="0"/>
        <w:rPr>
          <w:szCs w:val="24"/>
        </w:rPr>
      </w:pPr>
    </w:p>
    <w:p w14:paraId="7D46843B" w14:textId="77777777" w:rsidR="007B2A0A" w:rsidRPr="009365A7" w:rsidRDefault="007B2A0A" w:rsidP="009365A7">
      <w:pPr>
        <w:tabs>
          <w:tab w:val="right" w:pos="8789"/>
        </w:tabs>
        <w:spacing w:before="0"/>
        <w:rPr>
          <w:szCs w:val="24"/>
        </w:rPr>
      </w:pPr>
    </w:p>
    <w:p w14:paraId="154BB7B5" w14:textId="77777777" w:rsidR="009365A7" w:rsidRPr="009365A7" w:rsidRDefault="009365A7" w:rsidP="009365A7">
      <w:pPr>
        <w:tabs>
          <w:tab w:val="right" w:pos="8789"/>
        </w:tabs>
        <w:spacing w:before="0"/>
        <w:rPr>
          <w:szCs w:val="24"/>
        </w:rPr>
      </w:pPr>
      <w:r w:rsidRPr="009365A7">
        <w:rPr>
          <w:szCs w:val="24"/>
        </w:rPr>
        <w:fldChar w:fldCharType="begin">
          <w:ffData>
            <w:name w:val="Check2"/>
            <w:enabled/>
            <w:calcOnExit w:val="0"/>
            <w:checkBox>
              <w:sizeAuto/>
              <w:default w:val="0"/>
            </w:checkBox>
          </w:ffData>
        </w:fldChar>
      </w:r>
      <w:r w:rsidRPr="009365A7">
        <w:rPr>
          <w:szCs w:val="24"/>
        </w:rPr>
        <w:instrText xml:space="preserve"> FORMCHECKBOX </w:instrText>
      </w:r>
      <w:r w:rsidR="00A46CAE">
        <w:rPr>
          <w:szCs w:val="24"/>
        </w:rPr>
      </w:r>
      <w:r w:rsidR="00A46CAE">
        <w:rPr>
          <w:szCs w:val="24"/>
        </w:rPr>
        <w:fldChar w:fldCharType="separate"/>
      </w:r>
      <w:r w:rsidRPr="009365A7">
        <w:rPr>
          <w:szCs w:val="24"/>
        </w:rPr>
        <w:fldChar w:fldCharType="end"/>
      </w:r>
      <w:r w:rsidRPr="009365A7">
        <w:rPr>
          <w:szCs w:val="24"/>
        </w:rPr>
        <w:t xml:space="preserve"> We intend to submit a tender </w:t>
      </w:r>
    </w:p>
    <w:p w14:paraId="14D3605E" w14:textId="77777777" w:rsidR="009365A7" w:rsidRDefault="009365A7" w:rsidP="009365A7">
      <w:pPr>
        <w:tabs>
          <w:tab w:val="right" w:pos="8789"/>
        </w:tabs>
        <w:spacing w:before="0"/>
        <w:rPr>
          <w:szCs w:val="24"/>
        </w:rPr>
      </w:pPr>
    </w:p>
    <w:p w14:paraId="0C249FD0" w14:textId="77777777" w:rsidR="007B2A0A" w:rsidRPr="009365A7" w:rsidRDefault="007B2A0A" w:rsidP="009365A7">
      <w:pPr>
        <w:tabs>
          <w:tab w:val="right" w:pos="8789"/>
        </w:tabs>
        <w:spacing w:before="0"/>
        <w:rPr>
          <w:szCs w:val="24"/>
        </w:rPr>
      </w:pPr>
    </w:p>
    <w:p w14:paraId="7413A1BC" w14:textId="77777777" w:rsidR="009365A7" w:rsidRDefault="009365A7" w:rsidP="009365A7">
      <w:pPr>
        <w:tabs>
          <w:tab w:val="right" w:pos="8789"/>
        </w:tabs>
        <w:spacing w:before="0"/>
        <w:rPr>
          <w:szCs w:val="24"/>
        </w:rPr>
      </w:pPr>
      <w:r w:rsidRPr="009365A7">
        <w:rPr>
          <w:szCs w:val="24"/>
        </w:rPr>
        <w:fldChar w:fldCharType="begin">
          <w:ffData>
            <w:name w:val="Check3"/>
            <w:enabled/>
            <w:calcOnExit w:val="0"/>
            <w:checkBox>
              <w:sizeAuto/>
              <w:default w:val="0"/>
            </w:checkBox>
          </w:ffData>
        </w:fldChar>
      </w:r>
      <w:r w:rsidRPr="009365A7">
        <w:rPr>
          <w:szCs w:val="24"/>
        </w:rPr>
        <w:instrText xml:space="preserve"> FORMCHECKBOX </w:instrText>
      </w:r>
      <w:r w:rsidR="00A46CAE">
        <w:rPr>
          <w:szCs w:val="24"/>
        </w:rPr>
      </w:r>
      <w:r w:rsidR="00A46CAE">
        <w:rPr>
          <w:szCs w:val="24"/>
        </w:rPr>
        <w:fldChar w:fldCharType="separate"/>
      </w:r>
      <w:r w:rsidRPr="009365A7">
        <w:rPr>
          <w:szCs w:val="24"/>
        </w:rPr>
        <w:fldChar w:fldCharType="end"/>
      </w:r>
      <w:r w:rsidRPr="009365A7">
        <w:rPr>
          <w:szCs w:val="24"/>
        </w:rPr>
        <w:t xml:space="preserve"> We will not tender for the following reasons: </w:t>
      </w:r>
    </w:p>
    <w:p w14:paraId="3030ABD3" w14:textId="77777777" w:rsidR="00180312" w:rsidRPr="009365A7" w:rsidRDefault="00180312" w:rsidP="009365A7">
      <w:pPr>
        <w:tabs>
          <w:tab w:val="right" w:pos="8789"/>
        </w:tabs>
        <w:spacing w:before="0"/>
        <w:rPr>
          <w:szCs w:val="24"/>
        </w:rPr>
      </w:pPr>
    </w:p>
    <w:p w14:paraId="563C8150" w14:textId="77777777" w:rsidR="009365A7" w:rsidRDefault="009365A7" w:rsidP="009365A7">
      <w:pPr>
        <w:tabs>
          <w:tab w:val="right" w:pos="8789"/>
        </w:tabs>
        <w:spacing w:before="0"/>
        <w:rPr>
          <w:szCs w:val="24"/>
        </w:rPr>
      </w:pP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
        <w:gridCol w:w="4719"/>
        <w:gridCol w:w="4440"/>
        <w:gridCol w:w="125"/>
      </w:tblGrid>
      <w:tr w:rsidR="009365A7" w:rsidRPr="009365A7" w14:paraId="5053E50B" w14:textId="77777777" w:rsidTr="00BF34BA">
        <w:trPr>
          <w:gridAfter w:val="1"/>
          <w:wAfter w:w="125" w:type="dxa"/>
          <w:cantSplit/>
          <w:trHeight w:val="567"/>
          <w:jc w:val="center"/>
        </w:trPr>
        <w:tc>
          <w:tcPr>
            <w:tcW w:w="9457" w:type="dxa"/>
            <w:gridSpan w:val="3"/>
            <w:tcBorders>
              <w:top w:val="nil"/>
              <w:left w:val="nil"/>
              <w:bottom w:val="nil"/>
              <w:right w:val="nil"/>
            </w:tcBorders>
            <w:vAlign w:val="center"/>
          </w:tcPr>
          <w:p w14:paraId="6A39B4B9" w14:textId="77777777" w:rsidR="009365A7" w:rsidRPr="009365A7" w:rsidRDefault="009365A7" w:rsidP="009365A7"/>
          <w:p w14:paraId="42D7152B" w14:textId="77777777" w:rsidR="009365A7" w:rsidRPr="009365A7" w:rsidRDefault="009365A7" w:rsidP="009365A7">
            <w:pPr>
              <w:tabs>
                <w:tab w:val="right" w:leader="dot" w:pos="5099"/>
              </w:tabs>
            </w:pPr>
            <w:r w:rsidRPr="009365A7">
              <w:t xml:space="preserve">Signature:  </w:t>
            </w:r>
            <w:r w:rsidRPr="009365A7">
              <w:tab/>
              <w:t xml:space="preserve"> </w:t>
            </w:r>
          </w:p>
        </w:tc>
      </w:tr>
      <w:tr w:rsidR="009365A7" w:rsidRPr="009365A7" w14:paraId="1F4C05D5" w14:textId="77777777" w:rsidTr="00BF34BA">
        <w:trPr>
          <w:gridAfter w:val="1"/>
          <w:wAfter w:w="125" w:type="dxa"/>
          <w:cantSplit/>
          <w:trHeight w:val="567"/>
          <w:jc w:val="center"/>
        </w:trPr>
        <w:tc>
          <w:tcPr>
            <w:tcW w:w="9457" w:type="dxa"/>
            <w:gridSpan w:val="3"/>
            <w:tcBorders>
              <w:top w:val="nil"/>
              <w:left w:val="nil"/>
              <w:bottom w:val="nil"/>
              <w:right w:val="nil"/>
            </w:tcBorders>
            <w:vAlign w:val="center"/>
          </w:tcPr>
          <w:p w14:paraId="3D86A958" w14:textId="77777777" w:rsidR="009365A7" w:rsidRPr="009365A7" w:rsidRDefault="009365A7" w:rsidP="009365A7"/>
          <w:p w14:paraId="721B6058" w14:textId="77777777" w:rsidR="009365A7" w:rsidRPr="009365A7" w:rsidRDefault="009365A7" w:rsidP="009365A7">
            <w:pPr>
              <w:tabs>
                <w:tab w:val="right" w:leader="dot" w:pos="5097"/>
              </w:tabs>
            </w:pPr>
            <w:r w:rsidRPr="009365A7">
              <w:t xml:space="preserve">Name: </w:t>
            </w:r>
            <w:r w:rsidRPr="009365A7">
              <w:tab/>
              <w:t xml:space="preserve">    </w:t>
            </w:r>
          </w:p>
        </w:tc>
      </w:tr>
      <w:tr w:rsidR="009365A7" w:rsidRPr="009365A7" w14:paraId="6AB31A5E" w14:textId="77777777" w:rsidTr="00BF34BA">
        <w:trPr>
          <w:gridAfter w:val="1"/>
          <w:wAfter w:w="125" w:type="dxa"/>
          <w:cantSplit/>
          <w:trHeight w:val="567"/>
          <w:jc w:val="center"/>
        </w:trPr>
        <w:tc>
          <w:tcPr>
            <w:tcW w:w="9457" w:type="dxa"/>
            <w:gridSpan w:val="3"/>
            <w:tcBorders>
              <w:top w:val="nil"/>
              <w:left w:val="nil"/>
              <w:bottom w:val="nil"/>
              <w:right w:val="nil"/>
            </w:tcBorders>
            <w:vAlign w:val="center"/>
          </w:tcPr>
          <w:p w14:paraId="42888B94" w14:textId="77777777" w:rsidR="009365A7" w:rsidRPr="009365A7" w:rsidRDefault="009365A7" w:rsidP="009365A7"/>
          <w:p w14:paraId="0B5F8662" w14:textId="77777777" w:rsidR="009365A7" w:rsidRPr="009365A7" w:rsidRDefault="009365A7" w:rsidP="009365A7">
            <w:pPr>
              <w:tabs>
                <w:tab w:val="right" w:leader="dot" w:pos="5110"/>
              </w:tabs>
            </w:pPr>
            <w:r w:rsidRPr="009365A7">
              <w:t xml:space="preserve">Position: </w:t>
            </w:r>
            <w:r w:rsidRPr="009365A7">
              <w:tab/>
            </w:r>
          </w:p>
        </w:tc>
      </w:tr>
      <w:tr w:rsidR="009365A7" w:rsidRPr="009365A7" w14:paraId="6D770A35" w14:textId="77777777" w:rsidTr="00BF34BA">
        <w:trPr>
          <w:gridAfter w:val="1"/>
          <w:wAfter w:w="125" w:type="dxa"/>
          <w:cantSplit/>
          <w:trHeight w:val="567"/>
          <w:jc w:val="center"/>
        </w:trPr>
        <w:tc>
          <w:tcPr>
            <w:tcW w:w="9457" w:type="dxa"/>
            <w:gridSpan w:val="3"/>
            <w:tcBorders>
              <w:top w:val="nil"/>
              <w:left w:val="nil"/>
              <w:bottom w:val="nil"/>
              <w:right w:val="nil"/>
            </w:tcBorders>
            <w:vAlign w:val="center"/>
          </w:tcPr>
          <w:p w14:paraId="74076DE6" w14:textId="77777777" w:rsidR="009365A7" w:rsidRPr="009365A7" w:rsidRDefault="009365A7" w:rsidP="009365A7"/>
          <w:p w14:paraId="5C100405" w14:textId="77777777" w:rsidR="009365A7" w:rsidRPr="009365A7" w:rsidRDefault="009365A7" w:rsidP="009365A7">
            <w:pPr>
              <w:tabs>
                <w:tab w:val="right" w:leader="dot" w:pos="5097"/>
              </w:tabs>
            </w:pPr>
            <w:r w:rsidRPr="009365A7">
              <w:t xml:space="preserve">Tel: </w:t>
            </w:r>
            <w:r w:rsidRPr="009365A7">
              <w:tab/>
            </w:r>
          </w:p>
        </w:tc>
      </w:tr>
      <w:tr w:rsidR="009365A7" w:rsidRPr="009365A7" w14:paraId="05ED568F" w14:textId="77777777" w:rsidTr="00BF34BA">
        <w:trPr>
          <w:gridAfter w:val="1"/>
          <w:wAfter w:w="125" w:type="dxa"/>
          <w:cantSplit/>
          <w:trHeight w:val="567"/>
          <w:jc w:val="center"/>
        </w:trPr>
        <w:tc>
          <w:tcPr>
            <w:tcW w:w="9457" w:type="dxa"/>
            <w:gridSpan w:val="3"/>
            <w:tcBorders>
              <w:top w:val="nil"/>
              <w:left w:val="nil"/>
              <w:bottom w:val="nil"/>
              <w:right w:val="nil"/>
            </w:tcBorders>
            <w:vAlign w:val="center"/>
          </w:tcPr>
          <w:p w14:paraId="0ACF7DA8" w14:textId="77777777" w:rsidR="009365A7" w:rsidRPr="009365A7" w:rsidRDefault="009365A7" w:rsidP="009365A7">
            <w:pPr>
              <w:tabs>
                <w:tab w:val="right" w:pos="5088"/>
              </w:tabs>
            </w:pPr>
          </w:p>
          <w:p w14:paraId="551446CF" w14:textId="77777777" w:rsidR="009365A7" w:rsidRPr="009365A7" w:rsidRDefault="009365A7" w:rsidP="009365A7">
            <w:pPr>
              <w:tabs>
                <w:tab w:val="left" w:leader="dot" w:pos="5097"/>
              </w:tabs>
            </w:pPr>
            <w:r w:rsidRPr="009365A7">
              <w:t xml:space="preserve">E. mail address: </w:t>
            </w:r>
            <w:r w:rsidRPr="009365A7">
              <w:tab/>
            </w:r>
          </w:p>
        </w:tc>
      </w:tr>
      <w:tr w:rsidR="009365A7" w:rsidRPr="009365A7" w14:paraId="106AF3D8" w14:textId="77777777" w:rsidTr="00BF34BA">
        <w:trPr>
          <w:gridAfter w:val="2"/>
          <w:wAfter w:w="4565" w:type="dxa"/>
          <w:cantSplit/>
          <w:trHeight w:val="567"/>
          <w:jc w:val="center"/>
        </w:trPr>
        <w:tc>
          <w:tcPr>
            <w:tcW w:w="5017" w:type="dxa"/>
            <w:gridSpan w:val="2"/>
            <w:tcBorders>
              <w:top w:val="nil"/>
              <w:left w:val="nil"/>
              <w:bottom w:val="nil"/>
              <w:right w:val="nil"/>
            </w:tcBorders>
            <w:vAlign w:val="center"/>
          </w:tcPr>
          <w:p w14:paraId="7D1E59E0" w14:textId="77777777" w:rsidR="009365A7" w:rsidRPr="009365A7" w:rsidRDefault="009365A7" w:rsidP="009365A7">
            <w:pPr>
              <w:tabs>
                <w:tab w:val="left" w:leader="dot" w:pos="5097"/>
              </w:tabs>
            </w:pPr>
          </w:p>
        </w:tc>
      </w:tr>
      <w:tr w:rsidR="009365A7" w:rsidRPr="009365A7" w14:paraId="511A11B9" w14:textId="77777777" w:rsidTr="00BF34BA">
        <w:trPr>
          <w:gridAfter w:val="2"/>
          <w:wAfter w:w="4565" w:type="dxa"/>
          <w:cantSplit/>
          <w:trHeight w:val="567"/>
          <w:jc w:val="center"/>
        </w:trPr>
        <w:tc>
          <w:tcPr>
            <w:tcW w:w="5017" w:type="dxa"/>
            <w:gridSpan w:val="2"/>
            <w:tcBorders>
              <w:top w:val="nil"/>
              <w:left w:val="nil"/>
              <w:bottom w:val="nil"/>
              <w:right w:val="nil"/>
            </w:tcBorders>
            <w:vAlign w:val="center"/>
          </w:tcPr>
          <w:p w14:paraId="7219568B" w14:textId="77777777" w:rsidR="009365A7" w:rsidRPr="009365A7" w:rsidRDefault="009365A7" w:rsidP="009365A7">
            <w:pPr>
              <w:tabs>
                <w:tab w:val="left" w:leader="dot" w:pos="5097"/>
              </w:tabs>
            </w:pPr>
            <w:r w:rsidRPr="009365A7">
              <w:t xml:space="preserve">Date: </w:t>
            </w:r>
            <w:r w:rsidRPr="009365A7">
              <w:tab/>
            </w:r>
          </w:p>
        </w:tc>
      </w:tr>
      <w:tr w:rsidR="009365A7" w:rsidRPr="009365A7" w14:paraId="7C77082E" w14:textId="77777777" w:rsidTr="00BF34BA">
        <w:trPr>
          <w:gridAfter w:val="1"/>
          <w:wAfter w:w="125" w:type="dxa"/>
          <w:cantSplit/>
          <w:trHeight w:val="567"/>
          <w:jc w:val="center"/>
        </w:trPr>
        <w:tc>
          <w:tcPr>
            <w:tcW w:w="9457" w:type="dxa"/>
            <w:gridSpan w:val="3"/>
            <w:tcBorders>
              <w:top w:val="nil"/>
              <w:left w:val="nil"/>
              <w:bottom w:val="nil"/>
              <w:right w:val="nil"/>
            </w:tcBorders>
          </w:tcPr>
          <w:p w14:paraId="7026D087" w14:textId="77777777" w:rsidR="009365A7" w:rsidRPr="009365A7" w:rsidRDefault="009365A7" w:rsidP="009365A7">
            <w:pPr>
              <w:spacing w:before="0"/>
            </w:pPr>
          </w:p>
          <w:p w14:paraId="1C1AC195" w14:textId="77777777" w:rsidR="009365A7" w:rsidRPr="009365A7" w:rsidRDefault="009365A7" w:rsidP="009365A7">
            <w:pPr>
              <w:spacing w:before="0"/>
            </w:pPr>
          </w:p>
          <w:p w14:paraId="49813264" w14:textId="77777777" w:rsidR="009365A7" w:rsidRPr="009365A7" w:rsidRDefault="009365A7" w:rsidP="009365A7">
            <w:pPr>
              <w:spacing w:before="0"/>
            </w:pPr>
          </w:p>
        </w:tc>
      </w:tr>
      <w:tr w:rsidR="009365A7" w:rsidRPr="009365A7" w14:paraId="7321272E" w14:textId="77777777" w:rsidTr="00BF34BA">
        <w:trPr>
          <w:gridBefore w:val="1"/>
          <w:wBefore w:w="298" w:type="dxa"/>
          <w:cantSplit/>
          <w:trHeight w:val="567"/>
          <w:jc w:val="center"/>
        </w:trPr>
        <w:tc>
          <w:tcPr>
            <w:tcW w:w="9284" w:type="dxa"/>
            <w:gridSpan w:val="3"/>
            <w:tcBorders>
              <w:top w:val="nil"/>
              <w:left w:val="nil"/>
              <w:bottom w:val="nil"/>
              <w:right w:val="nil"/>
            </w:tcBorders>
            <w:vAlign w:val="center"/>
          </w:tcPr>
          <w:p w14:paraId="7D81D574" w14:textId="77777777" w:rsidR="009365A7" w:rsidRPr="009365A7" w:rsidRDefault="009365A7" w:rsidP="009365A7">
            <w:pPr>
              <w:tabs>
                <w:tab w:val="left" w:leader="dot" w:pos="5097"/>
              </w:tabs>
            </w:pPr>
            <w:r w:rsidRPr="009365A7">
              <w:t>COMPANY STAMP</w:t>
            </w:r>
          </w:p>
          <w:p w14:paraId="78E6B002" w14:textId="77777777" w:rsidR="009365A7" w:rsidRDefault="009365A7" w:rsidP="009365A7">
            <w:pPr>
              <w:tabs>
                <w:tab w:val="left" w:leader="dot" w:pos="5097"/>
              </w:tabs>
            </w:pPr>
          </w:p>
          <w:p w14:paraId="47CBDE6F" w14:textId="00CA0FBF" w:rsidR="007B2A0A" w:rsidRPr="009365A7" w:rsidRDefault="007B2A0A" w:rsidP="009365A7">
            <w:pPr>
              <w:tabs>
                <w:tab w:val="left" w:leader="dot" w:pos="5097"/>
              </w:tabs>
            </w:pPr>
          </w:p>
        </w:tc>
      </w:tr>
    </w:tbl>
    <w:p w14:paraId="59E90E43" w14:textId="77777777" w:rsidR="009365A7" w:rsidRPr="009365A7" w:rsidRDefault="009365A7" w:rsidP="009365A7">
      <w:pPr>
        <w:pBdr>
          <w:top w:val="single" w:sz="4" w:space="1" w:color="auto"/>
          <w:left w:val="single" w:sz="4" w:space="4" w:color="auto"/>
          <w:bottom w:val="single" w:sz="4" w:space="1" w:color="auto"/>
          <w:right w:val="single" w:sz="4" w:space="4" w:color="auto"/>
        </w:pBdr>
        <w:tabs>
          <w:tab w:val="left" w:pos="1134"/>
        </w:tabs>
        <w:spacing w:before="240" w:after="120"/>
        <w:ind w:right="431"/>
        <w:jc w:val="center"/>
        <w:outlineLvl w:val="0"/>
        <w:rPr>
          <w:b/>
          <w:sz w:val="28"/>
        </w:rPr>
      </w:pPr>
      <w:bookmarkStart w:id="2" w:name="_Toc13731868"/>
      <w:r w:rsidRPr="009365A7">
        <w:rPr>
          <w:b/>
          <w:sz w:val="28"/>
        </w:rPr>
        <w:lastRenderedPageBreak/>
        <w:t>FORM 2 - DECLARATION OF HONOUR</w:t>
      </w:r>
      <w:bookmarkEnd w:id="2"/>
    </w:p>
    <w:p w14:paraId="5CD51899" w14:textId="77777777" w:rsidR="009365A7" w:rsidRPr="009365A7" w:rsidRDefault="009365A7" w:rsidP="009365A7">
      <w:pPr>
        <w:jc w:val="center"/>
        <w:rPr>
          <w:rFonts w:eastAsia="SimSun"/>
          <w:b/>
          <w:i/>
          <w:color w:val="800000"/>
          <w:szCs w:val="24"/>
        </w:rPr>
      </w:pPr>
      <w:r w:rsidRPr="009365A7">
        <w:rPr>
          <w:rFonts w:eastAsia="SimSun"/>
          <w:b/>
          <w:i/>
          <w:color w:val="800000"/>
          <w:szCs w:val="24"/>
        </w:rPr>
        <w:t>To be returned on tenderer’s letterhead</w:t>
      </w:r>
    </w:p>
    <w:p w14:paraId="761D93E0" w14:textId="77777777" w:rsidR="009365A7" w:rsidRPr="009365A7" w:rsidRDefault="009365A7" w:rsidP="009365A7">
      <w:pPr>
        <w:jc w:val="center"/>
        <w:rPr>
          <w:rFonts w:eastAsia="SimSun"/>
          <w:b/>
          <w:i/>
          <w:color w:val="800000"/>
          <w:szCs w:val="24"/>
        </w:rPr>
      </w:pPr>
    </w:p>
    <w:p w14:paraId="02849304" w14:textId="252BBC81" w:rsidR="00756FBE" w:rsidRPr="009365A7" w:rsidRDefault="00756FBE" w:rsidP="00756FBE">
      <w:pPr>
        <w:tabs>
          <w:tab w:val="right" w:pos="8789"/>
        </w:tabs>
        <w:spacing w:before="0"/>
        <w:rPr>
          <w:b/>
          <w:szCs w:val="24"/>
        </w:rPr>
      </w:pPr>
      <w:r w:rsidRPr="009365A7">
        <w:rPr>
          <w:szCs w:val="24"/>
          <w:lang w:val="es-ES"/>
        </w:rPr>
        <w:t xml:space="preserve">Tender No. </w:t>
      </w:r>
      <w:r w:rsidR="00A46CAE" w:rsidRPr="00A46CAE">
        <w:rPr>
          <w:b/>
          <w:szCs w:val="24"/>
        </w:rPr>
        <w:t>IO/21/OT/10021777/JLE</w:t>
      </w:r>
    </w:p>
    <w:p w14:paraId="3308B368" w14:textId="1FBF2EC1" w:rsidR="00756FBE" w:rsidRDefault="00756FBE" w:rsidP="00321534">
      <w:pPr>
        <w:tabs>
          <w:tab w:val="right" w:pos="8789"/>
        </w:tabs>
        <w:spacing w:before="0"/>
        <w:ind w:left="540" w:hanging="540"/>
        <w:jc w:val="left"/>
        <w:rPr>
          <w:b/>
          <w:szCs w:val="24"/>
        </w:rPr>
      </w:pPr>
      <w:r w:rsidRPr="009365A7">
        <w:rPr>
          <w:szCs w:val="24"/>
        </w:rPr>
        <w:t xml:space="preserve">Title: </w:t>
      </w:r>
      <w:r w:rsidR="001A136E" w:rsidRPr="001A136E">
        <w:rPr>
          <w:b/>
          <w:szCs w:val="24"/>
        </w:rPr>
        <w:t>DMS Fast Shutter - Concept design and proof-of-principle prototyping/testing</w:t>
      </w:r>
    </w:p>
    <w:p w14:paraId="4AB57FEF" w14:textId="77777777" w:rsidR="00BA5937" w:rsidRPr="009365A7" w:rsidRDefault="00BA5937" w:rsidP="009365A7">
      <w:pPr>
        <w:tabs>
          <w:tab w:val="right" w:pos="8789"/>
        </w:tabs>
        <w:spacing w:before="0"/>
        <w:jc w:val="left"/>
        <w:rPr>
          <w:b/>
          <w:szCs w:val="24"/>
        </w:rPr>
      </w:pPr>
    </w:p>
    <w:p w14:paraId="2FF9DF7F" w14:textId="77777777" w:rsidR="00985523" w:rsidRDefault="00985523" w:rsidP="00985523">
      <w:pPr>
        <w:keepNext/>
        <w:spacing w:before="240"/>
      </w:pPr>
      <w:r w:rsidRPr="001A4331">
        <w:t>I, the undersigned, representing [</w:t>
      </w:r>
      <w:r w:rsidRPr="001A4331">
        <w:rPr>
          <w:i/>
        </w:rPr>
        <w:t xml:space="preserve">full name of </w:t>
      </w:r>
      <w:r>
        <w:rPr>
          <w:i/>
        </w:rPr>
        <w:t>t</w:t>
      </w:r>
      <w:r w:rsidRPr="001A4331">
        <w:rPr>
          <w:i/>
        </w:rPr>
        <w:t>enderer</w:t>
      </w:r>
      <w:r>
        <w:rPr>
          <w:i/>
        </w:rPr>
        <w:t xml:space="preserve"> or sub-contractor</w:t>
      </w:r>
      <w:r w:rsidRPr="001A4331">
        <w:t xml:space="preserve">], being a </w:t>
      </w:r>
      <w:r>
        <w:t>[t</w:t>
      </w:r>
      <w:r w:rsidRPr="001A4331">
        <w:t>enderer</w:t>
      </w:r>
      <w:r>
        <w:t>]</w:t>
      </w:r>
      <w:r w:rsidRPr="001A4331">
        <w:t xml:space="preserve"> </w:t>
      </w:r>
      <w:r>
        <w:t>[</w:t>
      </w:r>
      <w:r w:rsidRPr="001A4331">
        <w:t xml:space="preserve">a </w:t>
      </w:r>
      <w:r>
        <w:t>s</w:t>
      </w:r>
      <w:r w:rsidRPr="001A4331">
        <w:t>ub-contractor</w:t>
      </w:r>
      <w:r>
        <w:t>]</w:t>
      </w:r>
      <w:r w:rsidRPr="001A4331">
        <w:t xml:space="preserve">* for the </w:t>
      </w:r>
      <w:r>
        <w:t>above-referenced c</w:t>
      </w:r>
      <w:r w:rsidRPr="001A4331">
        <w:t>ontract [</w:t>
      </w:r>
      <w:r>
        <w:t>in its own name</w:t>
      </w:r>
      <w:r w:rsidRPr="001A4331">
        <w:t xml:space="preserve">] [as </w:t>
      </w:r>
      <w:r>
        <w:t xml:space="preserve">a </w:t>
      </w:r>
      <w:r w:rsidRPr="001A4331">
        <w:t xml:space="preserve">member of the consortium led by </w:t>
      </w:r>
      <w:r w:rsidRPr="005721F4">
        <w:rPr>
          <w:i/>
        </w:rPr>
        <w:t xml:space="preserve">&lt; name of the leader </w:t>
      </w:r>
      <w:r w:rsidRPr="001A4331">
        <w:t>&gt;]* hereby confirm</w:t>
      </w:r>
      <w:r>
        <w:t xml:space="preserve"> that </w:t>
      </w:r>
      <w:r w:rsidRPr="001A4331">
        <w:t>[</w:t>
      </w:r>
      <w:r w:rsidRPr="001A4331">
        <w:rPr>
          <w:i/>
        </w:rPr>
        <w:t xml:space="preserve">full name of </w:t>
      </w:r>
      <w:r>
        <w:rPr>
          <w:i/>
        </w:rPr>
        <w:t>t</w:t>
      </w:r>
      <w:r w:rsidRPr="001A4331">
        <w:rPr>
          <w:i/>
        </w:rPr>
        <w:t>enderer</w:t>
      </w:r>
      <w:r>
        <w:rPr>
          <w:i/>
        </w:rPr>
        <w:t xml:space="preserve"> or sub-contractor</w:t>
      </w:r>
      <w:r w:rsidRPr="001A4331">
        <w:t>]:</w:t>
      </w:r>
    </w:p>
    <w:p w14:paraId="1FFFE5A7" w14:textId="77777777" w:rsidR="009365A7" w:rsidRPr="009365A7" w:rsidRDefault="009365A7" w:rsidP="009365A7"/>
    <w:p w14:paraId="3719FB54" w14:textId="77777777" w:rsidR="00573BE0" w:rsidRDefault="00573BE0" w:rsidP="00573BE0">
      <w:pPr>
        <w:keepNext/>
        <w:numPr>
          <w:ilvl w:val="0"/>
          <w:numId w:val="38"/>
        </w:numPr>
        <w:spacing w:before="240" w:after="240"/>
        <w:rPr>
          <w:szCs w:val="20"/>
        </w:rPr>
      </w:pPr>
      <w:r>
        <w:t>That I have not been guilty of grave professional misconduct;</w:t>
      </w:r>
    </w:p>
    <w:p w14:paraId="7ACBA02D" w14:textId="77777777" w:rsidR="00573BE0" w:rsidRDefault="00573BE0" w:rsidP="00573BE0">
      <w:pPr>
        <w:keepNext/>
        <w:numPr>
          <w:ilvl w:val="0"/>
          <w:numId w:val="38"/>
        </w:numPr>
        <w:spacing w:before="240" w:after="240"/>
      </w:pPr>
      <w:r>
        <w:t>That following any other procurement or grant award procedure financed by the ITER budget, I have not been declared to be in serious breach of contract for failure to comply with my contractual obligations;</w:t>
      </w:r>
    </w:p>
    <w:p w14:paraId="70CCD64E" w14:textId="77777777" w:rsidR="00573BE0" w:rsidRDefault="00573BE0" w:rsidP="00573BE0">
      <w:pPr>
        <w:keepNext/>
        <w:numPr>
          <w:ilvl w:val="0"/>
          <w:numId w:val="38"/>
        </w:numPr>
        <w:spacing w:before="240" w:after="240"/>
      </w:pPr>
      <w:r>
        <w:t>That I have no conflict of interest in connection with the Contract. A conflict of interest could arise in particular as a result of economic interest, political or national affinity, family or emotional ties, or any other relevant connection or shared interest;</w:t>
      </w:r>
    </w:p>
    <w:p w14:paraId="7D466731" w14:textId="77777777" w:rsidR="00573BE0" w:rsidRDefault="00573BE0" w:rsidP="00573BE0">
      <w:pPr>
        <w:keepNext/>
        <w:numPr>
          <w:ilvl w:val="0"/>
          <w:numId w:val="38"/>
        </w:numPr>
        <w:spacing w:before="240" w:after="240"/>
      </w:pPr>
      <w:r>
        <w:t>That I will inform the ITER Organization, without delay, of any situation constituting a conflict of interest or liable to result in a conflict of interest;</w:t>
      </w:r>
    </w:p>
    <w:p w14:paraId="10F1C28F" w14:textId="77777777" w:rsidR="00573BE0" w:rsidRDefault="00573BE0" w:rsidP="00573BE0">
      <w:pPr>
        <w:keepNext/>
        <w:numPr>
          <w:ilvl w:val="0"/>
          <w:numId w:val="38"/>
        </w:numPr>
        <w:spacing w:before="240" w:after="240"/>
      </w:pPr>
      <w:r>
        <w:t>That I have not granted, sought, attempted to obtain or accepted any advantage, financial or otherwise, to or from any party whatsoever, constituting an illegal practice or involving corruption, either directly or indirectly, as an incentive or reward relating to performance of the Contract;</w:t>
      </w:r>
    </w:p>
    <w:p w14:paraId="25C18FE3" w14:textId="77777777" w:rsidR="00573BE0" w:rsidRDefault="00573BE0" w:rsidP="00573BE0">
      <w:pPr>
        <w:keepNext/>
        <w:numPr>
          <w:ilvl w:val="0"/>
          <w:numId w:val="38"/>
        </w:numPr>
        <w:spacing w:before="240" w:after="240"/>
      </w:pPr>
      <w:r>
        <w:t>That I am aware that the ITER Organization reserves the right to verify this information, and that I accept the possible consequences that may arise from any false declaration in providing the information required by the ITER Organization in order to take part in the Contract;</w:t>
      </w:r>
    </w:p>
    <w:p w14:paraId="0DB9CA30" w14:textId="77777777" w:rsidR="00573BE0" w:rsidRDefault="00573BE0" w:rsidP="00573BE0">
      <w:pPr>
        <w:keepNext/>
        <w:numPr>
          <w:ilvl w:val="0"/>
          <w:numId w:val="38"/>
        </w:numPr>
        <w:spacing w:before="240" w:after="240"/>
      </w:pPr>
      <w:r>
        <w:t>That I am not bankrupt, being wound up, having my affairs administered by courts or entered into an arrangement with creditors.</w:t>
      </w:r>
    </w:p>
    <w:p w14:paraId="2B8E5B4C" w14:textId="77777777" w:rsidR="00573BE0" w:rsidRDefault="00573BE0" w:rsidP="00573BE0">
      <w:pPr>
        <w:keepNext/>
        <w:numPr>
          <w:ilvl w:val="0"/>
          <w:numId w:val="38"/>
        </w:numPr>
        <w:spacing w:before="240" w:after="240"/>
      </w:pPr>
      <w:r>
        <w:t>That I have not suspended business activities or am the subject of proceedings concerning those matters, or am in any analogous situation arising from a similar procedure provided for in national legislation or regulations;</w:t>
      </w:r>
    </w:p>
    <w:p w14:paraId="0F512D82" w14:textId="77777777" w:rsidR="00573BE0" w:rsidRDefault="00573BE0" w:rsidP="00573BE0">
      <w:pPr>
        <w:keepNext/>
        <w:numPr>
          <w:ilvl w:val="0"/>
          <w:numId w:val="38"/>
        </w:numPr>
        <w:spacing w:before="240" w:after="240"/>
      </w:pPr>
      <w:r>
        <w:t>I shall ensure that, if the duration of work on ITER site requires that employees would obtain a work permit from the competent French Authorities, I shall comply and the conditions of employment shall be compliant with the applicable legal requirements in France.</w:t>
      </w:r>
    </w:p>
    <w:p w14:paraId="384B7EDD" w14:textId="77777777" w:rsidR="009365A7" w:rsidRPr="009365A7" w:rsidRDefault="009365A7" w:rsidP="009365A7"/>
    <w:p w14:paraId="434EA553" w14:textId="77777777" w:rsidR="009365A7" w:rsidRPr="009365A7" w:rsidRDefault="009365A7" w:rsidP="009365A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4"/>
        <w:gridCol w:w="1689"/>
        <w:gridCol w:w="2773"/>
      </w:tblGrid>
      <w:tr w:rsidR="009365A7" w:rsidRPr="009365A7" w14:paraId="0425EFB0" w14:textId="77777777" w:rsidTr="00BF34BA">
        <w:trPr>
          <w:cantSplit/>
          <w:trHeight w:val="567"/>
          <w:jc w:val="center"/>
        </w:trPr>
        <w:tc>
          <w:tcPr>
            <w:tcW w:w="4856" w:type="dxa"/>
            <w:gridSpan w:val="2"/>
            <w:tcBorders>
              <w:top w:val="nil"/>
              <w:left w:val="nil"/>
              <w:bottom w:val="nil"/>
              <w:right w:val="nil"/>
            </w:tcBorders>
            <w:vAlign w:val="center"/>
          </w:tcPr>
          <w:p w14:paraId="3B292E1B" w14:textId="77777777" w:rsidR="009365A7" w:rsidRPr="009365A7" w:rsidRDefault="009365A7" w:rsidP="009365A7"/>
          <w:p w14:paraId="35DA8A31" w14:textId="77777777" w:rsidR="009365A7" w:rsidRPr="009365A7" w:rsidRDefault="009365A7" w:rsidP="009365A7">
            <w:pPr>
              <w:tabs>
                <w:tab w:val="right" w:leader="dot" w:pos="5099"/>
              </w:tabs>
            </w:pPr>
            <w:r w:rsidRPr="009365A7">
              <w:t xml:space="preserve">Signature:  </w:t>
            </w:r>
            <w:r w:rsidRPr="009365A7">
              <w:tab/>
              <w:t xml:space="preserve"> </w:t>
            </w:r>
          </w:p>
        </w:tc>
        <w:tc>
          <w:tcPr>
            <w:tcW w:w="3018" w:type="dxa"/>
            <w:vMerge w:val="restart"/>
            <w:tcBorders>
              <w:top w:val="nil"/>
              <w:left w:val="nil"/>
              <w:bottom w:val="nil"/>
              <w:right w:val="nil"/>
            </w:tcBorders>
          </w:tcPr>
          <w:p w14:paraId="1BF43F1D" w14:textId="77777777" w:rsidR="009365A7" w:rsidRPr="009365A7" w:rsidRDefault="009365A7" w:rsidP="009365A7">
            <w:pPr>
              <w:keepNext/>
              <w:jc w:val="center"/>
              <w:rPr>
                <w:sz w:val="20"/>
              </w:rPr>
            </w:pPr>
          </w:p>
        </w:tc>
      </w:tr>
      <w:tr w:rsidR="009365A7" w:rsidRPr="009365A7" w14:paraId="2BFE3778" w14:textId="77777777" w:rsidTr="00BF34BA">
        <w:trPr>
          <w:cantSplit/>
          <w:trHeight w:val="567"/>
          <w:jc w:val="center"/>
        </w:trPr>
        <w:tc>
          <w:tcPr>
            <w:tcW w:w="4856" w:type="dxa"/>
            <w:gridSpan w:val="2"/>
            <w:tcBorders>
              <w:top w:val="nil"/>
              <w:left w:val="nil"/>
              <w:bottom w:val="nil"/>
              <w:right w:val="nil"/>
            </w:tcBorders>
            <w:vAlign w:val="center"/>
          </w:tcPr>
          <w:p w14:paraId="3E68F699" w14:textId="77777777" w:rsidR="009365A7" w:rsidRPr="009365A7" w:rsidRDefault="009365A7" w:rsidP="009365A7"/>
          <w:p w14:paraId="5BC9263E" w14:textId="77777777" w:rsidR="009365A7" w:rsidRPr="009365A7" w:rsidRDefault="009365A7" w:rsidP="009365A7">
            <w:pPr>
              <w:tabs>
                <w:tab w:val="right" w:leader="dot" w:pos="5097"/>
              </w:tabs>
            </w:pPr>
            <w:r w:rsidRPr="009365A7">
              <w:t xml:space="preserve">Name: </w:t>
            </w:r>
            <w:r w:rsidRPr="009365A7">
              <w:tab/>
              <w:t xml:space="preserve">    </w:t>
            </w:r>
          </w:p>
        </w:tc>
        <w:tc>
          <w:tcPr>
            <w:tcW w:w="3018" w:type="dxa"/>
            <w:vMerge/>
            <w:tcBorders>
              <w:top w:val="nil"/>
              <w:left w:val="nil"/>
              <w:bottom w:val="nil"/>
              <w:right w:val="nil"/>
            </w:tcBorders>
          </w:tcPr>
          <w:p w14:paraId="4ECD107C" w14:textId="77777777" w:rsidR="009365A7" w:rsidRPr="009365A7" w:rsidRDefault="009365A7" w:rsidP="009365A7">
            <w:pPr>
              <w:keepNext/>
              <w:jc w:val="center"/>
              <w:rPr>
                <w:sz w:val="20"/>
              </w:rPr>
            </w:pPr>
          </w:p>
        </w:tc>
      </w:tr>
      <w:tr w:rsidR="009365A7" w:rsidRPr="009365A7" w14:paraId="5BDFB17D" w14:textId="77777777" w:rsidTr="00BF34BA">
        <w:trPr>
          <w:cantSplit/>
          <w:trHeight w:val="567"/>
          <w:jc w:val="center"/>
        </w:trPr>
        <w:tc>
          <w:tcPr>
            <w:tcW w:w="4856" w:type="dxa"/>
            <w:gridSpan w:val="2"/>
            <w:tcBorders>
              <w:top w:val="nil"/>
              <w:left w:val="nil"/>
              <w:bottom w:val="nil"/>
              <w:right w:val="nil"/>
            </w:tcBorders>
            <w:vAlign w:val="center"/>
          </w:tcPr>
          <w:p w14:paraId="52A2C8F0" w14:textId="77777777" w:rsidR="009365A7" w:rsidRPr="009365A7" w:rsidRDefault="009365A7" w:rsidP="009365A7"/>
          <w:p w14:paraId="4A0390EE" w14:textId="77777777" w:rsidR="009365A7" w:rsidRPr="009365A7" w:rsidRDefault="009365A7" w:rsidP="009365A7">
            <w:pPr>
              <w:tabs>
                <w:tab w:val="right" w:leader="dot" w:pos="5110"/>
              </w:tabs>
            </w:pPr>
            <w:r w:rsidRPr="009365A7">
              <w:t xml:space="preserve">Position: </w:t>
            </w:r>
            <w:r w:rsidRPr="009365A7">
              <w:tab/>
            </w:r>
          </w:p>
        </w:tc>
        <w:tc>
          <w:tcPr>
            <w:tcW w:w="3018" w:type="dxa"/>
            <w:vMerge/>
            <w:tcBorders>
              <w:top w:val="nil"/>
              <w:left w:val="nil"/>
              <w:bottom w:val="nil"/>
              <w:right w:val="nil"/>
            </w:tcBorders>
          </w:tcPr>
          <w:p w14:paraId="05DBC9F7" w14:textId="77777777" w:rsidR="009365A7" w:rsidRPr="009365A7" w:rsidRDefault="009365A7" w:rsidP="009365A7">
            <w:pPr>
              <w:rPr>
                <w:sz w:val="20"/>
              </w:rPr>
            </w:pPr>
          </w:p>
        </w:tc>
      </w:tr>
      <w:tr w:rsidR="009365A7" w:rsidRPr="009365A7" w14:paraId="0BFDFB35" w14:textId="77777777" w:rsidTr="00BF34BA">
        <w:trPr>
          <w:cantSplit/>
          <w:trHeight w:val="567"/>
          <w:jc w:val="center"/>
        </w:trPr>
        <w:tc>
          <w:tcPr>
            <w:tcW w:w="4856" w:type="dxa"/>
            <w:gridSpan w:val="2"/>
            <w:tcBorders>
              <w:top w:val="nil"/>
              <w:left w:val="nil"/>
              <w:bottom w:val="nil"/>
              <w:right w:val="nil"/>
            </w:tcBorders>
            <w:vAlign w:val="center"/>
          </w:tcPr>
          <w:p w14:paraId="2FA9016C" w14:textId="77777777" w:rsidR="009365A7" w:rsidRPr="009365A7" w:rsidRDefault="009365A7" w:rsidP="009365A7"/>
          <w:p w14:paraId="01A84D20" w14:textId="77777777" w:rsidR="009365A7" w:rsidRPr="009365A7" w:rsidRDefault="009365A7" w:rsidP="009365A7">
            <w:pPr>
              <w:tabs>
                <w:tab w:val="right" w:leader="dot" w:pos="5097"/>
              </w:tabs>
            </w:pPr>
            <w:r w:rsidRPr="009365A7">
              <w:t xml:space="preserve">Tel: </w:t>
            </w:r>
            <w:r w:rsidRPr="009365A7">
              <w:tab/>
            </w:r>
          </w:p>
        </w:tc>
        <w:tc>
          <w:tcPr>
            <w:tcW w:w="3018" w:type="dxa"/>
            <w:vMerge/>
            <w:tcBorders>
              <w:top w:val="nil"/>
              <w:left w:val="nil"/>
              <w:bottom w:val="nil"/>
              <w:right w:val="nil"/>
            </w:tcBorders>
          </w:tcPr>
          <w:p w14:paraId="30A383A4" w14:textId="77777777" w:rsidR="009365A7" w:rsidRPr="009365A7" w:rsidRDefault="009365A7" w:rsidP="009365A7">
            <w:pPr>
              <w:rPr>
                <w:sz w:val="20"/>
              </w:rPr>
            </w:pPr>
          </w:p>
        </w:tc>
      </w:tr>
      <w:tr w:rsidR="009365A7" w:rsidRPr="009365A7" w14:paraId="745793CA" w14:textId="77777777" w:rsidTr="00BF34BA">
        <w:trPr>
          <w:cantSplit/>
          <w:trHeight w:val="567"/>
          <w:jc w:val="center"/>
        </w:trPr>
        <w:tc>
          <w:tcPr>
            <w:tcW w:w="4856" w:type="dxa"/>
            <w:gridSpan w:val="2"/>
            <w:tcBorders>
              <w:top w:val="nil"/>
              <w:left w:val="nil"/>
              <w:bottom w:val="nil"/>
              <w:right w:val="nil"/>
            </w:tcBorders>
            <w:vAlign w:val="center"/>
          </w:tcPr>
          <w:p w14:paraId="299AC9F4" w14:textId="77777777" w:rsidR="009365A7" w:rsidRPr="009365A7" w:rsidRDefault="009365A7" w:rsidP="009365A7">
            <w:pPr>
              <w:tabs>
                <w:tab w:val="right" w:pos="5088"/>
              </w:tabs>
            </w:pPr>
          </w:p>
          <w:p w14:paraId="32425F7C" w14:textId="77777777" w:rsidR="009365A7" w:rsidRPr="009365A7" w:rsidRDefault="009365A7" w:rsidP="009365A7">
            <w:pPr>
              <w:tabs>
                <w:tab w:val="left" w:leader="dot" w:pos="5097"/>
              </w:tabs>
            </w:pPr>
            <w:r w:rsidRPr="009365A7">
              <w:t xml:space="preserve">E. mail address: </w:t>
            </w:r>
            <w:r w:rsidRPr="009365A7">
              <w:tab/>
            </w:r>
          </w:p>
        </w:tc>
        <w:tc>
          <w:tcPr>
            <w:tcW w:w="3018" w:type="dxa"/>
            <w:vMerge/>
            <w:tcBorders>
              <w:top w:val="nil"/>
              <w:left w:val="nil"/>
              <w:bottom w:val="nil"/>
              <w:right w:val="nil"/>
            </w:tcBorders>
          </w:tcPr>
          <w:p w14:paraId="3755DEF8" w14:textId="77777777" w:rsidR="009365A7" w:rsidRPr="009365A7" w:rsidRDefault="009365A7" w:rsidP="009365A7">
            <w:pPr>
              <w:rPr>
                <w:sz w:val="20"/>
              </w:rPr>
            </w:pPr>
          </w:p>
        </w:tc>
      </w:tr>
      <w:tr w:rsidR="009365A7" w:rsidRPr="009365A7" w14:paraId="1656722F" w14:textId="77777777" w:rsidTr="00BF34BA">
        <w:trPr>
          <w:cantSplit/>
          <w:trHeight w:val="567"/>
          <w:jc w:val="center"/>
        </w:trPr>
        <w:tc>
          <w:tcPr>
            <w:tcW w:w="4856" w:type="dxa"/>
            <w:gridSpan w:val="2"/>
            <w:tcBorders>
              <w:top w:val="nil"/>
              <w:left w:val="nil"/>
              <w:bottom w:val="nil"/>
              <w:right w:val="nil"/>
            </w:tcBorders>
            <w:vAlign w:val="center"/>
          </w:tcPr>
          <w:p w14:paraId="5ECD9DAC" w14:textId="77777777" w:rsidR="009365A7" w:rsidRPr="009365A7" w:rsidRDefault="009365A7" w:rsidP="009365A7"/>
          <w:p w14:paraId="1126C1E7" w14:textId="77777777" w:rsidR="009365A7" w:rsidRPr="009365A7" w:rsidRDefault="009365A7" w:rsidP="009365A7">
            <w:pPr>
              <w:tabs>
                <w:tab w:val="left" w:leader="dot" w:pos="5097"/>
              </w:tabs>
            </w:pPr>
            <w:r w:rsidRPr="009365A7">
              <w:t xml:space="preserve">Fax: </w:t>
            </w:r>
            <w:r w:rsidRPr="009365A7">
              <w:tab/>
            </w:r>
          </w:p>
        </w:tc>
        <w:tc>
          <w:tcPr>
            <w:tcW w:w="3018" w:type="dxa"/>
            <w:tcBorders>
              <w:top w:val="nil"/>
              <w:left w:val="nil"/>
              <w:bottom w:val="nil"/>
              <w:right w:val="nil"/>
            </w:tcBorders>
          </w:tcPr>
          <w:p w14:paraId="16E97C68" w14:textId="77777777" w:rsidR="009365A7" w:rsidRPr="009365A7" w:rsidRDefault="009365A7" w:rsidP="009365A7">
            <w:pPr>
              <w:rPr>
                <w:sz w:val="20"/>
              </w:rPr>
            </w:pPr>
          </w:p>
        </w:tc>
      </w:tr>
      <w:tr w:rsidR="009365A7" w:rsidRPr="009365A7" w14:paraId="10E23404" w14:textId="77777777" w:rsidTr="00BF34BA">
        <w:trPr>
          <w:gridAfter w:val="2"/>
          <w:wAfter w:w="4856" w:type="dxa"/>
          <w:cantSplit/>
          <w:trHeight w:val="567"/>
          <w:jc w:val="center"/>
        </w:trPr>
        <w:tc>
          <w:tcPr>
            <w:tcW w:w="3018" w:type="dxa"/>
            <w:tcBorders>
              <w:top w:val="nil"/>
              <w:left w:val="nil"/>
              <w:bottom w:val="nil"/>
              <w:right w:val="nil"/>
            </w:tcBorders>
            <w:vAlign w:val="center"/>
          </w:tcPr>
          <w:p w14:paraId="0D6724BB" w14:textId="77777777" w:rsidR="009365A7" w:rsidRPr="009365A7" w:rsidRDefault="009365A7" w:rsidP="009365A7"/>
          <w:p w14:paraId="48F8E17D" w14:textId="77777777" w:rsidR="009365A7" w:rsidRPr="009365A7" w:rsidRDefault="009365A7" w:rsidP="009365A7"/>
          <w:p w14:paraId="0EEF6429" w14:textId="77777777" w:rsidR="009365A7" w:rsidRPr="009365A7" w:rsidRDefault="009365A7" w:rsidP="009365A7">
            <w:pPr>
              <w:tabs>
                <w:tab w:val="left" w:leader="dot" w:pos="5097"/>
              </w:tabs>
            </w:pPr>
            <w:r w:rsidRPr="009365A7">
              <w:t xml:space="preserve">Date: </w:t>
            </w:r>
            <w:r w:rsidRPr="009365A7">
              <w:tab/>
            </w:r>
          </w:p>
        </w:tc>
      </w:tr>
      <w:tr w:rsidR="009365A7" w:rsidRPr="009365A7" w14:paraId="679B655D" w14:textId="77777777" w:rsidTr="00BF34BA">
        <w:trPr>
          <w:cantSplit/>
          <w:trHeight w:val="567"/>
          <w:jc w:val="center"/>
        </w:trPr>
        <w:tc>
          <w:tcPr>
            <w:tcW w:w="4856" w:type="dxa"/>
            <w:gridSpan w:val="2"/>
            <w:tcBorders>
              <w:top w:val="nil"/>
              <w:left w:val="nil"/>
              <w:bottom w:val="nil"/>
              <w:right w:val="nil"/>
            </w:tcBorders>
          </w:tcPr>
          <w:p w14:paraId="50F23CFE" w14:textId="77777777" w:rsidR="009365A7" w:rsidRPr="009365A7" w:rsidRDefault="009365A7" w:rsidP="009365A7"/>
          <w:p w14:paraId="781AB74F" w14:textId="77777777" w:rsidR="009365A7" w:rsidRPr="009365A7" w:rsidRDefault="009365A7" w:rsidP="009365A7"/>
          <w:p w14:paraId="33F74624" w14:textId="77777777" w:rsidR="009365A7" w:rsidRPr="009365A7" w:rsidRDefault="009365A7" w:rsidP="009365A7">
            <w:r w:rsidRPr="009365A7">
              <w:t>COMPANY STAMP</w:t>
            </w:r>
          </w:p>
          <w:p w14:paraId="304A910C" w14:textId="77777777" w:rsidR="009365A7" w:rsidRPr="009365A7" w:rsidRDefault="009365A7" w:rsidP="009365A7"/>
          <w:p w14:paraId="37AB3527" w14:textId="77777777" w:rsidR="009365A7" w:rsidRPr="009365A7" w:rsidRDefault="009365A7" w:rsidP="009365A7"/>
          <w:p w14:paraId="3E22F10F" w14:textId="77777777" w:rsidR="009365A7" w:rsidRPr="009365A7" w:rsidRDefault="009365A7" w:rsidP="009365A7"/>
          <w:p w14:paraId="5D86A8C2" w14:textId="77777777" w:rsidR="009365A7" w:rsidRPr="009365A7" w:rsidRDefault="009365A7" w:rsidP="009365A7"/>
        </w:tc>
        <w:tc>
          <w:tcPr>
            <w:tcW w:w="3018" w:type="dxa"/>
            <w:tcBorders>
              <w:top w:val="nil"/>
              <w:left w:val="nil"/>
              <w:bottom w:val="nil"/>
              <w:right w:val="nil"/>
            </w:tcBorders>
          </w:tcPr>
          <w:p w14:paraId="1205124A" w14:textId="77777777" w:rsidR="009365A7" w:rsidRPr="009365A7" w:rsidRDefault="009365A7" w:rsidP="009365A7">
            <w:pPr>
              <w:rPr>
                <w:sz w:val="20"/>
              </w:rPr>
            </w:pPr>
          </w:p>
        </w:tc>
      </w:tr>
      <w:tr w:rsidR="009365A7" w:rsidRPr="009365A7" w14:paraId="61259A49" w14:textId="77777777" w:rsidTr="00BF34BA">
        <w:trPr>
          <w:gridAfter w:val="2"/>
          <w:wAfter w:w="4856" w:type="dxa"/>
          <w:cantSplit/>
          <w:trHeight w:val="567"/>
          <w:jc w:val="center"/>
        </w:trPr>
        <w:tc>
          <w:tcPr>
            <w:tcW w:w="3018" w:type="dxa"/>
            <w:tcBorders>
              <w:top w:val="nil"/>
              <w:left w:val="nil"/>
              <w:bottom w:val="nil"/>
              <w:right w:val="nil"/>
            </w:tcBorders>
            <w:shd w:val="clear" w:color="auto" w:fill="auto"/>
          </w:tcPr>
          <w:p w14:paraId="4F8CA1BC" w14:textId="77777777" w:rsidR="009365A7" w:rsidRPr="009365A7" w:rsidRDefault="009365A7" w:rsidP="009365A7">
            <w:r w:rsidRPr="009365A7">
              <w:t>[* Delete as applicable]</w:t>
            </w:r>
          </w:p>
        </w:tc>
      </w:tr>
      <w:tr w:rsidR="009365A7" w:rsidRPr="009365A7" w14:paraId="3F51F217" w14:textId="77777777" w:rsidTr="00BF34BA">
        <w:trPr>
          <w:gridAfter w:val="2"/>
          <w:wAfter w:w="4856" w:type="dxa"/>
          <w:cantSplit/>
          <w:trHeight w:val="567"/>
          <w:jc w:val="center"/>
        </w:trPr>
        <w:tc>
          <w:tcPr>
            <w:tcW w:w="3018" w:type="dxa"/>
            <w:tcBorders>
              <w:top w:val="nil"/>
              <w:left w:val="nil"/>
              <w:bottom w:val="nil"/>
              <w:right w:val="nil"/>
            </w:tcBorders>
            <w:shd w:val="clear" w:color="auto" w:fill="auto"/>
          </w:tcPr>
          <w:p w14:paraId="7A9CDF6C" w14:textId="77777777" w:rsidR="009365A7" w:rsidRPr="009365A7" w:rsidRDefault="009365A7" w:rsidP="009365A7"/>
          <w:p w14:paraId="6F342A91" w14:textId="77777777" w:rsidR="009365A7" w:rsidRPr="009365A7" w:rsidRDefault="009365A7" w:rsidP="009365A7"/>
        </w:tc>
      </w:tr>
    </w:tbl>
    <w:p w14:paraId="45C1281C" w14:textId="77777777" w:rsidR="009365A7" w:rsidRPr="009365A7" w:rsidRDefault="009365A7" w:rsidP="009365A7">
      <w:pPr>
        <w:pBdr>
          <w:top w:val="single" w:sz="4" w:space="1" w:color="auto"/>
          <w:left w:val="single" w:sz="4" w:space="4" w:color="auto"/>
          <w:bottom w:val="single" w:sz="4" w:space="1" w:color="auto"/>
          <w:right w:val="single" w:sz="4" w:space="4" w:color="auto"/>
        </w:pBdr>
        <w:jc w:val="center"/>
        <w:rPr>
          <w:rFonts w:eastAsia="SimSun"/>
          <w:b/>
          <w:i/>
          <w:color w:val="800000"/>
          <w:szCs w:val="24"/>
        </w:rPr>
      </w:pPr>
      <w:r w:rsidRPr="009365A7">
        <w:rPr>
          <w:rFonts w:eastAsia="SimSun"/>
          <w:b/>
          <w:i/>
          <w:color w:val="800000"/>
          <w:szCs w:val="24"/>
        </w:rPr>
        <w:t>Reminder: Each sub-contractor, and in case of consortium, each member of the consortium shall complete and sign the form.</w:t>
      </w:r>
    </w:p>
    <w:p w14:paraId="1E2C8627" w14:textId="77777777" w:rsidR="009365A7" w:rsidRPr="009365A7" w:rsidRDefault="009365A7" w:rsidP="009365A7">
      <w:pPr>
        <w:spacing w:before="0"/>
        <w:jc w:val="left"/>
        <w:rPr>
          <w:rFonts w:eastAsia="Times New Roman"/>
          <w:b/>
          <w:bCs/>
          <w:sz w:val="28"/>
          <w:szCs w:val="26"/>
        </w:rPr>
      </w:pPr>
      <w:r w:rsidRPr="009365A7">
        <w:br w:type="page"/>
      </w:r>
    </w:p>
    <w:p w14:paraId="2D2340B0" w14:textId="77777777" w:rsidR="009365A7" w:rsidRPr="009365A7" w:rsidRDefault="009365A7" w:rsidP="009365A7">
      <w:pPr>
        <w:pBdr>
          <w:top w:val="single" w:sz="4" w:space="1" w:color="auto"/>
          <w:left w:val="single" w:sz="4" w:space="4" w:color="auto"/>
          <w:bottom w:val="single" w:sz="4" w:space="1" w:color="auto"/>
          <w:right w:val="single" w:sz="4" w:space="4" w:color="auto"/>
        </w:pBdr>
        <w:tabs>
          <w:tab w:val="left" w:pos="1134"/>
        </w:tabs>
        <w:spacing w:before="240" w:after="120"/>
        <w:ind w:right="431"/>
        <w:jc w:val="center"/>
        <w:outlineLvl w:val="0"/>
        <w:rPr>
          <w:b/>
          <w:sz w:val="28"/>
        </w:rPr>
      </w:pPr>
      <w:bookmarkStart w:id="3" w:name="_Toc13731869"/>
      <w:r w:rsidRPr="009365A7">
        <w:rPr>
          <w:b/>
          <w:sz w:val="28"/>
        </w:rPr>
        <w:lastRenderedPageBreak/>
        <w:t>FORM 3 - Tender Submission Form</w:t>
      </w:r>
      <w:bookmarkEnd w:id="3"/>
    </w:p>
    <w:p w14:paraId="3C757475" w14:textId="77777777" w:rsidR="009365A7" w:rsidRPr="009365A7" w:rsidRDefault="009365A7" w:rsidP="009365A7">
      <w:pPr>
        <w:jc w:val="center"/>
        <w:rPr>
          <w:b/>
          <w:sz w:val="28"/>
          <w:szCs w:val="28"/>
          <w:bdr w:val="single" w:sz="4" w:space="0" w:color="auto"/>
        </w:rPr>
      </w:pPr>
    </w:p>
    <w:p w14:paraId="57162D7C" w14:textId="257586CA" w:rsidR="00756FBE" w:rsidRPr="009365A7" w:rsidRDefault="00756FBE" w:rsidP="00756FBE">
      <w:pPr>
        <w:tabs>
          <w:tab w:val="right" w:pos="8789"/>
        </w:tabs>
        <w:spacing w:before="0"/>
        <w:rPr>
          <w:b/>
          <w:szCs w:val="24"/>
        </w:rPr>
      </w:pPr>
      <w:r w:rsidRPr="009365A7">
        <w:rPr>
          <w:szCs w:val="24"/>
          <w:lang w:val="es-ES"/>
        </w:rPr>
        <w:t xml:space="preserve">Tender No. </w:t>
      </w:r>
      <w:r w:rsidR="00A46CAE" w:rsidRPr="00A46CAE">
        <w:rPr>
          <w:b/>
          <w:szCs w:val="24"/>
        </w:rPr>
        <w:t>IO/21/OT/10021777/JLE</w:t>
      </w:r>
    </w:p>
    <w:p w14:paraId="1476D618" w14:textId="618BFC54" w:rsidR="009365A7" w:rsidRDefault="00756FBE" w:rsidP="001A136E">
      <w:pPr>
        <w:tabs>
          <w:tab w:val="right" w:pos="8789"/>
        </w:tabs>
        <w:spacing w:before="0"/>
        <w:ind w:left="540" w:hanging="540"/>
        <w:jc w:val="left"/>
        <w:rPr>
          <w:b/>
          <w:szCs w:val="24"/>
        </w:rPr>
      </w:pPr>
      <w:r w:rsidRPr="009365A7">
        <w:rPr>
          <w:szCs w:val="24"/>
        </w:rPr>
        <w:t xml:space="preserve">Title: </w:t>
      </w:r>
      <w:r w:rsidR="001A136E" w:rsidRPr="001A136E">
        <w:rPr>
          <w:b/>
          <w:szCs w:val="24"/>
        </w:rPr>
        <w:t>DMS Fast Shutter - Concept design and proof-of-principle prototyping/testing</w:t>
      </w:r>
    </w:p>
    <w:p w14:paraId="525BFFCD" w14:textId="77777777" w:rsidR="001A136E" w:rsidRPr="009365A7" w:rsidRDefault="001A136E" w:rsidP="001A136E">
      <w:pPr>
        <w:tabs>
          <w:tab w:val="right" w:pos="8789"/>
        </w:tabs>
        <w:spacing w:before="0"/>
        <w:ind w:left="540" w:hanging="540"/>
        <w:jc w:val="left"/>
        <w:rPr>
          <w:rFonts w:eastAsia="SimSun"/>
          <w:b/>
          <w:i/>
          <w:color w:val="800000"/>
          <w:szCs w:val="24"/>
        </w:rPr>
      </w:pPr>
    </w:p>
    <w:p w14:paraId="2E001B78" w14:textId="77777777" w:rsidR="009365A7" w:rsidRPr="009365A7" w:rsidRDefault="009365A7" w:rsidP="009365A7">
      <w:pPr>
        <w:rPr>
          <w:rFonts w:eastAsia="SimSun"/>
          <w:b/>
          <w:i/>
          <w:color w:val="800000"/>
          <w:szCs w:val="24"/>
        </w:rPr>
      </w:pPr>
      <w:r w:rsidRPr="009365A7">
        <w:rPr>
          <w:rFonts w:eastAsia="SimSun"/>
          <w:b/>
          <w:i/>
          <w:color w:val="800000"/>
          <w:szCs w:val="24"/>
        </w:rPr>
        <w:t>All documents requested shall be submitted bearing the official tenderer’s letterhead in one duly completed, dated and signed original form (for each lot, if the tender procedure is divided into lots), together with the number of copies specified in the Instructions to Tenderers.</w:t>
      </w:r>
    </w:p>
    <w:p w14:paraId="552A8406" w14:textId="77777777" w:rsidR="009365A7" w:rsidRPr="009365A7" w:rsidRDefault="009365A7" w:rsidP="009365A7">
      <w:pPr>
        <w:rPr>
          <w:b/>
        </w:rPr>
      </w:pPr>
    </w:p>
    <w:p w14:paraId="5B17CFEE" w14:textId="77777777" w:rsidR="009365A7" w:rsidRPr="009365A7" w:rsidRDefault="009365A7" w:rsidP="009365A7"/>
    <w:p w14:paraId="3B90B547" w14:textId="77777777" w:rsidR="009365A7" w:rsidRPr="009365A7" w:rsidRDefault="009365A7" w:rsidP="009365A7">
      <w:pPr>
        <w:numPr>
          <w:ilvl w:val="0"/>
          <w:numId w:val="11"/>
        </w:numPr>
        <w:spacing w:before="0" w:after="200" w:line="276" w:lineRule="auto"/>
        <w:contextualSpacing/>
        <w:jc w:val="left"/>
        <w:rPr>
          <w:b/>
        </w:rPr>
      </w:pPr>
      <w:r w:rsidRPr="009365A7">
        <w:rPr>
          <w:b/>
        </w:rPr>
        <w:t>Tenderer Information</w:t>
      </w:r>
    </w:p>
    <w:p w14:paraId="39873A23" w14:textId="77777777" w:rsidR="009365A7" w:rsidRPr="009365A7" w:rsidRDefault="009365A7" w:rsidP="009365A7"/>
    <w:p w14:paraId="13CE2649" w14:textId="77777777" w:rsidR="009365A7" w:rsidRPr="009365A7" w:rsidRDefault="009365A7" w:rsidP="009365A7">
      <w:pPr>
        <w:tabs>
          <w:tab w:val="right" w:leader="dot" w:pos="8931"/>
        </w:tabs>
        <w:jc w:val="left"/>
      </w:pPr>
      <w:r w:rsidRPr="009365A7">
        <w:t>Name of the company/consortium:</w:t>
      </w:r>
      <w:r w:rsidRPr="009365A7">
        <w:tab/>
      </w:r>
    </w:p>
    <w:p w14:paraId="669F82A1" w14:textId="77777777" w:rsidR="009365A7" w:rsidRPr="009365A7" w:rsidRDefault="009365A7" w:rsidP="009365A7"/>
    <w:p w14:paraId="1063389A" w14:textId="77777777" w:rsidR="009365A7" w:rsidRPr="009365A7" w:rsidRDefault="009365A7" w:rsidP="009365A7">
      <w:pPr>
        <w:tabs>
          <w:tab w:val="right" w:leader="dot" w:pos="8931"/>
        </w:tabs>
      </w:pPr>
      <w:r w:rsidRPr="009365A7">
        <w:t xml:space="preserve">Address: </w:t>
      </w:r>
      <w:r w:rsidRPr="009365A7">
        <w:tab/>
      </w:r>
    </w:p>
    <w:p w14:paraId="497F24D1" w14:textId="77777777" w:rsidR="009365A7" w:rsidRPr="009365A7" w:rsidRDefault="009365A7" w:rsidP="009365A7">
      <w:pPr>
        <w:tabs>
          <w:tab w:val="right" w:leader="dot" w:pos="8931"/>
        </w:tabs>
      </w:pPr>
      <w:r w:rsidRPr="009365A7">
        <w:tab/>
      </w:r>
    </w:p>
    <w:p w14:paraId="2DB43A99" w14:textId="77777777" w:rsidR="009365A7" w:rsidRPr="009365A7" w:rsidRDefault="009365A7" w:rsidP="009365A7">
      <w:pPr>
        <w:tabs>
          <w:tab w:val="right" w:leader="dot" w:pos="8931"/>
        </w:tabs>
      </w:pPr>
      <w:r w:rsidRPr="009365A7">
        <w:tab/>
        <w:t xml:space="preserve">  </w:t>
      </w:r>
    </w:p>
    <w:p w14:paraId="7638BCCC" w14:textId="77777777" w:rsidR="009365A7" w:rsidRPr="009365A7" w:rsidRDefault="009365A7" w:rsidP="009365A7"/>
    <w:p w14:paraId="79AFC74E" w14:textId="77777777" w:rsidR="009365A7" w:rsidRPr="009365A7" w:rsidRDefault="009365A7" w:rsidP="009365A7"/>
    <w:p w14:paraId="677DFC6F" w14:textId="77777777" w:rsidR="009365A7" w:rsidRPr="009365A7" w:rsidRDefault="009365A7" w:rsidP="009365A7">
      <w:pPr>
        <w:rPr>
          <w:b/>
        </w:rPr>
      </w:pPr>
      <w:r w:rsidRPr="009365A7">
        <w:rPr>
          <w:b/>
        </w:rPr>
        <w:t>Person(s) in charge of this offer</w:t>
      </w:r>
    </w:p>
    <w:p w14:paraId="674A2D53" w14:textId="77777777" w:rsidR="009365A7" w:rsidRPr="009365A7" w:rsidRDefault="009365A7" w:rsidP="009365A7"/>
    <w:p w14:paraId="23B9C4C9" w14:textId="77777777" w:rsidR="009365A7" w:rsidRPr="009365A7" w:rsidRDefault="009365A7" w:rsidP="009365A7">
      <w:pPr>
        <w:numPr>
          <w:ilvl w:val="0"/>
          <w:numId w:val="5"/>
        </w:numPr>
        <w:spacing w:before="0" w:after="200" w:line="276" w:lineRule="auto"/>
        <w:jc w:val="left"/>
      </w:pPr>
      <w:r w:rsidRPr="009365A7">
        <w:t>Business/commercial representative:</w:t>
      </w:r>
    </w:p>
    <w:p w14:paraId="28BF219F" w14:textId="77777777" w:rsidR="009365A7" w:rsidRPr="009365A7" w:rsidRDefault="009365A7" w:rsidP="009365A7"/>
    <w:p w14:paraId="477998FE" w14:textId="77777777" w:rsidR="009365A7" w:rsidRPr="009365A7" w:rsidRDefault="009365A7" w:rsidP="009365A7">
      <w:pPr>
        <w:tabs>
          <w:tab w:val="right" w:leader="dot" w:pos="8931"/>
        </w:tabs>
      </w:pPr>
      <w:r w:rsidRPr="009365A7">
        <w:t xml:space="preserve">Name: </w:t>
      </w:r>
      <w:r w:rsidRPr="009365A7">
        <w:tab/>
      </w:r>
    </w:p>
    <w:p w14:paraId="1EEF2603" w14:textId="77777777" w:rsidR="009365A7" w:rsidRPr="009365A7" w:rsidRDefault="009365A7" w:rsidP="009365A7">
      <w:pPr>
        <w:tabs>
          <w:tab w:val="right" w:leader="dot" w:pos="8931"/>
        </w:tabs>
      </w:pPr>
      <w:r w:rsidRPr="009365A7">
        <w:t xml:space="preserve">Address: </w:t>
      </w:r>
      <w:r w:rsidRPr="009365A7">
        <w:tab/>
      </w:r>
    </w:p>
    <w:p w14:paraId="5791FD7B" w14:textId="77777777" w:rsidR="009365A7" w:rsidRPr="009365A7" w:rsidRDefault="009365A7" w:rsidP="009365A7">
      <w:pPr>
        <w:tabs>
          <w:tab w:val="right" w:leader="dot" w:pos="8931"/>
        </w:tabs>
      </w:pPr>
      <w:r w:rsidRPr="009365A7">
        <w:t xml:space="preserve">E-mail: </w:t>
      </w:r>
      <w:r w:rsidRPr="009365A7">
        <w:tab/>
      </w:r>
    </w:p>
    <w:p w14:paraId="16B640F6" w14:textId="77777777" w:rsidR="009365A7" w:rsidRPr="009365A7" w:rsidRDefault="009365A7" w:rsidP="009365A7">
      <w:pPr>
        <w:tabs>
          <w:tab w:val="right" w:leader="dot" w:pos="8931"/>
        </w:tabs>
      </w:pPr>
      <w:r w:rsidRPr="009365A7">
        <w:t xml:space="preserve">Tel: </w:t>
      </w:r>
      <w:r w:rsidRPr="009365A7">
        <w:tab/>
        <w:t xml:space="preserve"> </w:t>
      </w:r>
    </w:p>
    <w:p w14:paraId="68E6D8B5" w14:textId="77777777" w:rsidR="009365A7" w:rsidRPr="009365A7" w:rsidRDefault="009365A7" w:rsidP="009365A7"/>
    <w:p w14:paraId="7B14928F" w14:textId="77777777" w:rsidR="009365A7" w:rsidRPr="009365A7" w:rsidRDefault="009365A7" w:rsidP="009365A7">
      <w:pPr>
        <w:numPr>
          <w:ilvl w:val="0"/>
          <w:numId w:val="5"/>
        </w:numPr>
        <w:spacing w:before="0" w:after="200" w:line="276" w:lineRule="auto"/>
        <w:jc w:val="left"/>
      </w:pPr>
      <w:r w:rsidRPr="009365A7">
        <w:t>Technical representative:</w:t>
      </w:r>
    </w:p>
    <w:p w14:paraId="5F476CFC" w14:textId="77777777" w:rsidR="009365A7" w:rsidRPr="009365A7" w:rsidRDefault="009365A7" w:rsidP="009365A7"/>
    <w:p w14:paraId="522CF542" w14:textId="77777777" w:rsidR="009365A7" w:rsidRPr="009365A7" w:rsidRDefault="009365A7" w:rsidP="009365A7">
      <w:pPr>
        <w:tabs>
          <w:tab w:val="right" w:leader="dot" w:pos="8931"/>
        </w:tabs>
      </w:pPr>
      <w:r w:rsidRPr="009365A7">
        <w:t xml:space="preserve">Name: </w:t>
      </w:r>
      <w:r w:rsidRPr="009365A7">
        <w:tab/>
      </w:r>
    </w:p>
    <w:p w14:paraId="21C9CC88" w14:textId="77777777" w:rsidR="009365A7" w:rsidRPr="009365A7" w:rsidRDefault="009365A7" w:rsidP="009365A7">
      <w:pPr>
        <w:tabs>
          <w:tab w:val="right" w:leader="dot" w:pos="8931"/>
        </w:tabs>
      </w:pPr>
      <w:r w:rsidRPr="009365A7">
        <w:t xml:space="preserve">Address: </w:t>
      </w:r>
      <w:r w:rsidRPr="009365A7">
        <w:tab/>
      </w:r>
    </w:p>
    <w:p w14:paraId="55B831EE" w14:textId="77777777" w:rsidR="009365A7" w:rsidRPr="009365A7" w:rsidRDefault="009365A7" w:rsidP="009365A7">
      <w:pPr>
        <w:tabs>
          <w:tab w:val="right" w:leader="dot" w:pos="8931"/>
        </w:tabs>
      </w:pPr>
      <w:r w:rsidRPr="009365A7">
        <w:t xml:space="preserve">E-mail: </w:t>
      </w:r>
      <w:r w:rsidRPr="009365A7">
        <w:tab/>
      </w:r>
    </w:p>
    <w:p w14:paraId="16605DF7" w14:textId="77777777" w:rsidR="009365A7" w:rsidRPr="009365A7" w:rsidRDefault="009365A7" w:rsidP="009365A7">
      <w:pPr>
        <w:tabs>
          <w:tab w:val="right" w:leader="dot" w:pos="8931"/>
        </w:tabs>
      </w:pPr>
      <w:r w:rsidRPr="009365A7">
        <w:t xml:space="preserve">Tel: </w:t>
      </w:r>
      <w:r w:rsidRPr="009365A7">
        <w:tab/>
      </w:r>
    </w:p>
    <w:p w14:paraId="0A0192CB" w14:textId="77777777" w:rsidR="009365A7" w:rsidRPr="009365A7" w:rsidRDefault="009365A7" w:rsidP="009365A7">
      <w:pPr>
        <w:rPr>
          <w:szCs w:val="24"/>
        </w:rPr>
      </w:pPr>
    </w:p>
    <w:p w14:paraId="796922DA" w14:textId="77777777" w:rsidR="009365A7" w:rsidRPr="009365A7" w:rsidRDefault="009365A7" w:rsidP="009365A7">
      <w:pPr>
        <w:rPr>
          <w:szCs w:val="24"/>
        </w:rPr>
      </w:pPr>
    </w:p>
    <w:p w14:paraId="516AEC5F" w14:textId="77777777" w:rsidR="009365A7" w:rsidRPr="009365A7" w:rsidRDefault="009365A7" w:rsidP="009365A7">
      <w:pPr>
        <w:numPr>
          <w:ilvl w:val="0"/>
          <w:numId w:val="11"/>
        </w:numPr>
        <w:spacing w:before="0" w:after="200" w:line="276" w:lineRule="auto"/>
        <w:contextualSpacing/>
        <w:jc w:val="left"/>
        <w:rPr>
          <w:b/>
        </w:rPr>
      </w:pPr>
      <w:r w:rsidRPr="009365A7">
        <w:rPr>
          <w:b/>
        </w:rPr>
        <w:t>Tender submitted by a single tenderer</w:t>
      </w:r>
    </w:p>
    <w:p w14:paraId="0DFAD700" w14:textId="77777777" w:rsidR="009365A7" w:rsidRPr="009365A7" w:rsidRDefault="009365A7" w:rsidP="009365A7">
      <w:pPr>
        <w:rPr>
          <w:b/>
        </w:rPr>
      </w:pPr>
    </w:p>
    <w:p w14:paraId="6B16D059" w14:textId="77777777" w:rsidR="009365A7" w:rsidRPr="009365A7" w:rsidRDefault="009365A7" w:rsidP="009365A7">
      <w:pPr>
        <w:tabs>
          <w:tab w:val="right" w:leader="dot" w:pos="8931"/>
        </w:tabs>
      </w:pPr>
      <w:r w:rsidRPr="009365A7">
        <w:t>Registered name of the company:</w:t>
      </w:r>
      <w:r w:rsidRPr="009365A7">
        <w:tab/>
      </w:r>
    </w:p>
    <w:p w14:paraId="6543CCC2" w14:textId="77777777" w:rsidR="009365A7" w:rsidRPr="009365A7" w:rsidRDefault="009365A7" w:rsidP="009365A7">
      <w:pPr>
        <w:tabs>
          <w:tab w:val="right" w:leader="dot" w:pos="8931"/>
        </w:tabs>
      </w:pPr>
      <w:r w:rsidRPr="009365A7">
        <w:t xml:space="preserve">Trading as: </w:t>
      </w:r>
      <w:r w:rsidRPr="009365A7">
        <w:tab/>
        <w:t xml:space="preserve"> </w:t>
      </w:r>
    </w:p>
    <w:p w14:paraId="75131400" w14:textId="77777777" w:rsidR="009365A7" w:rsidRPr="009365A7" w:rsidRDefault="009365A7" w:rsidP="009365A7">
      <w:pPr>
        <w:tabs>
          <w:tab w:val="right" w:leader="dot" w:pos="8931"/>
        </w:tabs>
      </w:pPr>
      <w:r w:rsidRPr="009365A7">
        <w:t xml:space="preserve">Authorized capital: </w:t>
      </w:r>
      <w:r w:rsidRPr="009365A7">
        <w:tab/>
      </w:r>
    </w:p>
    <w:p w14:paraId="77F348EB" w14:textId="77777777" w:rsidR="009365A7" w:rsidRPr="009365A7" w:rsidRDefault="009365A7" w:rsidP="009365A7">
      <w:pPr>
        <w:tabs>
          <w:tab w:val="right" w:pos="8931"/>
        </w:tabs>
        <w:jc w:val="left"/>
      </w:pPr>
      <w:r w:rsidRPr="009365A7">
        <w:t xml:space="preserve">Headquarter address: </w:t>
      </w:r>
    </w:p>
    <w:p w14:paraId="4B416890" w14:textId="77777777" w:rsidR="009365A7" w:rsidRPr="009365A7" w:rsidRDefault="009365A7" w:rsidP="009365A7">
      <w:pPr>
        <w:tabs>
          <w:tab w:val="right" w:leader="dot" w:pos="8931"/>
        </w:tabs>
        <w:jc w:val="left"/>
      </w:pPr>
      <w:r w:rsidRPr="009365A7">
        <w:lastRenderedPageBreak/>
        <w:tab/>
      </w:r>
    </w:p>
    <w:p w14:paraId="27554CA2" w14:textId="77777777" w:rsidR="009365A7" w:rsidRPr="009365A7" w:rsidRDefault="009365A7" w:rsidP="009365A7">
      <w:pPr>
        <w:tabs>
          <w:tab w:val="right" w:leader="dot" w:pos="8931"/>
        </w:tabs>
        <w:jc w:val="left"/>
      </w:pPr>
      <w:r w:rsidRPr="009365A7">
        <w:tab/>
      </w:r>
    </w:p>
    <w:p w14:paraId="0E69A10C" w14:textId="77777777" w:rsidR="009365A7" w:rsidRPr="009365A7" w:rsidRDefault="009365A7" w:rsidP="009365A7">
      <w:pPr>
        <w:tabs>
          <w:tab w:val="right" w:pos="8931"/>
        </w:tabs>
        <w:jc w:val="left"/>
      </w:pPr>
      <w:r w:rsidRPr="009365A7">
        <w:t xml:space="preserve">Place of business address: </w:t>
      </w:r>
    </w:p>
    <w:p w14:paraId="0553F3B3" w14:textId="77777777" w:rsidR="009365A7" w:rsidRPr="009365A7" w:rsidRDefault="009365A7" w:rsidP="009365A7">
      <w:pPr>
        <w:tabs>
          <w:tab w:val="right" w:leader="dot" w:pos="8931"/>
        </w:tabs>
        <w:jc w:val="left"/>
      </w:pPr>
      <w:r w:rsidRPr="009365A7">
        <w:tab/>
      </w:r>
    </w:p>
    <w:p w14:paraId="00B8BF32" w14:textId="77777777" w:rsidR="009365A7" w:rsidRPr="009365A7" w:rsidRDefault="009365A7" w:rsidP="009365A7">
      <w:pPr>
        <w:tabs>
          <w:tab w:val="right" w:leader="dot" w:pos="8931"/>
        </w:tabs>
        <w:jc w:val="left"/>
      </w:pPr>
      <w:r w:rsidRPr="009365A7">
        <w:tab/>
      </w:r>
    </w:p>
    <w:p w14:paraId="4A8B983C" w14:textId="77777777" w:rsidR="009365A7" w:rsidRPr="009365A7" w:rsidRDefault="009365A7" w:rsidP="009365A7">
      <w:pPr>
        <w:tabs>
          <w:tab w:val="right" w:leader="dot" w:pos="8931"/>
        </w:tabs>
        <w:jc w:val="left"/>
      </w:pPr>
      <w:r w:rsidRPr="009365A7">
        <w:tab/>
      </w:r>
    </w:p>
    <w:p w14:paraId="685C230B" w14:textId="77777777" w:rsidR="009365A7" w:rsidRPr="009365A7" w:rsidRDefault="009365A7" w:rsidP="009365A7">
      <w:pPr>
        <w:tabs>
          <w:tab w:val="right" w:leader="dot" w:pos="8931"/>
        </w:tabs>
      </w:pPr>
      <w:r w:rsidRPr="009365A7">
        <w:t xml:space="preserve">Tel:  </w:t>
      </w:r>
      <w:r w:rsidRPr="009365A7">
        <w:tab/>
      </w:r>
    </w:p>
    <w:p w14:paraId="31B93BDB" w14:textId="77777777" w:rsidR="009365A7" w:rsidRPr="009365A7" w:rsidRDefault="009365A7" w:rsidP="009365A7">
      <w:pPr>
        <w:tabs>
          <w:tab w:val="right" w:leader="dot" w:pos="8931"/>
        </w:tabs>
      </w:pPr>
      <w:r w:rsidRPr="009365A7">
        <w:t xml:space="preserve">Email address:  </w:t>
      </w:r>
      <w:r w:rsidRPr="009365A7">
        <w:tab/>
      </w:r>
    </w:p>
    <w:p w14:paraId="2A3A18C0" w14:textId="77777777" w:rsidR="009365A7" w:rsidRPr="009365A7" w:rsidRDefault="009365A7" w:rsidP="009365A7">
      <w:pPr>
        <w:tabs>
          <w:tab w:val="right" w:leader="dot" w:pos="8931"/>
        </w:tabs>
      </w:pPr>
      <w:r w:rsidRPr="009365A7">
        <w:t xml:space="preserve">Trade register No: </w:t>
      </w:r>
      <w:r w:rsidRPr="009365A7">
        <w:tab/>
        <w:t xml:space="preserve"> </w:t>
      </w:r>
    </w:p>
    <w:p w14:paraId="11D44F93" w14:textId="77777777" w:rsidR="009365A7" w:rsidRPr="009365A7" w:rsidRDefault="009365A7" w:rsidP="009365A7">
      <w:pPr>
        <w:tabs>
          <w:tab w:val="right" w:leader="dot" w:pos="8931"/>
        </w:tabs>
      </w:pPr>
      <w:r w:rsidRPr="009365A7">
        <w:t xml:space="preserve">VAT number: </w:t>
      </w:r>
      <w:r w:rsidRPr="009365A7">
        <w:tab/>
        <w:t xml:space="preserve"> </w:t>
      </w:r>
      <w:r w:rsidRPr="009365A7">
        <w:tab/>
      </w:r>
    </w:p>
    <w:p w14:paraId="18FD7B5E" w14:textId="77777777" w:rsidR="009365A7" w:rsidRPr="009365A7" w:rsidRDefault="009365A7" w:rsidP="009365A7">
      <w:pPr>
        <w:tabs>
          <w:tab w:val="right" w:leader="dot" w:pos="8931"/>
        </w:tabs>
      </w:pPr>
      <w:r w:rsidRPr="009365A7">
        <w:t xml:space="preserve">Date established: </w:t>
      </w:r>
      <w:r w:rsidRPr="009365A7">
        <w:tab/>
      </w:r>
    </w:p>
    <w:p w14:paraId="4F728B21" w14:textId="77777777" w:rsidR="009365A7" w:rsidRPr="009365A7" w:rsidRDefault="009365A7" w:rsidP="009365A7">
      <w:pPr>
        <w:tabs>
          <w:tab w:val="right" w:leader="dot" w:pos="8931"/>
        </w:tabs>
      </w:pPr>
      <w:r w:rsidRPr="009365A7">
        <w:t xml:space="preserve">Permanent workforce: </w:t>
      </w:r>
      <w:r w:rsidRPr="009365A7">
        <w:tab/>
        <w:t xml:space="preserve"> </w:t>
      </w:r>
    </w:p>
    <w:p w14:paraId="785063DA" w14:textId="77777777" w:rsidR="009365A7" w:rsidRPr="009365A7" w:rsidRDefault="009365A7" w:rsidP="009365A7">
      <w:pPr>
        <w:tabs>
          <w:tab w:val="right" w:leader="dot" w:pos="8931"/>
        </w:tabs>
      </w:pPr>
      <w:r w:rsidRPr="009365A7">
        <w:t xml:space="preserve">Secondary office:  </w:t>
      </w:r>
      <w:r w:rsidRPr="009365A7">
        <w:tab/>
      </w:r>
    </w:p>
    <w:p w14:paraId="3F138D7E" w14:textId="77777777" w:rsidR="009365A7" w:rsidRPr="009365A7" w:rsidRDefault="009365A7" w:rsidP="009365A7"/>
    <w:p w14:paraId="6C27F8CE" w14:textId="77777777" w:rsidR="009365A7" w:rsidRPr="009365A7" w:rsidRDefault="009365A7" w:rsidP="009365A7">
      <w:r w:rsidRPr="009365A7">
        <w:t xml:space="preserve">Names of main managerial staff: </w:t>
      </w:r>
    </w:p>
    <w:p w14:paraId="5480F577" w14:textId="77777777" w:rsidR="009365A7" w:rsidRPr="009365A7" w:rsidRDefault="009365A7" w:rsidP="009365A7">
      <w:pPr>
        <w:numPr>
          <w:ilvl w:val="0"/>
          <w:numId w:val="6"/>
        </w:numPr>
        <w:tabs>
          <w:tab w:val="right" w:leader="dot" w:pos="5103"/>
        </w:tabs>
        <w:spacing w:before="0" w:after="200" w:line="276" w:lineRule="auto"/>
        <w:ind w:left="1066" w:hanging="357"/>
        <w:contextualSpacing/>
        <w:jc w:val="left"/>
      </w:pPr>
      <w:r w:rsidRPr="009365A7">
        <w:tab/>
      </w:r>
    </w:p>
    <w:p w14:paraId="7255AF2B" w14:textId="77777777" w:rsidR="009365A7" w:rsidRPr="009365A7" w:rsidRDefault="009365A7" w:rsidP="009365A7">
      <w:pPr>
        <w:numPr>
          <w:ilvl w:val="0"/>
          <w:numId w:val="6"/>
        </w:numPr>
        <w:tabs>
          <w:tab w:val="right" w:leader="dot" w:pos="5103"/>
        </w:tabs>
        <w:spacing w:before="0" w:after="200" w:line="276" w:lineRule="auto"/>
        <w:ind w:left="1077" w:hanging="357"/>
        <w:contextualSpacing/>
        <w:jc w:val="left"/>
      </w:pPr>
      <w:r w:rsidRPr="009365A7">
        <w:tab/>
      </w:r>
    </w:p>
    <w:p w14:paraId="5C2DF5C3" w14:textId="77777777" w:rsidR="009365A7" w:rsidRPr="009365A7" w:rsidRDefault="009365A7" w:rsidP="009365A7">
      <w:pPr>
        <w:numPr>
          <w:ilvl w:val="0"/>
          <w:numId w:val="6"/>
        </w:numPr>
        <w:tabs>
          <w:tab w:val="center" w:leader="dot" w:pos="5103"/>
        </w:tabs>
        <w:spacing w:before="0" w:after="200" w:line="276" w:lineRule="auto"/>
        <w:ind w:left="1077" w:hanging="357"/>
        <w:contextualSpacing/>
        <w:jc w:val="left"/>
      </w:pPr>
      <w:r w:rsidRPr="009365A7">
        <w:tab/>
      </w:r>
    </w:p>
    <w:p w14:paraId="6A3A1E77" w14:textId="77777777" w:rsidR="009365A7" w:rsidRPr="009365A7" w:rsidRDefault="009365A7" w:rsidP="009365A7"/>
    <w:p w14:paraId="52AFB942" w14:textId="77777777" w:rsidR="009365A7" w:rsidRPr="009365A7" w:rsidRDefault="009365A7" w:rsidP="009365A7">
      <w:r w:rsidRPr="009365A7">
        <w:t>Names and positions of persons authorized to represent the company:</w:t>
      </w:r>
    </w:p>
    <w:p w14:paraId="3A6306BF" w14:textId="77777777" w:rsidR="009365A7" w:rsidRPr="009365A7" w:rsidRDefault="009365A7" w:rsidP="009365A7">
      <w:pPr>
        <w:numPr>
          <w:ilvl w:val="0"/>
          <w:numId w:val="14"/>
        </w:numPr>
        <w:tabs>
          <w:tab w:val="right" w:leader="dot" w:pos="5103"/>
        </w:tabs>
        <w:spacing w:before="0" w:after="200" w:line="276" w:lineRule="auto"/>
        <w:contextualSpacing/>
        <w:jc w:val="left"/>
      </w:pPr>
      <w:r w:rsidRPr="009365A7">
        <w:tab/>
      </w:r>
    </w:p>
    <w:p w14:paraId="0406AB33" w14:textId="77777777" w:rsidR="009365A7" w:rsidRPr="009365A7" w:rsidRDefault="009365A7" w:rsidP="009365A7">
      <w:pPr>
        <w:numPr>
          <w:ilvl w:val="0"/>
          <w:numId w:val="14"/>
        </w:numPr>
        <w:tabs>
          <w:tab w:val="right" w:leader="dot" w:pos="5103"/>
        </w:tabs>
        <w:spacing w:before="0" w:after="200" w:line="276" w:lineRule="auto"/>
        <w:contextualSpacing/>
        <w:jc w:val="left"/>
      </w:pPr>
      <w:r w:rsidRPr="009365A7">
        <w:tab/>
      </w:r>
    </w:p>
    <w:p w14:paraId="0EE286E4" w14:textId="77777777" w:rsidR="009365A7" w:rsidRPr="009365A7" w:rsidRDefault="009365A7" w:rsidP="009365A7">
      <w:pPr>
        <w:numPr>
          <w:ilvl w:val="0"/>
          <w:numId w:val="14"/>
        </w:numPr>
        <w:tabs>
          <w:tab w:val="center" w:leader="dot" w:pos="5103"/>
        </w:tabs>
        <w:spacing w:before="0" w:after="200" w:line="276" w:lineRule="auto"/>
        <w:contextualSpacing/>
        <w:jc w:val="left"/>
      </w:pPr>
      <w:r w:rsidRPr="009365A7">
        <w:tab/>
      </w:r>
    </w:p>
    <w:p w14:paraId="235D979F" w14:textId="77777777" w:rsidR="009365A7" w:rsidRPr="009365A7" w:rsidRDefault="009365A7" w:rsidP="009365A7">
      <w:pPr>
        <w:tabs>
          <w:tab w:val="right" w:leader="dot" w:pos="5103"/>
        </w:tabs>
        <w:contextualSpacing/>
      </w:pPr>
    </w:p>
    <w:p w14:paraId="588E6A7A" w14:textId="77777777" w:rsidR="009365A7" w:rsidRPr="009365A7" w:rsidRDefault="009365A7" w:rsidP="009365A7">
      <w:pPr>
        <w:tabs>
          <w:tab w:val="right" w:leader="dot" w:pos="5103"/>
        </w:tabs>
      </w:pPr>
    </w:p>
    <w:p w14:paraId="6A97C19B" w14:textId="77777777" w:rsidR="009365A7" w:rsidRPr="009365A7" w:rsidRDefault="009365A7" w:rsidP="009365A7">
      <w:r w:rsidRPr="009365A7">
        <w:t>Turnover and net income for the past three years:</w:t>
      </w:r>
    </w:p>
    <w:p w14:paraId="5AEB37BD" w14:textId="77777777" w:rsidR="009365A7" w:rsidRPr="009365A7" w:rsidRDefault="009365A7" w:rsidP="009365A7"/>
    <w:tbl>
      <w:tblPr>
        <w:tblStyle w:val="TableGrid2"/>
        <w:tblW w:w="0" w:type="auto"/>
        <w:tblLook w:val="04A0" w:firstRow="1" w:lastRow="0" w:firstColumn="1" w:lastColumn="0" w:noHBand="0" w:noVBand="1"/>
      </w:tblPr>
      <w:tblGrid>
        <w:gridCol w:w="1849"/>
        <w:gridCol w:w="1830"/>
        <w:gridCol w:w="1830"/>
        <w:gridCol w:w="1831"/>
        <w:gridCol w:w="1846"/>
      </w:tblGrid>
      <w:tr w:rsidR="009365A7" w:rsidRPr="009365A7" w14:paraId="4499C28C" w14:textId="77777777" w:rsidTr="00BF34BA">
        <w:tc>
          <w:tcPr>
            <w:tcW w:w="1882" w:type="dxa"/>
          </w:tcPr>
          <w:p w14:paraId="0CC64519" w14:textId="77777777" w:rsidR="009365A7" w:rsidRPr="009365A7" w:rsidRDefault="009365A7" w:rsidP="009365A7">
            <w:pPr>
              <w:rPr>
                <w:szCs w:val="20"/>
                <w:lang w:eastAsia="en-GB"/>
              </w:rPr>
            </w:pPr>
            <w:r w:rsidRPr="009365A7">
              <w:rPr>
                <w:szCs w:val="20"/>
                <w:lang w:eastAsia="en-GB"/>
              </w:rPr>
              <w:t xml:space="preserve">Euros </w:t>
            </w:r>
          </w:p>
        </w:tc>
        <w:tc>
          <w:tcPr>
            <w:tcW w:w="1882" w:type="dxa"/>
          </w:tcPr>
          <w:p w14:paraId="2D559817" w14:textId="379376FF" w:rsidR="009365A7" w:rsidRPr="009365A7" w:rsidRDefault="009365A7" w:rsidP="009365A7">
            <w:pPr>
              <w:rPr>
                <w:szCs w:val="20"/>
                <w:lang w:eastAsia="en-GB"/>
              </w:rPr>
            </w:pPr>
            <w:r w:rsidRPr="009365A7">
              <w:rPr>
                <w:szCs w:val="20"/>
                <w:lang w:eastAsia="en-GB"/>
              </w:rPr>
              <w:t xml:space="preserve">Year </w:t>
            </w:r>
            <w:r w:rsidR="001A136E">
              <w:rPr>
                <w:szCs w:val="20"/>
                <w:lang w:eastAsia="en-GB"/>
              </w:rPr>
              <w:t>2020</w:t>
            </w:r>
          </w:p>
        </w:tc>
        <w:tc>
          <w:tcPr>
            <w:tcW w:w="1882" w:type="dxa"/>
          </w:tcPr>
          <w:p w14:paraId="47B87330" w14:textId="59C2B411" w:rsidR="009365A7" w:rsidRPr="009365A7" w:rsidRDefault="009365A7" w:rsidP="009365A7">
            <w:pPr>
              <w:rPr>
                <w:szCs w:val="20"/>
                <w:lang w:eastAsia="en-GB"/>
              </w:rPr>
            </w:pPr>
            <w:r w:rsidRPr="009365A7">
              <w:rPr>
                <w:szCs w:val="20"/>
                <w:lang w:eastAsia="en-GB"/>
              </w:rPr>
              <w:t>Year 2</w:t>
            </w:r>
            <w:r w:rsidR="001A136E">
              <w:rPr>
                <w:szCs w:val="20"/>
                <w:lang w:eastAsia="en-GB"/>
              </w:rPr>
              <w:t>019</w:t>
            </w:r>
          </w:p>
        </w:tc>
        <w:tc>
          <w:tcPr>
            <w:tcW w:w="1883" w:type="dxa"/>
          </w:tcPr>
          <w:p w14:paraId="0A27C132" w14:textId="2163900C" w:rsidR="009365A7" w:rsidRPr="009365A7" w:rsidRDefault="009365A7" w:rsidP="009365A7">
            <w:pPr>
              <w:rPr>
                <w:szCs w:val="20"/>
                <w:lang w:eastAsia="en-GB"/>
              </w:rPr>
            </w:pPr>
            <w:r w:rsidRPr="009365A7">
              <w:rPr>
                <w:szCs w:val="20"/>
                <w:lang w:eastAsia="en-GB"/>
              </w:rPr>
              <w:t xml:space="preserve">Year </w:t>
            </w:r>
            <w:r w:rsidR="001A136E">
              <w:rPr>
                <w:szCs w:val="20"/>
                <w:lang w:eastAsia="en-GB"/>
              </w:rPr>
              <w:t>2018</w:t>
            </w:r>
          </w:p>
        </w:tc>
        <w:tc>
          <w:tcPr>
            <w:tcW w:w="1883" w:type="dxa"/>
          </w:tcPr>
          <w:p w14:paraId="322B5CF4" w14:textId="77777777" w:rsidR="009365A7" w:rsidRPr="009365A7" w:rsidRDefault="009365A7" w:rsidP="009365A7">
            <w:pPr>
              <w:rPr>
                <w:szCs w:val="20"/>
                <w:lang w:eastAsia="en-GB"/>
              </w:rPr>
            </w:pPr>
            <w:r w:rsidRPr="009365A7">
              <w:rPr>
                <w:szCs w:val="20"/>
                <w:lang w:eastAsia="en-GB"/>
              </w:rPr>
              <w:t>Average</w:t>
            </w:r>
          </w:p>
        </w:tc>
      </w:tr>
      <w:tr w:rsidR="009365A7" w:rsidRPr="009365A7" w14:paraId="6B77210A" w14:textId="77777777" w:rsidTr="00BF34BA">
        <w:tc>
          <w:tcPr>
            <w:tcW w:w="1882" w:type="dxa"/>
          </w:tcPr>
          <w:p w14:paraId="59C960C1" w14:textId="77777777" w:rsidR="009365A7" w:rsidRPr="009365A7" w:rsidRDefault="009365A7" w:rsidP="009365A7">
            <w:pPr>
              <w:rPr>
                <w:szCs w:val="20"/>
                <w:lang w:eastAsia="en-GB"/>
              </w:rPr>
            </w:pPr>
            <w:r w:rsidRPr="009365A7">
              <w:rPr>
                <w:szCs w:val="20"/>
                <w:lang w:eastAsia="en-GB"/>
              </w:rPr>
              <w:t>Turnover</w:t>
            </w:r>
          </w:p>
        </w:tc>
        <w:tc>
          <w:tcPr>
            <w:tcW w:w="1882" w:type="dxa"/>
          </w:tcPr>
          <w:p w14:paraId="1D91BB89" w14:textId="77777777" w:rsidR="009365A7" w:rsidRPr="009365A7" w:rsidRDefault="009365A7" w:rsidP="009365A7">
            <w:pPr>
              <w:rPr>
                <w:szCs w:val="20"/>
                <w:lang w:eastAsia="en-GB"/>
              </w:rPr>
            </w:pPr>
          </w:p>
        </w:tc>
        <w:tc>
          <w:tcPr>
            <w:tcW w:w="1882" w:type="dxa"/>
          </w:tcPr>
          <w:p w14:paraId="7AD42E10" w14:textId="77777777" w:rsidR="009365A7" w:rsidRPr="009365A7" w:rsidRDefault="009365A7" w:rsidP="009365A7">
            <w:pPr>
              <w:rPr>
                <w:szCs w:val="20"/>
                <w:lang w:eastAsia="en-GB"/>
              </w:rPr>
            </w:pPr>
          </w:p>
        </w:tc>
        <w:tc>
          <w:tcPr>
            <w:tcW w:w="1883" w:type="dxa"/>
          </w:tcPr>
          <w:p w14:paraId="38F81DF7" w14:textId="77777777" w:rsidR="009365A7" w:rsidRPr="009365A7" w:rsidRDefault="009365A7" w:rsidP="009365A7">
            <w:pPr>
              <w:rPr>
                <w:szCs w:val="20"/>
                <w:lang w:eastAsia="en-GB"/>
              </w:rPr>
            </w:pPr>
          </w:p>
        </w:tc>
        <w:tc>
          <w:tcPr>
            <w:tcW w:w="1883" w:type="dxa"/>
          </w:tcPr>
          <w:p w14:paraId="21A253D7" w14:textId="77777777" w:rsidR="009365A7" w:rsidRPr="009365A7" w:rsidRDefault="009365A7" w:rsidP="009365A7">
            <w:pPr>
              <w:rPr>
                <w:szCs w:val="20"/>
                <w:lang w:eastAsia="en-GB"/>
              </w:rPr>
            </w:pPr>
          </w:p>
        </w:tc>
      </w:tr>
      <w:tr w:rsidR="009365A7" w:rsidRPr="009365A7" w14:paraId="1E3B9DFA" w14:textId="77777777" w:rsidTr="00BF34BA">
        <w:tc>
          <w:tcPr>
            <w:tcW w:w="1882" w:type="dxa"/>
          </w:tcPr>
          <w:p w14:paraId="543B76D7" w14:textId="77777777" w:rsidR="009365A7" w:rsidRPr="009365A7" w:rsidRDefault="009365A7" w:rsidP="009365A7">
            <w:pPr>
              <w:rPr>
                <w:szCs w:val="20"/>
                <w:lang w:eastAsia="en-GB"/>
              </w:rPr>
            </w:pPr>
            <w:r w:rsidRPr="009365A7">
              <w:rPr>
                <w:szCs w:val="20"/>
                <w:lang w:eastAsia="en-GB"/>
              </w:rPr>
              <w:t>Net Income (+/-)</w:t>
            </w:r>
          </w:p>
        </w:tc>
        <w:tc>
          <w:tcPr>
            <w:tcW w:w="1882" w:type="dxa"/>
          </w:tcPr>
          <w:p w14:paraId="084AF9D7" w14:textId="77777777" w:rsidR="009365A7" w:rsidRPr="009365A7" w:rsidRDefault="009365A7" w:rsidP="009365A7">
            <w:pPr>
              <w:rPr>
                <w:szCs w:val="20"/>
                <w:lang w:eastAsia="en-GB"/>
              </w:rPr>
            </w:pPr>
          </w:p>
        </w:tc>
        <w:tc>
          <w:tcPr>
            <w:tcW w:w="1882" w:type="dxa"/>
          </w:tcPr>
          <w:p w14:paraId="3F5F5784" w14:textId="77777777" w:rsidR="009365A7" w:rsidRPr="009365A7" w:rsidRDefault="009365A7" w:rsidP="009365A7">
            <w:pPr>
              <w:rPr>
                <w:szCs w:val="20"/>
                <w:lang w:eastAsia="en-GB"/>
              </w:rPr>
            </w:pPr>
          </w:p>
        </w:tc>
        <w:tc>
          <w:tcPr>
            <w:tcW w:w="1883" w:type="dxa"/>
          </w:tcPr>
          <w:p w14:paraId="47AD3573" w14:textId="77777777" w:rsidR="009365A7" w:rsidRPr="009365A7" w:rsidRDefault="009365A7" w:rsidP="009365A7">
            <w:pPr>
              <w:rPr>
                <w:szCs w:val="20"/>
                <w:lang w:eastAsia="en-GB"/>
              </w:rPr>
            </w:pPr>
          </w:p>
        </w:tc>
        <w:tc>
          <w:tcPr>
            <w:tcW w:w="1883" w:type="dxa"/>
          </w:tcPr>
          <w:p w14:paraId="5AE85617" w14:textId="77777777" w:rsidR="009365A7" w:rsidRPr="009365A7" w:rsidRDefault="009365A7" w:rsidP="009365A7">
            <w:pPr>
              <w:rPr>
                <w:szCs w:val="20"/>
                <w:lang w:eastAsia="en-GB"/>
              </w:rPr>
            </w:pPr>
          </w:p>
        </w:tc>
      </w:tr>
    </w:tbl>
    <w:p w14:paraId="70284FB1" w14:textId="77777777" w:rsidR="009365A7" w:rsidRPr="009365A7" w:rsidRDefault="009365A7" w:rsidP="009365A7">
      <w:r w:rsidRPr="009365A7">
        <w:tab/>
      </w:r>
    </w:p>
    <w:p w14:paraId="55862B44" w14:textId="77777777" w:rsidR="009365A7" w:rsidRPr="009365A7" w:rsidRDefault="009365A7" w:rsidP="009365A7">
      <w:pPr>
        <w:tabs>
          <w:tab w:val="right" w:leader="dot" w:pos="8931"/>
        </w:tabs>
      </w:pPr>
      <w:r w:rsidRPr="009365A7">
        <w:t xml:space="preserve">Certification, if any: </w:t>
      </w:r>
      <w:r w:rsidRPr="009365A7">
        <w:tab/>
      </w:r>
    </w:p>
    <w:p w14:paraId="1736B42F" w14:textId="77777777" w:rsidR="009365A7" w:rsidRPr="009365A7" w:rsidRDefault="009365A7" w:rsidP="009365A7"/>
    <w:p w14:paraId="28AB38CE" w14:textId="77777777" w:rsidR="009365A7" w:rsidRPr="009365A7" w:rsidRDefault="009365A7" w:rsidP="009365A7">
      <w:pPr>
        <w:tabs>
          <w:tab w:val="right" w:leader="dot" w:pos="8931"/>
        </w:tabs>
      </w:pPr>
      <w:r w:rsidRPr="009365A7">
        <w:t xml:space="preserve">Accreditation, if any (type and validity): </w:t>
      </w:r>
      <w:r w:rsidRPr="009365A7">
        <w:tab/>
      </w:r>
    </w:p>
    <w:p w14:paraId="4BAF067C" w14:textId="77777777" w:rsidR="009365A7" w:rsidRPr="009365A7" w:rsidRDefault="009365A7" w:rsidP="009365A7"/>
    <w:p w14:paraId="1498A01C" w14:textId="77777777" w:rsidR="009365A7" w:rsidRPr="009365A7" w:rsidRDefault="009365A7" w:rsidP="009365A7"/>
    <w:p w14:paraId="3E431C93" w14:textId="77777777" w:rsidR="009365A7" w:rsidRPr="009365A7" w:rsidRDefault="009365A7" w:rsidP="009365A7">
      <w:pPr>
        <w:numPr>
          <w:ilvl w:val="0"/>
          <w:numId w:val="11"/>
        </w:numPr>
        <w:spacing w:before="0" w:after="200" w:line="276" w:lineRule="auto"/>
        <w:contextualSpacing/>
        <w:jc w:val="left"/>
        <w:rPr>
          <w:b/>
        </w:rPr>
      </w:pPr>
      <w:r w:rsidRPr="009365A7">
        <w:rPr>
          <w:b/>
        </w:rPr>
        <w:t>Tender submitted by a consortium</w:t>
      </w:r>
    </w:p>
    <w:p w14:paraId="2FAC1B67" w14:textId="77777777" w:rsidR="009365A7" w:rsidRPr="009365A7" w:rsidRDefault="009365A7" w:rsidP="009365A7"/>
    <w:p w14:paraId="78A41CC0" w14:textId="3EAA3E4B" w:rsidR="009365A7" w:rsidRDefault="009365A7" w:rsidP="009365A7">
      <w:r w:rsidRPr="009365A7">
        <w:t xml:space="preserve">The leader and each member shall provide the information mentioned above in Section 2. </w:t>
      </w:r>
    </w:p>
    <w:p w14:paraId="24249AC4" w14:textId="77777777" w:rsidR="00321534" w:rsidRPr="009365A7" w:rsidRDefault="00321534" w:rsidP="009365A7">
      <w:pPr>
        <w:rPr>
          <w:b/>
          <w:sz w:val="28"/>
        </w:rPr>
      </w:pPr>
    </w:p>
    <w:p w14:paraId="4AEFE5E3" w14:textId="77777777" w:rsidR="009365A7" w:rsidRPr="009365A7" w:rsidRDefault="009365A7" w:rsidP="009365A7">
      <w:pPr>
        <w:rPr>
          <w:b/>
          <w:sz w:val="28"/>
        </w:rPr>
      </w:pPr>
    </w:p>
    <w:p w14:paraId="70532448" w14:textId="77777777" w:rsidR="009365A7" w:rsidRPr="009365A7" w:rsidRDefault="009365A7" w:rsidP="009365A7">
      <w:pPr>
        <w:numPr>
          <w:ilvl w:val="0"/>
          <w:numId w:val="12"/>
        </w:numPr>
        <w:spacing w:before="0" w:after="200" w:line="276" w:lineRule="auto"/>
        <w:contextualSpacing/>
        <w:jc w:val="left"/>
        <w:rPr>
          <w:b/>
          <w:bCs/>
          <w:szCs w:val="24"/>
        </w:rPr>
      </w:pPr>
      <w:r w:rsidRPr="009365A7">
        <w:rPr>
          <w:b/>
          <w:bCs/>
          <w:szCs w:val="24"/>
        </w:rPr>
        <w:t>Division of the scope</w:t>
      </w:r>
    </w:p>
    <w:p w14:paraId="40A3D0CC" w14:textId="77777777" w:rsidR="009365A7" w:rsidRPr="009365A7" w:rsidRDefault="009365A7" w:rsidP="009365A7">
      <w:pPr>
        <w:rPr>
          <w:b/>
        </w:rPr>
      </w:pPr>
    </w:p>
    <w:p w14:paraId="678DF8A6" w14:textId="77777777" w:rsidR="009365A7" w:rsidRPr="009365A7" w:rsidRDefault="009365A7" w:rsidP="009365A7">
      <w:r w:rsidRPr="009365A7">
        <w:t>The tenderer shall complete the table below:</w:t>
      </w:r>
      <w:r w:rsidRPr="009365A7">
        <w:rPr>
          <w:b/>
        </w:rPr>
        <w:t xml:space="preserve"> </w:t>
      </w:r>
    </w:p>
    <w:p w14:paraId="4C88F0A4" w14:textId="77777777" w:rsidR="009365A7" w:rsidRPr="009365A7" w:rsidRDefault="009365A7" w:rsidP="009365A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839"/>
        <w:gridCol w:w="1834"/>
        <w:gridCol w:w="1838"/>
        <w:gridCol w:w="1837"/>
      </w:tblGrid>
      <w:tr w:rsidR="009365A7" w:rsidRPr="009365A7" w14:paraId="27241CBA" w14:textId="77777777" w:rsidTr="00BF34BA">
        <w:tc>
          <w:tcPr>
            <w:tcW w:w="1856" w:type="dxa"/>
            <w:shd w:val="clear" w:color="auto" w:fill="auto"/>
          </w:tcPr>
          <w:p w14:paraId="3C84927A" w14:textId="77777777" w:rsidR="009365A7" w:rsidRPr="009365A7" w:rsidRDefault="009365A7" w:rsidP="009365A7">
            <w:pPr>
              <w:jc w:val="center"/>
            </w:pPr>
            <w:r w:rsidRPr="009365A7">
              <w:t>Name of member</w:t>
            </w:r>
          </w:p>
        </w:tc>
        <w:tc>
          <w:tcPr>
            <w:tcW w:w="1856" w:type="dxa"/>
            <w:shd w:val="clear" w:color="auto" w:fill="auto"/>
          </w:tcPr>
          <w:p w14:paraId="44F4366D" w14:textId="77777777" w:rsidR="009365A7" w:rsidRPr="009365A7" w:rsidRDefault="009365A7" w:rsidP="009365A7">
            <w:pPr>
              <w:jc w:val="center"/>
            </w:pPr>
            <w:r w:rsidRPr="009365A7">
              <w:t>Function under the contract</w:t>
            </w:r>
          </w:p>
        </w:tc>
        <w:tc>
          <w:tcPr>
            <w:tcW w:w="1856" w:type="dxa"/>
            <w:shd w:val="clear" w:color="auto" w:fill="auto"/>
          </w:tcPr>
          <w:p w14:paraId="67D8C0D9" w14:textId="77777777" w:rsidR="009365A7" w:rsidRPr="009365A7" w:rsidRDefault="009365A7" w:rsidP="009365A7">
            <w:pPr>
              <w:jc w:val="center"/>
            </w:pPr>
            <w:r w:rsidRPr="009365A7">
              <w:t>Scope</w:t>
            </w:r>
          </w:p>
        </w:tc>
        <w:tc>
          <w:tcPr>
            <w:tcW w:w="1856" w:type="dxa"/>
            <w:shd w:val="clear" w:color="auto" w:fill="auto"/>
          </w:tcPr>
          <w:p w14:paraId="016B2917" w14:textId="77777777" w:rsidR="009365A7" w:rsidRPr="009365A7" w:rsidRDefault="009365A7" w:rsidP="009365A7">
            <w:pPr>
              <w:jc w:val="center"/>
            </w:pPr>
            <w:r w:rsidRPr="009365A7">
              <w:t>Country of origin</w:t>
            </w:r>
          </w:p>
        </w:tc>
        <w:tc>
          <w:tcPr>
            <w:tcW w:w="1856" w:type="dxa"/>
            <w:shd w:val="clear" w:color="auto" w:fill="auto"/>
          </w:tcPr>
          <w:p w14:paraId="07140C2F" w14:textId="77777777" w:rsidR="009365A7" w:rsidRPr="009365A7" w:rsidRDefault="009365A7" w:rsidP="009365A7">
            <w:pPr>
              <w:jc w:val="center"/>
            </w:pPr>
            <w:r w:rsidRPr="009365A7">
              <w:t>% of offer amount</w:t>
            </w:r>
          </w:p>
        </w:tc>
      </w:tr>
      <w:tr w:rsidR="009365A7" w:rsidRPr="009365A7" w14:paraId="0CFB4795" w14:textId="77777777" w:rsidTr="00BF34BA">
        <w:tc>
          <w:tcPr>
            <w:tcW w:w="1856" w:type="dxa"/>
            <w:shd w:val="clear" w:color="auto" w:fill="auto"/>
          </w:tcPr>
          <w:p w14:paraId="2F6ECCA6" w14:textId="77777777" w:rsidR="009365A7" w:rsidRPr="009365A7" w:rsidRDefault="009365A7" w:rsidP="009365A7">
            <w:pPr>
              <w:jc w:val="left"/>
            </w:pPr>
          </w:p>
        </w:tc>
        <w:tc>
          <w:tcPr>
            <w:tcW w:w="1856" w:type="dxa"/>
            <w:shd w:val="clear" w:color="auto" w:fill="auto"/>
          </w:tcPr>
          <w:p w14:paraId="48ADB98F" w14:textId="77777777" w:rsidR="009365A7" w:rsidRPr="009365A7" w:rsidRDefault="009365A7" w:rsidP="009365A7">
            <w:pPr>
              <w:jc w:val="left"/>
            </w:pPr>
          </w:p>
        </w:tc>
        <w:tc>
          <w:tcPr>
            <w:tcW w:w="1856" w:type="dxa"/>
            <w:shd w:val="clear" w:color="auto" w:fill="auto"/>
          </w:tcPr>
          <w:p w14:paraId="4BB47C73" w14:textId="77777777" w:rsidR="009365A7" w:rsidRPr="009365A7" w:rsidRDefault="009365A7" w:rsidP="009365A7">
            <w:pPr>
              <w:jc w:val="left"/>
            </w:pPr>
          </w:p>
        </w:tc>
        <w:tc>
          <w:tcPr>
            <w:tcW w:w="1856" w:type="dxa"/>
            <w:shd w:val="clear" w:color="auto" w:fill="auto"/>
          </w:tcPr>
          <w:p w14:paraId="661733AC" w14:textId="77777777" w:rsidR="009365A7" w:rsidRPr="009365A7" w:rsidRDefault="009365A7" w:rsidP="009365A7">
            <w:pPr>
              <w:jc w:val="left"/>
            </w:pPr>
          </w:p>
        </w:tc>
        <w:tc>
          <w:tcPr>
            <w:tcW w:w="1856" w:type="dxa"/>
            <w:shd w:val="clear" w:color="auto" w:fill="auto"/>
          </w:tcPr>
          <w:p w14:paraId="23263CE8" w14:textId="77777777" w:rsidR="009365A7" w:rsidRPr="009365A7" w:rsidRDefault="009365A7" w:rsidP="009365A7">
            <w:pPr>
              <w:jc w:val="left"/>
            </w:pPr>
          </w:p>
        </w:tc>
      </w:tr>
      <w:tr w:rsidR="009365A7" w:rsidRPr="009365A7" w14:paraId="685C4DCF" w14:textId="77777777" w:rsidTr="00BF34BA">
        <w:tc>
          <w:tcPr>
            <w:tcW w:w="1856" w:type="dxa"/>
            <w:shd w:val="clear" w:color="auto" w:fill="auto"/>
          </w:tcPr>
          <w:p w14:paraId="1EF5D48E" w14:textId="77777777" w:rsidR="009365A7" w:rsidRPr="009365A7" w:rsidRDefault="009365A7" w:rsidP="009365A7">
            <w:pPr>
              <w:jc w:val="left"/>
            </w:pPr>
          </w:p>
        </w:tc>
        <w:tc>
          <w:tcPr>
            <w:tcW w:w="1856" w:type="dxa"/>
            <w:shd w:val="clear" w:color="auto" w:fill="auto"/>
          </w:tcPr>
          <w:p w14:paraId="57E8129E" w14:textId="77777777" w:rsidR="009365A7" w:rsidRPr="009365A7" w:rsidRDefault="009365A7" w:rsidP="009365A7">
            <w:pPr>
              <w:jc w:val="left"/>
            </w:pPr>
          </w:p>
        </w:tc>
        <w:tc>
          <w:tcPr>
            <w:tcW w:w="1856" w:type="dxa"/>
            <w:shd w:val="clear" w:color="auto" w:fill="auto"/>
          </w:tcPr>
          <w:p w14:paraId="7D1F18BA" w14:textId="77777777" w:rsidR="009365A7" w:rsidRPr="009365A7" w:rsidRDefault="009365A7" w:rsidP="009365A7">
            <w:pPr>
              <w:jc w:val="left"/>
            </w:pPr>
          </w:p>
        </w:tc>
        <w:tc>
          <w:tcPr>
            <w:tcW w:w="1856" w:type="dxa"/>
            <w:shd w:val="clear" w:color="auto" w:fill="auto"/>
          </w:tcPr>
          <w:p w14:paraId="2D0495E7" w14:textId="77777777" w:rsidR="009365A7" w:rsidRPr="009365A7" w:rsidRDefault="009365A7" w:rsidP="009365A7">
            <w:pPr>
              <w:jc w:val="left"/>
            </w:pPr>
          </w:p>
        </w:tc>
        <w:tc>
          <w:tcPr>
            <w:tcW w:w="1856" w:type="dxa"/>
            <w:shd w:val="clear" w:color="auto" w:fill="auto"/>
          </w:tcPr>
          <w:p w14:paraId="23F77BFD" w14:textId="77777777" w:rsidR="009365A7" w:rsidRPr="009365A7" w:rsidRDefault="009365A7" w:rsidP="009365A7">
            <w:pPr>
              <w:jc w:val="left"/>
            </w:pPr>
          </w:p>
        </w:tc>
      </w:tr>
      <w:tr w:rsidR="009365A7" w:rsidRPr="009365A7" w14:paraId="10E030ED" w14:textId="77777777" w:rsidTr="00BF34BA">
        <w:tc>
          <w:tcPr>
            <w:tcW w:w="1856" w:type="dxa"/>
            <w:shd w:val="clear" w:color="auto" w:fill="auto"/>
          </w:tcPr>
          <w:p w14:paraId="3821E12E" w14:textId="77777777" w:rsidR="009365A7" w:rsidRPr="009365A7" w:rsidRDefault="009365A7" w:rsidP="009365A7">
            <w:pPr>
              <w:jc w:val="left"/>
            </w:pPr>
          </w:p>
        </w:tc>
        <w:tc>
          <w:tcPr>
            <w:tcW w:w="1856" w:type="dxa"/>
            <w:shd w:val="clear" w:color="auto" w:fill="auto"/>
          </w:tcPr>
          <w:p w14:paraId="06C87988" w14:textId="77777777" w:rsidR="009365A7" w:rsidRPr="009365A7" w:rsidRDefault="009365A7" w:rsidP="009365A7">
            <w:pPr>
              <w:jc w:val="left"/>
            </w:pPr>
          </w:p>
        </w:tc>
        <w:tc>
          <w:tcPr>
            <w:tcW w:w="1856" w:type="dxa"/>
            <w:shd w:val="clear" w:color="auto" w:fill="auto"/>
          </w:tcPr>
          <w:p w14:paraId="53EB0563" w14:textId="77777777" w:rsidR="009365A7" w:rsidRPr="009365A7" w:rsidRDefault="009365A7" w:rsidP="009365A7">
            <w:pPr>
              <w:jc w:val="left"/>
            </w:pPr>
          </w:p>
        </w:tc>
        <w:tc>
          <w:tcPr>
            <w:tcW w:w="1856" w:type="dxa"/>
            <w:shd w:val="clear" w:color="auto" w:fill="auto"/>
          </w:tcPr>
          <w:p w14:paraId="7A3A7C88" w14:textId="77777777" w:rsidR="009365A7" w:rsidRPr="009365A7" w:rsidRDefault="009365A7" w:rsidP="009365A7">
            <w:pPr>
              <w:jc w:val="left"/>
            </w:pPr>
          </w:p>
        </w:tc>
        <w:tc>
          <w:tcPr>
            <w:tcW w:w="1856" w:type="dxa"/>
            <w:shd w:val="clear" w:color="auto" w:fill="auto"/>
          </w:tcPr>
          <w:p w14:paraId="30C857E1" w14:textId="77777777" w:rsidR="009365A7" w:rsidRPr="009365A7" w:rsidRDefault="009365A7" w:rsidP="009365A7">
            <w:pPr>
              <w:jc w:val="left"/>
            </w:pPr>
          </w:p>
        </w:tc>
      </w:tr>
      <w:tr w:rsidR="009365A7" w:rsidRPr="009365A7" w14:paraId="71872BA8" w14:textId="77777777" w:rsidTr="00BF34BA">
        <w:tc>
          <w:tcPr>
            <w:tcW w:w="1856" w:type="dxa"/>
            <w:shd w:val="clear" w:color="auto" w:fill="auto"/>
          </w:tcPr>
          <w:p w14:paraId="03C1B3F1" w14:textId="77777777" w:rsidR="009365A7" w:rsidRPr="009365A7" w:rsidRDefault="009365A7" w:rsidP="009365A7">
            <w:pPr>
              <w:jc w:val="left"/>
            </w:pPr>
          </w:p>
        </w:tc>
        <w:tc>
          <w:tcPr>
            <w:tcW w:w="1856" w:type="dxa"/>
            <w:shd w:val="clear" w:color="auto" w:fill="auto"/>
          </w:tcPr>
          <w:p w14:paraId="3920CEBC" w14:textId="77777777" w:rsidR="009365A7" w:rsidRPr="009365A7" w:rsidRDefault="009365A7" w:rsidP="009365A7">
            <w:pPr>
              <w:jc w:val="left"/>
            </w:pPr>
          </w:p>
        </w:tc>
        <w:tc>
          <w:tcPr>
            <w:tcW w:w="1856" w:type="dxa"/>
            <w:shd w:val="clear" w:color="auto" w:fill="auto"/>
          </w:tcPr>
          <w:p w14:paraId="3AA7E640" w14:textId="77777777" w:rsidR="009365A7" w:rsidRPr="009365A7" w:rsidRDefault="009365A7" w:rsidP="009365A7">
            <w:pPr>
              <w:jc w:val="left"/>
            </w:pPr>
          </w:p>
        </w:tc>
        <w:tc>
          <w:tcPr>
            <w:tcW w:w="1856" w:type="dxa"/>
            <w:shd w:val="clear" w:color="auto" w:fill="auto"/>
          </w:tcPr>
          <w:p w14:paraId="56390AED" w14:textId="77777777" w:rsidR="009365A7" w:rsidRPr="009365A7" w:rsidRDefault="009365A7" w:rsidP="009365A7">
            <w:pPr>
              <w:jc w:val="left"/>
            </w:pPr>
          </w:p>
        </w:tc>
        <w:tc>
          <w:tcPr>
            <w:tcW w:w="1856" w:type="dxa"/>
            <w:shd w:val="clear" w:color="auto" w:fill="auto"/>
          </w:tcPr>
          <w:p w14:paraId="65651298" w14:textId="77777777" w:rsidR="009365A7" w:rsidRPr="009365A7" w:rsidRDefault="009365A7" w:rsidP="009365A7">
            <w:pPr>
              <w:jc w:val="left"/>
            </w:pPr>
          </w:p>
        </w:tc>
      </w:tr>
      <w:tr w:rsidR="009365A7" w:rsidRPr="009365A7" w14:paraId="4DB7FC8E" w14:textId="77777777" w:rsidTr="00BF34BA">
        <w:tc>
          <w:tcPr>
            <w:tcW w:w="1856" w:type="dxa"/>
            <w:shd w:val="clear" w:color="auto" w:fill="auto"/>
          </w:tcPr>
          <w:p w14:paraId="69A2AF16" w14:textId="77777777" w:rsidR="009365A7" w:rsidRPr="009365A7" w:rsidRDefault="009365A7" w:rsidP="009365A7">
            <w:pPr>
              <w:jc w:val="left"/>
            </w:pPr>
          </w:p>
        </w:tc>
        <w:tc>
          <w:tcPr>
            <w:tcW w:w="1856" w:type="dxa"/>
            <w:shd w:val="clear" w:color="auto" w:fill="auto"/>
          </w:tcPr>
          <w:p w14:paraId="2123BDEE" w14:textId="77777777" w:rsidR="009365A7" w:rsidRPr="009365A7" w:rsidRDefault="009365A7" w:rsidP="009365A7">
            <w:pPr>
              <w:jc w:val="left"/>
            </w:pPr>
          </w:p>
        </w:tc>
        <w:tc>
          <w:tcPr>
            <w:tcW w:w="1856" w:type="dxa"/>
            <w:shd w:val="clear" w:color="auto" w:fill="auto"/>
          </w:tcPr>
          <w:p w14:paraId="733A0C41" w14:textId="77777777" w:rsidR="009365A7" w:rsidRPr="009365A7" w:rsidRDefault="009365A7" w:rsidP="009365A7">
            <w:pPr>
              <w:jc w:val="left"/>
            </w:pPr>
          </w:p>
        </w:tc>
        <w:tc>
          <w:tcPr>
            <w:tcW w:w="1856" w:type="dxa"/>
            <w:shd w:val="clear" w:color="auto" w:fill="auto"/>
          </w:tcPr>
          <w:p w14:paraId="14F50DAE" w14:textId="77777777" w:rsidR="009365A7" w:rsidRPr="009365A7" w:rsidRDefault="009365A7" w:rsidP="009365A7">
            <w:pPr>
              <w:jc w:val="left"/>
            </w:pPr>
          </w:p>
        </w:tc>
        <w:tc>
          <w:tcPr>
            <w:tcW w:w="1856" w:type="dxa"/>
            <w:shd w:val="clear" w:color="auto" w:fill="auto"/>
          </w:tcPr>
          <w:p w14:paraId="181A8DA0" w14:textId="77777777" w:rsidR="009365A7" w:rsidRPr="009365A7" w:rsidRDefault="009365A7" w:rsidP="009365A7">
            <w:pPr>
              <w:jc w:val="left"/>
            </w:pPr>
          </w:p>
        </w:tc>
      </w:tr>
      <w:tr w:rsidR="009365A7" w:rsidRPr="009365A7" w14:paraId="12E79A8B" w14:textId="77777777" w:rsidTr="00BF34BA">
        <w:tc>
          <w:tcPr>
            <w:tcW w:w="1856" w:type="dxa"/>
            <w:shd w:val="clear" w:color="auto" w:fill="auto"/>
          </w:tcPr>
          <w:p w14:paraId="2660ADBA" w14:textId="77777777" w:rsidR="009365A7" w:rsidRPr="009365A7" w:rsidRDefault="009365A7" w:rsidP="009365A7">
            <w:pPr>
              <w:jc w:val="left"/>
            </w:pPr>
          </w:p>
        </w:tc>
        <w:tc>
          <w:tcPr>
            <w:tcW w:w="1856" w:type="dxa"/>
            <w:shd w:val="clear" w:color="auto" w:fill="auto"/>
          </w:tcPr>
          <w:p w14:paraId="65F57FC0" w14:textId="77777777" w:rsidR="009365A7" w:rsidRPr="009365A7" w:rsidRDefault="009365A7" w:rsidP="009365A7">
            <w:pPr>
              <w:jc w:val="left"/>
            </w:pPr>
          </w:p>
        </w:tc>
        <w:tc>
          <w:tcPr>
            <w:tcW w:w="1856" w:type="dxa"/>
            <w:shd w:val="clear" w:color="auto" w:fill="auto"/>
          </w:tcPr>
          <w:p w14:paraId="1632D805" w14:textId="77777777" w:rsidR="009365A7" w:rsidRPr="009365A7" w:rsidRDefault="009365A7" w:rsidP="009365A7">
            <w:pPr>
              <w:jc w:val="left"/>
            </w:pPr>
          </w:p>
        </w:tc>
        <w:tc>
          <w:tcPr>
            <w:tcW w:w="1856" w:type="dxa"/>
            <w:shd w:val="clear" w:color="auto" w:fill="auto"/>
          </w:tcPr>
          <w:p w14:paraId="3796078A" w14:textId="77777777" w:rsidR="009365A7" w:rsidRPr="009365A7" w:rsidRDefault="009365A7" w:rsidP="009365A7">
            <w:pPr>
              <w:jc w:val="left"/>
            </w:pPr>
          </w:p>
        </w:tc>
        <w:tc>
          <w:tcPr>
            <w:tcW w:w="1856" w:type="dxa"/>
            <w:shd w:val="clear" w:color="auto" w:fill="auto"/>
          </w:tcPr>
          <w:p w14:paraId="11AC1D2A" w14:textId="77777777" w:rsidR="009365A7" w:rsidRPr="009365A7" w:rsidRDefault="009365A7" w:rsidP="009365A7">
            <w:pPr>
              <w:jc w:val="left"/>
            </w:pPr>
          </w:p>
        </w:tc>
      </w:tr>
    </w:tbl>
    <w:p w14:paraId="5A208882" w14:textId="77777777" w:rsidR="009365A7" w:rsidRDefault="009365A7" w:rsidP="009365A7">
      <w:pPr>
        <w:rPr>
          <w:b/>
        </w:rPr>
      </w:pPr>
    </w:p>
    <w:p w14:paraId="2D21BE0B" w14:textId="77777777" w:rsidR="00985523" w:rsidRPr="00530454" w:rsidRDefault="00985523" w:rsidP="00985523">
      <w:pPr>
        <w:pStyle w:val="ListParagraph"/>
        <w:numPr>
          <w:ilvl w:val="0"/>
          <w:numId w:val="11"/>
        </w:numPr>
        <w:rPr>
          <w:b/>
        </w:rPr>
      </w:pPr>
      <w:bookmarkStart w:id="4" w:name="_Toc365647201"/>
      <w:bookmarkStart w:id="5" w:name="_Toc365647530"/>
      <w:bookmarkStart w:id="6" w:name="_Toc380770883"/>
      <w:r w:rsidRPr="00530454">
        <w:rPr>
          <w:b/>
        </w:rPr>
        <w:t>Sub-</w:t>
      </w:r>
      <w:proofErr w:type="gramStart"/>
      <w:r w:rsidRPr="00530454">
        <w:rPr>
          <w:b/>
        </w:rPr>
        <w:t>contractors</w:t>
      </w:r>
      <w:bookmarkEnd w:id="4"/>
      <w:bookmarkEnd w:id="5"/>
      <w:bookmarkEnd w:id="6"/>
      <w:r>
        <w:rPr>
          <w:b/>
        </w:rPr>
        <w:t xml:space="preserve">  (</w:t>
      </w:r>
      <w:proofErr w:type="gramEnd"/>
      <w:r>
        <w:rPr>
          <w:b/>
        </w:rPr>
        <w:t>limited to 30%)</w:t>
      </w:r>
    </w:p>
    <w:p w14:paraId="0284652C" w14:textId="77777777" w:rsidR="00985523" w:rsidRPr="001A4331" w:rsidRDefault="00985523" w:rsidP="00985523">
      <w:pPr>
        <w:rPr>
          <w:b/>
        </w:rPr>
      </w:pPr>
    </w:p>
    <w:p w14:paraId="2C29ECCD" w14:textId="77777777" w:rsidR="00985523" w:rsidRPr="001A4331" w:rsidRDefault="00985523" w:rsidP="00985523">
      <w:pPr>
        <w:jc w:val="left"/>
        <w:rPr>
          <w:b/>
          <w:i/>
        </w:rPr>
      </w:pPr>
      <w:r w:rsidRPr="001A4331">
        <w:t xml:space="preserve">The </w:t>
      </w:r>
      <w:r>
        <w:t>t</w:t>
      </w:r>
      <w:r w:rsidRPr="001A4331">
        <w:t>enderer shall specify below any part of the scope which he proposes to sub-contract</w:t>
      </w:r>
      <w:r>
        <w:t xml:space="preserve"> (see 2.7 above in this Instructions to Tenderers). </w:t>
      </w:r>
    </w:p>
    <w:p w14:paraId="5F6E4792" w14:textId="77777777" w:rsidR="00985523" w:rsidRPr="001A4331" w:rsidRDefault="00985523" w:rsidP="00985523">
      <w:pPr>
        <w:jc w:val="lef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8"/>
        <w:gridCol w:w="1569"/>
        <w:gridCol w:w="1472"/>
        <w:gridCol w:w="1545"/>
        <w:gridCol w:w="1302"/>
        <w:gridCol w:w="1540"/>
      </w:tblGrid>
      <w:tr w:rsidR="00985523" w:rsidRPr="001A4331" w14:paraId="69D33E82" w14:textId="77777777" w:rsidTr="00DF75FD">
        <w:tc>
          <w:tcPr>
            <w:tcW w:w="1758" w:type="dxa"/>
            <w:shd w:val="clear" w:color="auto" w:fill="auto"/>
          </w:tcPr>
          <w:p w14:paraId="24BC8761" w14:textId="77777777" w:rsidR="00985523" w:rsidRPr="001A4331" w:rsidRDefault="00985523" w:rsidP="00DF75FD">
            <w:pPr>
              <w:jc w:val="center"/>
            </w:pPr>
            <w:r w:rsidRPr="001A4331">
              <w:t xml:space="preserve">Name of </w:t>
            </w:r>
            <w:r>
              <w:t>s</w:t>
            </w:r>
            <w:r w:rsidRPr="001A4331">
              <w:t>ub</w:t>
            </w:r>
            <w:r>
              <w:t>-</w:t>
            </w:r>
            <w:r w:rsidRPr="001A4331">
              <w:t>contractors</w:t>
            </w:r>
          </w:p>
        </w:tc>
        <w:tc>
          <w:tcPr>
            <w:tcW w:w="1569" w:type="dxa"/>
            <w:shd w:val="clear" w:color="auto" w:fill="auto"/>
          </w:tcPr>
          <w:p w14:paraId="6FA257D2" w14:textId="77777777" w:rsidR="00985523" w:rsidRPr="001A4331" w:rsidRDefault="00985523" w:rsidP="00DF75FD">
            <w:pPr>
              <w:jc w:val="center"/>
            </w:pPr>
            <w:r w:rsidRPr="001A4331">
              <w:t xml:space="preserve">Function under the </w:t>
            </w:r>
            <w:r>
              <w:t>c</w:t>
            </w:r>
            <w:r w:rsidRPr="001A4331">
              <w:t>ontract</w:t>
            </w:r>
          </w:p>
        </w:tc>
        <w:tc>
          <w:tcPr>
            <w:tcW w:w="1472" w:type="dxa"/>
            <w:shd w:val="clear" w:color="auto" w:fill="auto"/>
          </w:tcPr>
          <w:p w14:paraId="42100D59" w14:textId="77777777" w:rsidR="00985523" w:rsidRPr="001A4331" w:rsidRDefault="00985523" w:rsidP="00DF75FD">
            <w:pPr>
              <w:jc w:val="center"/>
            </w:pPr>
            <w:r w:rsidRPr="001A4331">
              <w:t>Scope</w:t>
            </w:r>
          </w:p>
        </w:tc>
        <w:tc>
          <w:tcPr>
            <w:tcW w:w="1545" w:type="dxa"/>
            <w:shd w:val="clear" w:color="auto" w:fill="auto"/>
          </w:tcPr>
          <w:p w14:paraId="7CDCE51F" w14:textId="77777777" w:rsidR="00985523" w:rsidRPr="001A4331" w:rsidRDefault="00985523" w:rsidP="00DF75FD">
            <w:pPr>
              <w:jc w:val="center"/>
            </w:pPr>
            <w:r w:rsidRPr="001A4331">
              <w:t xml:space="preserve">Country of </w:t>
            </w:r>
            <w:r>
              <w:t>o</w:t>
            </w:r>
            <w:r w:rsidRPr="001A4331">
              <w:t>rigin</w:t>
            </w:r>
          </w:p>
        </w:tc>
        <w:tc>
          <w:tcPr>
            <w:tcW w:w="1302" w:type="dxa"/>
          </w:tcPr>
          <w:p w14:paraId="414ED5A4" w14:textId="77777777" w:rsidR="00985523" w:rsidRPr="001A4331" w:rsidRDefault="00985523" w:rsidP="00DF75FD">
            <w:pPr>
              <w:jc w:val="center"/>
            </w:pPr>
            <w:r w:rsidRPr="001A4331">
              <w:t>% of overall scope of work</w:t>
            </w:r>
          </w:p>
        </w:tc>
        <w:tc>
          <w:tcPr>
            <w:tcW w:w="1540" w:type="dxa"/>
            <w:shd w:val="clear" w:color="auto" w:fill="auto"/>
          </w:tcPr>
          <w:p w14:paraId="0866C654" w14:textId="77777777" w:rsidR="00985523" w:rsidRPr="001A4331" w:rsidRDefault="00985523" w:rsidP="00DF75FD">
            <w:pPr>
              <w:jc w:val="center"/>
            </w:pPr>
            <w:r w:rsidRPr="001A4331">
              <w:t xml:space="preserve">% of </w:t>
            </w:r>
            <w:r>
              <w:t>o</w:t>
            </w:r>
            <w:r w:rsidRPr="001A4331">
              <w:t xml:space="preserve">ffer </w:t>
            </w:r>
            <w:r>
              <w:t>a</w:t>
            </w:r>
            <w:r w:rsidRPr="001A4331">
              <w:t>mount</w:t>
            </w:r>
          </w:p>
        </w:tc>
      </w:tr>
      <w:tr w:rsidR="00985523" w:rsidRPr="001A4331" w14:paraId="65DEEB8D" w14:textId="77777777" w:rsidTr="00DF75FD">
        <w:trPr>
          <w:trHeight w:val="321"/>
        </w:trPr>
        <w:tc>
          <w:tcPr>
            <w:tcW w:w="1758" w:type="dxa"/>
            <w:shd w:val="clear" w:color="auto" w:fill="auto"/>
          </w:tcPr>
          <w:p w14:paraId="6811F1B1" w14:textId="77777777" w:rsidR="00985523" w:rsidRPr="001A4331" w:rsidRDefault="00985523" w:rsidP="00DF75FD">
            <w:pPr>
              <w:jc w:val="left"/>
            </w:pPr>
          </w:p>
        </w:tc>
        <w:tc>
          <w:tcPr>
            <w:tcW w:w="1569" w:type="dxa"/>
            <w:shd w:val="clear" w:color="auto" w:fill="auto"/>
          </w:tcPr>
          <w:p w14:paraId="137205CB" w14:textId="77777777" w:rsidR="00985523" w:rsidRPr="001A4331" w:rsidRDefault="00985523" w:rsidP="00DF75FD">
            <w:pPr>
              <w:jc w:val="left"/>
            </w:pPr>
          </w:p>
        </w:tc>
        <w:tc>
          <w:tcPr>
            <w:tcW w:w="1472" w:type="dxa"/>
            <w:shd w:val="clear" w:color="auto" w:fill="auto"/>
          </w:tcPr>
          <w:p w14:paraId="18550534" w14:textId="77777777" w:rsidR="00985523" w:rsidRPr="001A4331" w:rsidRDefault="00985523" w:rsidP="00DF75FD">
            <w:pPr>
              <w:jc w:val="left"/>
            </w:pPr>
          </w:p>
        </w:tc>
        <w:tc>
          <w:tcPr>
            <w:tcW w:w="1545" w:type="dxa"/>
            <w:shd w:val="clear" w:color="auto" w:fill="auto"/>
          </w:tcPr>
          <w:p w14:paraId="10B5682C" w14:textId="77777777" w:rsidR="00985523" w:rsidRPr="001A4331" w:rsidRDefault="00985523" w:rsidP="00DF75FD">
            <w:pPr>
              <w:jc w:val="left"/>
            </w:pPr>
          </w:p>
        </w:tc>
        <w:tc>
          <w:tcPr>
            <w:tcW w:w="1302" w:type="dxa"/>
          </w:tcPr>
          <w:p w14:paraId="1A6A1004" w14:textId="77777777" w:rsidR="00985523" w:rsidRPr="001A4331" w:rsidRDefault="00985523" w:rsidP="00DF75FD">
            <w:pPr>
              <w:jc w:val="left"/>
            </w:pPr>
          </w:p>
        </w:tc>
        <w:tc>
          <w:tcPr>
            <w:tcW w:w="1540" w:type="dxa"/>
            <w:shd w:val="clear" w:color="auto" w:fill="auto"/>
          </w:tcPr>
          <w:p w14:paraId="71F52D7C" w14:textId="77777777" w:rsidR="00985523" w:rsidRPr="001A4331" w:rsidRDefault="00985523" w:rsidP="00DF75FD">
            <w:pPr>
              <w:jc w:val="left"/>
            </w:pPr>
          </w:p>
        </w:tc>
      </w:tr>
      <w:tr w:rsidR="00985523" w:rsidRPr="001A4331" w14:paraId="4DA2C786" w14:textId="77777777" w:rsidTr="00DF75FD">
        <w:tc>
          <w:tcPr>
            <w:tcW w:w="1758" w:type="dxa"/>
            <w:shd w:val="clear" w:color="auto" w:fill="auto"/>
          </w:tcPr>
          <w:p w14:paraId="33FF63A7" w14:textId="77777777" w:rsidR="00985523" w:rsidRPr="001A4331" w:rsidRDefault="00985523" w:rsidP="00DF75FD">
            <w:pPr>
              <w:jc w:val="left"/>
            </w:pPr>
          </w:p>
        </w:tc>
        <w:tc>
          <w:tcPr>
            <w:tcW w:w="1569" w:type="dxa"/>
            <w:shd w:val="clear" w:color="auto" w:fill="auto"/>
          </w:tcPr>
          <w:p w14:paraId="679ED8EE" w14:textId="77777777" w:rsidR="00985523" w:rsidRPr="001A4331" w:rsidRDefault="00985523" w:rsidP="00DF75FD">
            <w:pPr>
              <w:jc w:val="left"/>
            </w:pPr>
          </w:p>
        </w:tc>
        <w:tc>
          <w:tcPr>
            <w:tcW w:w="1472" w:type="dxa"/>
            <w:shd w:val="clear" w:color="auto" w:fill="auto"/>
          </w:tcPr>
          <w:p w14:paraId="53F50571" w14:textId="77777777" w:rsidR="00985523" w:rsidRPr="001A4331" w:rsidRDefault="00985523" w:rsidP="00DF75FD">
            <w:pPr>
              <w:jc w:val="left"/>
            </w:pPr>
          </w:p>
        </w:tc>
        <w:tc>
          <w:tcPr>
            <w:tcW w:w="1545" w:type="dxa"/>
            <w:shd w:val="clear" w:color="auto" w:fill="auto"/>
          </w:tcPr>
          <w:p w14:paraId="79DE97DD" w14:textId="77777777" w:rsidR="00985523" w:rsidRPr="001A4331" w:rsidRDefault="00985523" w:rsidP="00DF75FD">
            <w:pPr>
              <w:jc w:val="left"/>
            </w:pPr>
          </w:p>
        </w:tc>
        <w:tc>
          <w:tcPr>
            <w:tcW w:w="1302" w:type="dxa"/>
          </w:tcPr>
          <w:p w14:paraId="6B74F4FD" w14:textId="77777777" w:rsidR="00985523" w:rsidRPr="001A4331" w:rsidRDefault="00985523" w:rsidP="00DF75FD">
            <w:pPr>
              <w:jc w:val="left"/>
            </w:pPr>
          </w:p>
        </w:tc>
        <w:tc>
          <w:tcPr>
            <w:tcW w:w="1540" w:type="dxa"/>
            <w:shd w:val="clear" w:color="auto" w:fill="auto"/>
          </w:tcPr>
          <w:p w14:paraId="00E789EC" w14:textId="77777777" w:rsidR="00985523" w:rsidRPr="001A4331" w:rsidRDefault="00985523" w:rsidP="00DF75FD">
            <w:pPr>
              <w:jc w:val="left"/>
            </w:pPr>
          </w:p>
        </w:tc>
      </w:tr>
      <w:tr w:rsidR="00985523" w:rsidRPr="001A4331" w14:paraId="17120089" w14:textId="77777777" w:rsidTr="00DF75FD">
        <w:tc>
          <w:tcPr>
            <w:tcW w:w="1758" w:type="dxa"/>
            <w:shd w:val="clear" w:color="auto" w:fill="auto"/>
          </w:tcPr>
          <w:p w14:paraId="78CD40A3" w14:textId="77777777" w:rsidR="00985523" w:rsidRPr="001A4331" w:rsidRDefault="00985523" w:rsidP="00DF75FD">
            <w:pPr>
              <w:jc w:val="left"/>
            </w:pPr>
          </w:p>
        </w:tc>
        <w:tc>
          <w:tcPr>
            <w:tcW w:w="1569" w:type="dxa"/>
            <w:shd w:val="clear" w:color="auto" w:fill="auto"/>
          </w:tcPr>
          <w:p w14:paraId="7535942A" w14:textId="77777777" w:rsidR="00985523" w:rsidRPr="001A4331" w:rsidRDefault="00985523" w:rsidP="00DF75FD">
            <w:pPr>
              <w:jc w:val="left"/>
            </w:pPr>
          </w:p>
        </w:tc>
        <w:tc>
          <w:tcPr>
            <w:tcW w:w="1472" w:type="dxa"/>
            <w:shd w:val="clear" w:color="auto" w:fill="auto"/>
          </w:tcPr>
          <w:p w14:paraId="2381FF47" w14:textId="77777777" w:rsidR="00985523" w:rsidRPr="001A4331" w:rsidRDefault="00985523" w:rsidP="00DF75FD">
            <w:pPr>
              <w:jc w:val="left"/>
            </w:pPr>
          </w:p>
        </w:tc>
        <w:tc>
          <w:tcPr>
            <w:tcW w:w="1545" w:type="dxa"/>
            <w:shd w:val="clear" w:color="auto" w:fill="auto"/>
          </w:tcPr>
          <w:p w14:paraId="4D2B0F8C" w14:textId="77777777" w:rsidR="00985523" w:rsidRPr="001A4331" w:rsidRDefault="00985523" w:rsidP="00DF75FD">
            <w:pPr>
              <w:jc w:val="left"/>
            </w:pPr>
          </w:p>
        </w:tc>
        <w:tc>
          <w:tcPr>
            <w:tcW w:w="1302" w:type="dxa"/>
          </w:tcPr>
          <w:p w14:paraId="08005603" w14:textId="77777777" w:rsidR="00985523" w:rsidRPr="001A4331" w:rsidRDefault="00985523" w:rsidP="00DF75FD">
            <w:pPr>
              <w:jc w:val="left"/>
            </w:pPr>
          </w:p>
        </w:tc>
        <w:tc>
          <w:tcPr>
            <w:tcW w:w="1540" w:type="dxa"/>
            <w:shd w:val="clear" w:color="auto" w:fill="auto"/>
          </w:tcPr>
          <w:p w14:paraId="0FF07700" w14:textId="77777777" w:rsidR="00985523" w:rsidRPr="001A4331" w:rsidRDefault="00985523" w:rsidP="00DF75FD">
            <w:pPr>
              <w:jc w:val="left"/>
            </w:pPr>
          </w:p>
        </w:tc>
      </w:tr>
    </w:tbl>
    <w:p w14:paraId="28AB50D4" w14:textId="77777777" w:rsidR="00985523" w:rsidRPr="001A4331" w:rsidRDefault="00985523" w:rsidP="00985523">
      <w:pPr>
        <w:jc w:val="left"/>
      </w:pPr>
    </w:p>
    <w:p w14:paraId="4F488C50" w14:textId="77777777" w:rsidR="00985523" w:rsidRPr="001A4331" w:rsidRDefault="00985523" w:rsidP="00985523">
      <w:pPr>
        <w:spacing w:before="0"/>
        <w:jc w:val="left"/>
      </w:pPr>
    </w:p>
    <w:p w14:paraId="2D3BB4DA" w14:textId="77777777" w:rsidR="00985523" w:rsidRPr="001A4331" w:rsidRDefault="00985523" w:rsidP="00985523">
      <w:pPr>
        <w:jc w:val="left"/>
      </w:pPr>
      <w:r w:rsidRPr="001A4331">
        <w:t>Each sub</w:t>
      </w:r>
      <w:r>
        <w:t>-</w:t>
      </w:r>
      <w:r w:rsidRPr="001A4331">
        <w:t xml:space="preserve">contractor shall submit the following documents: </w:t>
      </w:r>
    </w:p>
    <w:p w14:paraId="6695D63A" w14:textId="77777777" w:rsidR="00985523" w:rsidRPr="001A4331" w:rsidRDefault="00985523" w:rsidP="00985523">
      <w:pPr>
        <w:jc w:val="left"/>
      </w:pPr>
    </w:p>
    <w:p w14:paraId="1D485068" w14:textId="77777777" w:rsidR="00985523" w:rsidRPr="001A4331" w:rsidRDefault="00985523" w:rsidP="00985523">
      <w:pPr>
        <w:pStyle w:val="ListParagraph"/>
        <w:numPr>
          <w:ilvl w:val="0"/>
          <w:numId w:val="37"/>
        </w:numPr>
        <w:spacing w:before="0"/>
        <w:contextualSpacing w:val="0"/>
      </w:pPr>
      <w:r w:rsidRPr="001A4331">
        <w:t>Declaration on Honour signed by each of the subcontractors  (</w:t>
      </w:r>
      <w:r>
        <w:t xml:space="preserve">See </w:t>
      </w:r>
      <w:r w:rsidRPr="001A4331">
        <w:t>F</w:t>
      </w:r>
      <w:r>
        <w:t>orm</w:t>
      </w:r>
      <w:r w:rsidRPr="001A4331">
        <w:t xml:space="preserve"> 2); </w:t>
      </w:r>
    </w:p>
    <w:p w14:paraId="7A415761" w14:textId="77777777" w:rsidR="00985523" w:rsidRPr="001A4331" w:rsidRDefault="00985523" w:rsidP="00985523">
      <w:r w:rsidRPr="001A4331">
        <w:t> </w:t>
      </w:r>
    </w:p>
    <w:p w14:paraId="37C22DE2" w14:textId="77777777" w:rsidR="00985523" w:rsidRPr="001A4331" w:rsidRDefault="00985523" w:rsidP="00985523">
      <w:pPr>
        <w:pStyle w:val="ListParagraph"/>
        <w:numPr>
          <w:ilvl w:val="0"/>
          <w:numId w:val="37"/>
        </w:numPr>
        <w:spacing w:before="0"/>
        <w:contextualSpacing w:val="0"/>
      </w:pPr>
      <w:r w:rsidRPr="001A4331">
        <w:t xml:space="preserve">Certificate(s) confirming that the sub-contractor has fulfilled obligations relating to the payment of social security contributions and /the payment of taxes in accordance with the legal provisions of the country in which </w:t>
      </w:r>
      <w:r>
        <w:t>it is</w:t>
      </w:r>
      <w:r w:rsidRPr="001A4331">
        <w:t xml:space="preserve"> established. The</w:t>
      </w:r>
      <w:r>
        <w:t xml:space="preserve">se documents </w:t>
      </w:r>
      <w:r w:rsidRPr="001A4331">
        <w:t>should indicate the state of affairs on December 31st of the previous year, bearing the statement “certified true copy”, the date and the signature of a person authorized to represent the company;</w:t>
      </w:r>
    </w:p>
    <w:p w14:paraId="2F670481" w14:textId="77777777" w:rsidR="00985523" w:rsidRPr="001A4331" w:rsidRDefault="00985523" w:rsidP="00985523"/>
    <w:p w14:paraId="1E2494B1" w14:textId="77777777" w:rsidR="00985523" w:rsidRPr="001A4331" w:rsidRDefault="00985523" w:rsidP="00985523">
      <w:pPr>
        <w:pStyle w:val="ListParagraph"/>
        <w:numPr>
          <w:ilvl w:val="0"/>
          <w:numId w:val="37"/>
        </w:numPr>
        <w:spacing w:before="0"/>
        <w:contextualSpacing w:val="0"/>
      </w:pPr>
      <w:r w:rsidRPr="001A4331">
        <w:t>A copy of the last three yearly financial reports of the sub</w:t>
      </w:r>
      <w:r>
        <w:t>-</w:t>
      </w:r>
      <w:r w:rsidRPr="001A4331">
        <w:t>contractor;</w:t>
      </w:r>
    </w:p>
    <w:p w14:paraId="7C691D3E" w14:textId="77777777" w:rsidR="00985523" w:rsidRPr="001A4331" w:rsidRDefault="00985523" w:rsidP="00985523"/>
    <w:p w14:paraId="6793D6A5" w14:textId="77777777" w:rsidR="00985523" w:rsidRPr="001A4331" w:rsidRDefault="00985523" w:rsidP="00985523">
      <w:pPr>
        <w:pStyle w:val="ListParagraph"/>
        <w:numPr>
          <w:ilvl w:val="0"/>
          <w:numId w:val="37"/>
        </w:numPr>
        <w:spacing w:before="0"/>
        <w:contextualSpacing w:val="0"/>
      </w:pPr>
      <w:r w:rsidRPr="001A4331">
        <w:t xml:space="preserve">A copy of any judgement(s) delivered if the company is the object of a receivership; </w:t>
      </w:r>
    </w:p>
    <w:p w14:paraId="2D9E735A" w14:textId="77777777" w:rsidR="00985523" w:rsidRPr="001A4331" w:rsidRDefault="00985523" w:rsidP="00985523"/>
    <w:p w14:paraId="778D6F58" w14:textId="64ACC9D5" w:rsidR="009365A7" w:rsidRPr="009365A7" w:rsidRDefault="00985523" w:rsidP="00321534">
      <w:r w:rsidRPr="001A4331">
        <w:t xml:space="preserve">Copies of current QA accreditation certificates or </w:t>
      </w:r>
      <w:r>
        <w:t>equivalent</w:t>
      </w:r>
      <w:r w:rsidRPr="001A4331">
        <w:t xml:space="preserve"> documents.</w:t>
      </w:r>
    </w:p>
    <w:p w14:paraId="6DE1A152" w14:textId="77777777" w:rsidR="009365A7" w:rsidRPr="009365A7" w:rsidRDefault="009365A7" w:rsidP="009365A7">
      <w:pPr>
        <w:pBdr>
          <w:top w:val="single" w:sz="4" w:space="1" w:color="auto"/>
          <w:left w:val="single" w:sz="4" w:space="4" w:color="auto"/>
          <w:bottom w:val="single" w:sz="4" w:space="1" w:color="auto"/>
          <w:right w:val="single" w:sz="4" w:space="4" w:color="auto"/>
        </w:pBdr>
        <w:tabs>
          <w:tab w:val="left" w:pos="1134"/>
        </w:tabs>
        <w:spacing w:before="240" w:after="120"/>
        <w:ind w:right="431"/>
        <w:jc w:val="center"/>
        <w:outlineLvl w:val="0"/>
        <w:rPr>
          <w:b/>
          <w:sz w:val="28"/>
        </w:rPr>
      </w:pPr>
      <w:bookmarkStart w:id="7" w:name="_Toc13731870"/>
      <w:r w:rsidRPr="009365A7">
        <w:rPr>
          <w:b/>
          <w:sz w:val="28"/>
        </w:rPr>
        <w:lastRenderedPageBreak/>
        <w:t>FORM 4 - DECLARATION OF BACKGROUND INTELLECTUAL PROPERTY</w:t>
      </w:r>
      <w:bookmarkEnd w:id="7"/>
      <w:r w:rsidRPr="009365A7">
        <w:rPr>
          <w:b/>
          <w:sz w:val="28"/>
        </w:rPr>
        <w:t xml:space="preserve"> </w:t>
      </w:r>
    </w:p>
    <w:p w14:paraId="03F6A9D9" w14:textId="77777777" w:rsidR="009365A7" w:rsidRPr="009365A7" w:rsidRDefault="009365A7" w:rsidP="009365A7">
      <w:pPr>
        <w:jc w:val="center"/>
        <w:rPr>
          <w:i/>
        </w:rPr>
      </w:pPr>
    </w:p>
    <w:p w14:paraId="5DA847F0" w14:textId="55CCFCEF" w:rsidR="00756FBE" w:rsidRPr="009365A7" w:rsidRDefault="00756FBE" w:rsidP="00756FBE">
      <w:pPr>
        <w:tabs>
          <w:tab w:val="right" w:pos="8789"/>
        </w:tabs>
        <w:spacing w:before="0"/>
        <w:rPr>
          <w:b/>
          <w:szCs w:val="24"/>
        </w:rPr>
      </w:pPr>
      <w:r w:rsidRPr="009365A7">
        <w:rPr>
          <w:szCs w:val="24"/>
          <w:lang w:val="es-ES"/>
        </w:rPr>
        <w:t xml:space="preserve">Tender No. </w:t>
      </w:r>
      <w:r w:rsidR="00A46CAE" w:rsidRPr="00A46CAE">
        <w:rPr>
          <w:b/>
          <w:szCs w:val="24"/>
        </w:rPr>
        <w:t>IO/21/OT/10021777/JLE</w:t>
      </w:r>
      <w:bookmarkStart w:id="8" w:name="_GoBack"/>
      <w:bookmarkEnd w:id="8"/>
    </w:p>
    <w:p w14:paraId="1BDC98BB" w14:textId="57DE1E67" w:rsidR="00756FBE" w:rsidRDefault="00756FBE" w:rsidP="00321534">
      <w:pPr>
        <w:tabs>
          <w:tab w:val="right" w:pos="8789"/>
        </w:tabs>
        <w:spacing w:before="0"/>
        <w:ind w:left="540" w:hanging="540"/>
        <w:jc w:val="left"/>
        <w:rPr>
          <w:b/>
          <w:szCs w:val="24"/>
        </w:rPr>
      </w:pPr>
      <w:r w:rsidRPr="009365A7">
        <w:rPr>
          <w:szCs w:val="24"/>
        </w:rPr>
        <w:t xml:space="preserve">Title: </w:t>
      </w:r>
      <w:r w:rsidR="001A136E" w:rsidRPr="001A136E">
        <w:rPr>
          <w:b/>
          <w:szCs w:val="24"/>
        </w:rPr>
        <w:t>DMS Fast Shutter - Concept design and proof-of-principle prototyping/testing</w:t>
      </w:r>
    </w:p>
    <w:p w14:paraId="7A668377" w14:textId="77777777" w:rsidR="00985523" w:rsidRDefault="00985523" w:rsidP="00985523">
      <w:pPr>
        <w:pStyle w:val="mainbody1"/>
        <w:keepNext/>
        <w:spacing w:after="0"/>
        <w:rPr>
          <w:b/>
          <w:i/>
          <w:color w:val="800000"/>
        </w:rPr>
      </w:pPr>
      <w:r>
        <w:rPr>
          <w:b/>
          <w:i/>
          <w:color w:val="800000"/>
        </w:rPr>
        <w:t>TO BE COMPLETED, SIGNED &amp;</w:t>
      </w:r>
      <w:r>
        <w:rPr>
          <w:color w:val="800000"/>
        </w:rPr>
        <w:t xml:space="preserve"> </w:t>
      </w:r>
      <w:r>
        <w:rPr>
          <w:b/>
          <w:i/>
          <w:color w:val="800000"/>
        </w:rPr>
        <w:t>RETURNED ON TENDERER’S LETTERHEAD</w:t>
      </w:r>
    </w:p>
    <w:p w14:paraId="49CE53EF" w14:textId="77777777" w:rsidR="00985523" w:rsidRPr="00131996" w:rsidRDefault="00985523" w:rsidP="009A0571">
      <w:pPr>
        <w:jc w:val="left"/>
        <w:rPr>
          <w:rFonts w:eastAsia="SimSun"/>
          <w:b/>
          <w:i/>
          <w:color w:val="800000"/>
          <w:szCs w:val="24"/>
        </w:rPr>
      </w:pPr>
      <w:r w:rsidRPr="00131996">
        <w:rPr>
          <w:rFonts w:eastAsia="SimSun"/>
          <w:b/>
          <w:i/>
          <w:color w:val="800000"/>
          <w:szCs w:val="24"/>
        </w:rPr>
        <w:t>The declaration as well as patent, copyright, software-database, trademarks and know-how shall be completed and signed by the tenderer.</w:t>
      </w:r>
    </w:p>
    <w:p w14:paraId="0B76C813" w14:textId="77777777" w:rsidR="00985523" w:rsidRPr="009A0571" w:rsidRDefault="00985523" w:rsidP="009A0571">
      <w:pPr>
        <w:jc w:val="left"/>
        <w:rPr>
          <w:rFonts w:eastAsia="SimSun"/>
          <w:b/>
          <w:i/>
          <w:color w:val="800000"/>
          <w:szCs w:val="24"/>
        </w:rPr>
      </w:pPr>
      <w:r>
        <w:rPr>
          <w:rFonts w:eastAsia="SimSun"/>
          <w:b/>
          <w:i/>
          <w:color w:val="800000"/>
          <w:szCs w:val="24"/>
        </w:rPr>
        <w:t>If there is no declarations the form must still be signed and returned with a mention as</w:t>
      </w:r>
      <w:r w:rsidRPr="009A0571">
        <w:rPr>
          <w:rFonts w:eastAsia="SimSun"/>
          <w:b/>
          <w:i/>
          <w:color w:val="800000"/>
          <w:szCs w:val="24"/>
        </w:rPr>
        <w:t xml:space="preserve"> </w:t>
      </w:r>
      <w:r>
        <w:rPr>
          <w:rFonts w:eastAsia="SimSun"/>
          <w:b/>
          <w:i/>
          <w:color w:val="800000"/>
          <w:szCs w:val="24"/>
        </w:rPr>
        <w:t>“not applicable”.</w:t>
      </w:r>
    </w:p>
    <w:p w14:paraId="66E648FB" w14:textId="77777777" w:rsidR="009365A7" w:rsidRPr="009365A7" w:rsidRDefault="009365A7" w:rsidP="009365A7">
      <w:pPr>
        <w:jc w:val="center"/>
        <w:rPr>
          <w:rFonts w:eastAsia="SimSun"/>
          <w:b/>
          <w:i/>
          <w:color w:val="800000"/>
          <w:szCs w:val="24"/>
        </w:rPr>
      </w:pPr>
    </w:p>
    <w:p w14:paraId="2B8ABB59" w14:textId="77777777" w:rsidR="00985523" w:rsidRDefault="00985523" w:rsidP="00985523">
      <w:pPr>
        <w:rPr>
          <w:szCs w:val="20"/>
        </w:rPr>
      </w:pPr>
      <w:r>
        <w:t xml:space="preserve">The present form is to be used to report on the existing background. This document is not an assignment. It simply provides a disclosure of your background to ITER Organization and to any other Contractor if any. </w:t>
      </w:r>
      <w:r>
        <w:tab/>
      </w:r>
    </w:p>
    <w:p w14:paraId="044209F8" w14:textId="77777777" w:rsidR="00985523" w:rsidRDefault="00985523" w:rsidP="00985523"/>
    <w:p w14:paraId="74853141" w14:textId="77777777" w:rsidR="00985523" w:rsidRDefault="00985523" w:rsidP="00985523">
      <w:r>
        <w:t>A printed copy of this annex will be attached as part of the agreement between the Contractor and ITER Organization. Access rights, where applicable, will be based on the present declaration.</w:t>
      </w:r>
      <w:r>
        <w:tab/>
      </w:r>
    </w:p>
    <w:p w14:paraId="34BF735D" w14:textId="77777777" w:rsidR="00985523" w:rsidRDefault="00985523" w:rsidP="00985523"/>
    <w:p w14:paraId="2FB98E3A" w14:textId="77777777" w:rsidR="00985523" w:rsidRDefault="00985523" w:rsidP="00985523">
      <w:r>
        <w:t xml:space="preserve">Background shall mean Intellectual Property or Information which is held by the Contractor prior to the signature of the Contract or outside its scope and which is needed for carrying out the Contract/Grant or for using the supplied goods </w:t>
      </w:r>
      <w:r>
        <w:tab/>
      </w:r>
    </w:p>
    <w:p w14:paraId="7C921FEF" w14:textId="77777777" w:rsidR="00985523" w:rsidRDefault="00985523" w:rsidP="00985523"/>
    <w:p w14:paraId="0CDFFE00" w14:textId="77777777" w:rsidR="009365A7" w:rsidRPr="009365A7" w:rsidRDefault="00985523" w:rsidP="009365A7">
      <w:pPr>
        <w:spacing w:before="0"/>
        <w:rPr>
          <w:rFonts w:eastAsia="MS Mincho"/>
          <w:szCs w:val="24"/>
          <w:lang w:eastAsia="ko-KR"/>
        </w:rPr>
      </w:pPr>
      <w:r>
        <w:t>As appropriate, please respond to the queries in this form with brief comments and not simply state "yes" and "no". Please feel free to provide additional comments if deemed necessary.</w:t>
      </w:r>
    </w:p>
    <w:p w14:paraId="08200851" w14:textId="77777777" w:rsidR="009365A7" w:rsidRPr="009365A7" w:rsidRDefault="009365A7" w:rsidP="009365A7">
      <w:pPr>
        <w:spacing w:before="0"/>
        <w:rPr>
          <w:rFonts w:eastAsia="MS Mincho"/>
          <w:color w:val="FF0000"/>
          <w:szCs w:val="24"/>
          <w:lang w:eastAsia="ko-KR"/>
        </w:rPr>
      </w:pPr>
    </w:p>
    <w:p w14:paraId="4FEBB563" w14:textId="77777777" w:rsidR="009365A7" w:rsidRPr="009365A7" w:rsidRDefault="009365A7" w:rsidP="009365A7">
      <w:pPr>
        <w:spacing w:before="0"/>
        <w:rPr>
          <w:rFonts w:eastAsia="MS Mincho"/>
          <w:color w:val="FF0000"/>
          <w:szCs w:val="24"/>
          <w:lang w:eastAsia="ko-KR"/>
        </w:rPr>
      </w:pPr>
      <w:r w:rsidRPr="009365A7">
        <w:rPr>
          <w:rFonts w:eastAsia="MS Mincho"/>
          <w:color w:val="FF0000"/>
          <w:szCs w:val="24"/>
          <w:lang w:eastAsia="ko-KR"/>
        </w:rPr>
        <w:t>IMPORTANT NOTICE:</w:t>
      </w:r>
    </w:p>
    <w:p w14:paraId="209A6604" w14:textId="77777777" w:rsidR="009365A7" w:rsidRPr="009365A7" w:rsidRDefault="009365A7" w:rsidP="009365A7">
      <w:pPr>
        <w:spacing w:before="0"/>
        <w:rPr>
          <w:rFonts w:eastAsia="MS Mincho"/>
          <w:szCs w:val="24"/>
          <w:lang w:eastAsia="ko-KR"/>
        </w:rPr>
      </w:pPr>
    </w:p>
    <w:p w14:paraId="5E487321" w14:textId="77777777" w:rsidR="009365A7" w:rsidRPr="009365A7" w:rsidRDefault="009365A7" w:rsidP="009365A7">
      <w:pPr>
        <w:spacing w:before="0"/>
        <w:rPr>
          <w:rFonts w:eastAsia="MS Mincho"/>
          <w:szCs w:val="24"/>
          <w:lang w:eastAsia="ko-KR"/>
        </w:rPr>
      </w:pPr>
    </w:p>
    <w:p w14:paraId="1C75A45D" w14:textId="77777777" w:rsidR="009365A7" w:rsidRPr="009365A7" w:rsidRDefault="009365A7" w:rsidP="009365A7">
      <w:pPr>
        <w:spacing w:before="0"/>
        <w:rPr>
          <w:rFonts w:eastAsia="MS Mincho"/>
          <w:szCs w:val="24"/>
          <w:lang w:eastAsia="ko-KR"/>
        </w:rPr>
      </w:pPr>
      <w:r w:rsidRPr="009365A7">
        <w:rPr>
          <w:rFonts w:eastAsia="MS Mincho"/>
          <w:szCs w:val="24"/>
          <w:lang w:eastAsia="ko-KR"/>
        </w:rPr>
        <w:t>I, declare the information contained in this form is correct to the best of my knowledge.</w:t>
      </w:r>
    </w:p>
    <w:p w14:paraId="682F426C" w14:textId="77777777" w:rsidR="009365A7" w:rsidRPr="009365A7" w:rsidRDefault="009365A7" w:rsidP="009365A7">
      <w:pPr>
        <w:spacing w:before="0"/>
        <w:rPr>
          <w:rFonts w:eastAsia="MS Mincho"/>
          <w:szCs w:val="24"/>
          <w:lang w:eastAsia="ko-KR"/>
        </w:rPr>
      </w:pPr>
    </w:p>
    <w:p w14:paraId="781423BD" w14:textId="77777777" w:rsidR="009365A7" w:rsidRPr="009365A7" w:rsidRDefault="009365A7" w:rsidP="009365A7">
      <w:pPr>
        <w:spacing w:before="0"/>
        <w:rPr>
          <w:rFonts w:eastAsia="MS Mincho"/>
          <w:szCs w:val="24"/>
          <w:lang w:eastAsia="ko-KR"/>
        </w:rPr>
      </w:pPr>
    </w:p>
    <w:p w14:paraId="37AC0930" w14:textId="77777777" w:rsidR="009365A7" w:rsidRPr="009365A7" w:rsidRDefault="009365A7" w:rsidP="009365A7">
      <w:pPr>
        <w:spacing w:before="0"/>
        <w:jc w:val="left"/>
        <w:rPr>
          <w:rFonts w:eastAsia="MS Mincho"/>
          <w:szCs w:val="24"/>
          <w:lang w:eastAsia="ko-KR"/>
        </w:rPr>
      </w:pPr>
    </w:p>
    <w:p w14:paraId="5DE95645" w14:textId="77777777" w:rsidR="009365A7" w:rsidRPr="009365A7" w:rsidRDefault="009365A7" w:rsidP="009365A7">
      <w:pPr>
        <w:spacing w:before="0"/>
        <w:jc w:val="left"/>
        <w:rPr>
          <w:rFonts w:eastAsia="MS Mincho"/>
          <w:szCs w:val="24"/>
          <w:lang w:eastAsia="ko-KR"/>
        </w:rPr>
      </w:pPr>
    </w:p>
    <w:p w14:paraId="5B9F7B1E" w14:textId="77777777" w:rsidR="009365A7" w:rsidRPr="009365A7" w:rsidRDefault="009365A7" w:rsidP="009365A7">
      <w:pPr>
        <w:spacing w:before="0"/>
        <w:jc w:val="left"/>
        <w:rPr>
          <w:rFonts w:eastAsia="MS Mincho"/>
          <w:szCs w:val="24"/>
          <w:lang w:eastAsia="ko-KR"/>
        </w:rPr>
      </w:pPr>
      <w:r w:rsidRPr="009365A7">
        <w:rPr>
          <w:rFonts w:eastAsia="MS Mincho"/>
          <w:szCs w:val="24"/>
          <w:lang w:eastAsia="ko-KR"/>
        </w:rPr>
        <w:t>Name: ___________________________</w:t>
      </w:r>
    </w:p>
    <w:p w14:paraId="104316E0" w14:textId="77777777" w:rsidR="009365A7" w:rsidRPr="009365A7" w:rsidRDefault="009365A7" w:rsidP="009365A7">
      <w:pPr>
        <w:spacing w:before="0"/>
        <w:jc w:val="left"/>
        <w:rPr>
          <w:rFonts w:eastAsia="MS Mincho"/>
          <w:szCs w:val="24"/>
          <w:lang w:eastAsia="ko-KR"/>
        </w:rPr>
      </w:pPr>
    </w:p>
    <w:p w14:paraId="78D15534" w14:textId="77777777" w:rsidR="009365A7" w:rsidRPr="009365A7" w:rsidRDefault="009365A7" w:rsidP="009365A7">
      <w:pPr>
        <w:spacing w:before="0"/>
        <w:jc w:val="left"/>
        <w:rPr>
          <w:rFonts w:eastAsia="MS Mincho"/>
          <w:szCs w:val="24"/>
          <w:lang w:eastAsia="ko-KR"/>
        </w:rPr>
      </w:pPr>
    </w:p>
    <w:p w14:paraId="11BEB72F" w14:textId="77777777" w:rsidR="009365A7" w:rsidRPr="009365A7" w:rsidRDefault="009365A7" w:rsidP="009365A7">
      <w:pPr>
        <w:spacing w:before="0"/>
        <w:jc w:val="left"/>
        <w:rPr>
          <w:rFonts w:eastAsia="MS Mincho"/>
          <w:szCs w:val="24"/>
          <w:lang w:eastAsia="ko-KR"/>
        </w:rPr>
      </w:pPr>
      <w:r w:rsidRPr="009365A7">
        <w:rPr>
          <w:rFonts w:eastAsia="MS Mincho"/>
          <w:szCs w:val="24"/>
          <w:lang w:eastAsia="ko-KR"/>
        </w:rPr>
        <w:t>Signature: _________________________</w:t>
      </w:r>
    </w:p>
    <w:p w14:paraId="5C865353" w14:textId="77777777" w:rsidR="009365A7" w:rsidRPr="009365A7" w:rsidRDefault="009365A7" w:rsidP="009365A7">
      <w:pPr>
        <w:spacing w:before="0"/>
        <w:jc w:val="left"/>
        <w:rPr>
          <w:rFonts w:eastAsia="MS Mincho"/>
          <w:szCs w:val="24"/>
          <w:lang w:eastAsia="ko-KR"/>
        </w:rPr>
      </w:pPr>
    </w:p>
    <w:p w14:paraId="28377B68" w14:textId="77777777" w:rsidR="009365A7" w:rsidRPr="009365A7" w:rsidRDefault="009365A7" w:rsidP="009365A7">
      <w:pPr>
        <w:spacing w:before="0"/>
        <w:jc w:val="left"/>
        <w:rPr>
          <w:rFonts w:eastAsia="MS Mincho"/>
          <w:szCs w:val="24"/>
          <w:lang w:eastAsia="ko-KR"/>
        </w:rPr>
      </w:pPr>
    </w:p>
    <w:p w14:paraId="73861FF7" w14:textId="77777777" w:rsidR="009365A7" w:rsidRPr="009365A7" w:rsidRDefault="009365A7" w:rsidP="009365A7">
      <w:pPr>
        <w:spacing w:before="0"/>
        <w:jc w:val="left"/>
        <w:rPr>
          <w:rFonts w:eastAsia="MS Mincho"/>
          <w:szCs w:val="24"/>
          <w:lang w:eastAsia="ko-KR"/>
        </w:rPr>
      </w:pPr>
      <w:r w:rsidRPr="009365A7">
        <w:rPr>
          <w:rFonts w:eastAsia="MS Mincho"/>
          <w:szCs w:val="24"/>
          <w:lang w:eastAsia="ko-KR"/>
        </w:rPr>
        <w:t>Date: ____________________________</w:t>
      </w:r>
    </w:p>
    <w:p w14:paraId="7B85491A" w14:textId="77777777" w:rsidR="009365A7" w:rsidRPr="009365A7" w:rsidRDefault="009365A7" w:rsidP="009365A7">
      <w:pPr>
        <w:spacing w:before="0"/>
        <w:jc w:val="left"/>
        <w:rPr>
          <w:rFonts w:eastAsia="MS Mincho"/>
          <w:b/>
          <w:sz w:val="20"/>
          <w:szCs w:val="20"/>
          <w:lang w:eastAsia="ko-KR"/>
        </w:rPr>
      </w:pPr>
    </w:p>
    <w:p w14:paraId="43526CBF" w14:textId="77777777" w:rsidR="009365A7" w:rsidRPr="009365A7" w:rsidRDefault="009365A7" w:rsidP="009365A7">
      <w:pPr>
        <w:spacing w:before="0"/>
        <w:jc w:val="left"/>
        <w:rPr>
          <w:rFonts w:eastAsia="MS Mincho"/>
          <w:b/>
          <w:sz w:val="20"/>
          <w:szCs w:val="20"/>
          <w:lang w:eastAsia="ko-KR"/>
        </w:rPr>
      </w:pPr>
    </w:p>
    <w:p w14:paraId="4C22B06E" w14:textId="3493DF9D" w:rsidR="009365A7" w:rsidRDefault="009365A7" w:rsidP="009365A7">
      <w:pPr>
        <w:spacing w:before="0"/>
        <w:jc w:val="left"/>
        <w:rPr>
          <w:rFonts w:eastAsia="MS Mincho"/>
          <w:b/>
          <w:sz w:val="20"/>
          <w:szCs w:val="20"/>
          <w:lang w:eastAsia="ko-KR"/>
        </w:rPr>
      </w:pPr>
    </w:p>
    <w:p w14:paraId="27F664A0" w14:textId="54FEFAA1" w:rsidR="00321534" w:rsidRDefault="00321534" w:rsidP="009365A7">
      <w:pPr>
        <w:spacing w:before="0"/>
        <w:jc w:val="left"/>
        <w:rPr>
          <w:rFonts w:eastAsia="MS Mincho"/>
          <w:b/>
          <w:sz w:val="20"/>
          <w:szCs w:val="20"/>
          <w:lang w:eastAsia="ko-KR"/>
        </w:rPr>
      </w:pPr>
    </w:p>
    <w:p w14:paraId="54E1DC96" w14:textId="0F7A4092" w:rsidR="00321534" w:rsidRDefault="00321534" w:rsidP="009365A7">
      <w:pPr>
        <w:spacing w:before="0"/>
        <w:jc w:val="left"/>
        <w:rPr>
          <w:rFonts w:eastAsia="MS Mincho"/>
          <w:b/>
          <w:sz w:val="20"/>
          <w:szCs w:val="20"/>
          <w:lang w:eastAsia="ko-KR"/>
        </w:rPr>
      </w:pPr>
    </w:p>
    <w:p w14:paraId="600BC78D" w14:textId="77777777" w:rsidR="00321534" w:rsidRPr="009365A7" w:rsidRDefault="00321534" w:rsidP="009365A7">
      <w:pPr>
        <w:spacing w:before="0"/>
        <w:jc w:val="left"/>
        <w:rPr>
          <w:rFonts w:eastAsia="MS Mincho"/>
          <w:b/>
          <w:sz w:val="20"/>
          <w:szCs w:val="20"/>
          <w:lang w:eastAsia="ko-KR"/>
        </w:rPr>
      </w:pPr>
    </w:p>
    <w:p w14:paraId="69D74C04" w14:textId="77777777" w:rsidR="009365A7" w:rsidRPr="009365A7" w:rsidRDefault="009365A7" w:rsidP="009365A7">
      <w:pPr>
        <w:spacing w:before="0"/>
        <w:jc w:val="left"/>
        <w:rPr>
          <w:rFonts w:eastAsia="MS Mincho"/>
          <w:b/>
          <w:sz w:val="20"/>
          <w:szCs w:val="20"/>
          <w:lang w:eastAsia="ko-KR"/>
        </w:rPr>
      </w:pPr>
    </w:p>
    <w:p w14:paraId="038C306A" w14:textId="77777777" w:rsidR="009365A7" w:rsidRPr="009365A7" w:rsidRDefault="009365A7" w:rsidP="009365A7">
      <w:pPr>
        <w:spacing w:before="0"/>
        <w:jc w:val="left"/>
        <w:rPr>
          <w:rFonts w:eastAsia="MS Mincho"/>
          <w:b/>
          <w:sz w:val="20"/>
          <w:szCs w:val="20"/>
          <w:lang w:eastAsia="ko-KR"/>
        </w:rPr>
      </w:pPr>
      <w:r w:rsidRPr="009365A7">
        <w:rPr>
          <w:rFonts w:eastAsia="MS Mincho"/>
          <w:b/>
          <w:sz w:val="20"/>
          <w:szCs w:val="20"/>
          <w:lang w:eastAsia="ko-KR"/>
        </w:rPr>
        <w:lastRenderedPageBreak/>
        <w:t>Declaration Form (Background Intellectual Property Right) – PATENTS</w:t>
      </w:r>
    </w:p>
    <w:p w14:paraId="342A08C2" w14:textId="77777777" w:rsidR="009365A7" w:rsidRPr="009365A7" w:rsidRDefault="009365A7" w:rsidP="009365A7">
      <w:pPr>
        <w:spacing w:before="0"/>
        <w:jc w:val="left"/>
        <w:rPr>
          <w:rFonts w:eastAsia="MS Mincho"/>
          <w:sz w:val="20"/>
          <w:szCs w:val="20"/>
          <w:lang w:eastAsia="ko-KR"/>
        </w:rPr>
      </w:pPr>
    </w:p>
    <w:p w14:paraId="4B9EC16F" w14:textId="77777777" w:rsidR="009365A7" w:rsidRPr="009365A7" w:rsidRDefault="009365A7" w:rsidP="009365A7">
      <w:pPr>
        <w:spacing w:before="0"/>
        <w:jc w:val="left"/>
        <w:rPr>
          <w:rFonts w:eastAsia="MS Mincho"/>
          <w:sz w:val="20"/>
          <w:szCs w:val="20"/>
          <w:lang w:eastAsia="ko-KR"/>
        </w:rPr>
      </w:pPr>
      <w:r w:rsidRPr="009365A7">
        <w:rPr>
          <w:rFonts w:eastAsia="MS Mincho"/>
          <w:sz w:val="20"/>
          <w:szCs w:val="20"/>
          <w:lang w:eastAsia="ko-KR"/>
        </w:rPr>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9365A7" w:rsidRPr="009365A7" w14:paraId="71CAB615" w14:textId="77777777" w:rsidTr="00BF34BA">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6F99B1"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14:paraId="6867D106"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r w:rsidR="009365A7" w:rsidRPr="009365A7" w14:paraId="4C824D1A" w14:textId="77777777" w:rsidTr="00BF34BA">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14:paraId="08B83AD8"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14:paraId="1EB623A6"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r w:rsidR="009365A7" w:rsidRPr="009365A7" w14:paraId="41382A43" w14:textId="77777777" w:rsidTr="00BF34BA">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14:paraId="3DD4C852"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14:paraId="2715BE84"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14:paraId="083AA7CC"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14:paraId="4D43E86B"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xml:space="preserve">Explain: </w:t>
            </w:r>
          </w:p>
        </w:tc>
      </w:tr>
      <w:tr w:rsidR="009365A7" w:rsidRPr="009365A7" w14:paraId="09079610" w14:textId="77777777" w:rsidTr="00BF34BA">
        <w:trPr>
          <w:trHeight w:val="600"/>
        </w:trPr>
        <w:tc>
          <w:tcPr>
            <w:tcW w:w="0" w:type="auto"/>
            <w:vMerge/>
            <w:tcBorders>
              <w:top w:val="nil"/>
              <w:left w:val="single" w:sz="4" w:space="0" w:color="auto"/>
              <w:bottom w:val="single" w:sz="4" w:space="0" w:color="000000"/>
              <w:right w:val="nil"/>
            </w:tcBorders>
            <w:vAlign w:val="center"/>
            <w:hideMark/>
          </w:tcPr>
          <w:p w14:paraId="22BA1A91" w14:textId="77777777" w:rsidR="009365A7" w:rsidRPr="009365A7" w:rsidRDefault="009365A7" w:rsidP="009365A7">
            <w:pPr>
              <w:spacing w:before="0"/>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14:paraId="5899F86D"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14:paraId="25DC5FF1"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14:paraId="12595B13" w14:textId="77777777" w:rsidR="009365A7" w:rsidRPr="009365A7" w:rsidRDefault="009365A7" w:rsidP="009365A7">
            <w:pPr>
              <w:spacing w:before="0"/>
              <w:jc w:val="left"/>
              <w:rPr>
                <w:rFonts w:eastAsia="PMingLiU"/>
                <w:sz w:val="18"/>
                <w:szCs w:val="18"/>
                <w:lang w:eastAsia="ja-JP"/>
              </w:rPr>
            </w:pPr>
          </w:p>
        </w:tc>
      </w:tr>
      <w:tr w:rsidR="009365A7" w:rsidRPr="009365A7" w14:paraId="277FCE1A" w14:textId="77777777" w:rsidTr="00BF34BA">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14:paraId="03149319"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14:paraId="475BCACC"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r w:rsidR="009365A7" w:rsidRPr="009365A7" w14:paraId="5CE4B655" w14:textId="77777777" w:rsidTr="00BF34BA">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14:paraId="6D128BB1"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14:paraId="7B85F3BE"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r w:rsidR="009365A7" w:rsidRPr="009365A7" w14:paraId="3F8D5BDC" w14:textId="77777777" w:rsidTr="00BF34BA">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14:paraId="4D33D3E3"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14:paraId="585492B7"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r w:rsidR="009365A7" w:rsidRPr="009365A7" w14:paraId="6FC66007" w14:textId="77777777" w:rsidTr="00BF34BA">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14:paraId="2D09D78C"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14:paraId="6D9EDA6B"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14:paraId="022E1C6F"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14:paraId="3E056E9E"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14:paraId="71718840"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14:paraId="2B8502D3"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14:paraId="28CA30FF"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Owner</w:t>
            </w:r>
          </w:p>
        </w:tc>
      </w:tr>
      <w:tr w:rsidR="009365A7" w:rsidRPr="009365A7" w14:paraId="6CA972B7" w14:textId="77777777" w:rsidTr="00BF34BA">
        <w:trPr>
          <w:trHeight w:val="402"/>
        </w:trPr>
        <w:tc>
          <w:tcPr>
            <w:tcW w:w="1779" w:type="dxa"/>
            <w:tcBorders>
              <w:top w:val="nil"/>
              <w:left w:val="single" w:sz="4" w:space="0" w:color="auto"/>
              <w:bottom w:val="single" w:sz="4" w:space="0" w:color="auto"/>
              <w:right w:val="single" w:sz="4" w:space="0" w:color="auto"/>
            </w:tcBorders>
            <w:noWrap/>
            <w:vAlign w:val="center"/>
            <w:hideMark/>
          </w:tcPr>
          <w:p w14:paraId="285EF1FE"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14:paraId="5D766414"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14:paraId="21EA460F"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14:paraId="338E6B6A"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14:paraId="79BBA3A9"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14:paraId="2E8288A6"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14:paraId="60C124B1"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r>
      <w:tr w:rsidR="009365A7" w:rsidRPr="009365A7" w14:paraId="6147F61F" w14:textId="77777777" w:rsidTr="00BF34BA">
        <w:trPr>
          <w:trHeight w:val="402"/>
        </w:trPr>
        <w:tc>
          <w:tcPr>
            <w:tcW w:w="1779" w:type="dxa"/>
            <w:tcBorders>
              <w:top w:val="nil"/>
              <w:left w:val="single" w:sz="4" w:space="0" w:color="auto"/>
              <w:bottom w:val="single" w:sz="4" w:space="0" w:color="auto"/>
              <w:right w:val="single" w:sz="4" w:space="0" w:color="auto"/>
            </w:tcBorders>
            <w:noWrap/>
            <w:vAlign w:val="center"/>
            <w:hideMark/>
          </w:tcPr>
          <w:p w14:paraId="3BA2BD35"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14:paraId="6D41754A"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14:paraId="033D8C53"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14:paraId="6B3D0A1E"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14:paraId="1FBA030F"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14:paraId="3E141F0E"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14:paraId="24F8364D"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r>
      <w:tr w:rsidR="009365A7" w:rsidRPr="009365A7" w14:paraId="568F5FC6" w14:textId="77777777" w:rsidTr="00BF34BA">
        <w:trPr>
          <w:trHeight w:val="402"/>
        </w:trPr>
        <w:tc>
          <w:tcPr>
            <w:tcW w:w="1779" w:type="dxa"/>
            <w:tcBorders>
              <w:top w:val="nil"/>
              <w:left w:val="single" w:sz="4" w:space="0" w:color="auto"/>
              <w:bottom w:val="single" w:sz="4" w:space="0" w:color="auto"/>
              <w:right w:val="single" w:sz="4" w:space="0" w:color="auto"/>
            </w:tcBorders>
            <w:noWrap/>
            <w:vAlign w:val="center"/>
            <w:hideMark/>
          </w:tcPr>
          <w:p w14:paraId="20B9EE69"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14:paraId="17FC023F"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14:paraId="39EEE508"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14:paraId="1CD53BF3"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14:paraId="3B699D2A"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14:paraId="5DBF1D76"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14:paraId="07DA2378"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r>
      <w:tr w:rsidR="009365A7" w:rsidRPr="009365A7" w14:paraId="0B71CEAD" w14:textId="77777777" w:rsidTr="00BF34BA">
        <w:trPr>
          <w:trHeight w:val="402"/>
        </w:trPr>
        <w:tc>
          <w:tcPr>
            <w:tcW w:w="1779" w:type="dxa"/>
            <w:tcBorders>
              <w:top w:val="nil"/>
              <w:left w:val="single" w:sz="4" w:space="0" w:color="auto"/>
              <w:bottom w:val="single" w:sz="4" w:space="0" w:color="auto"/>
              <w:right w:val="single" w:sz="4" w:space="0" w:color="auto"/>
            </w:tcBorders>
            <w:noWrap/>
            <w:vAlign w:val="center"/>
            <w:hideMark/>
          </w:tcPr>
          <w:p w14:paraId="555A1D13"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14:paraId="7D1A3C30"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14:paraId="7283F8EB"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14:paraId="4BF13666"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14:paraId="7FC0B799"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14:paraId="1F5072E7"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14:paraId="6C54C761"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r>
      <w:tr w:rsidR="009365A7" w:rsidRPr="009365A7" w14:paraId="411A5DFA" w14:textId="77777777" w:rsidTr="00BF34BA">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14:paraId="28126ED5"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14:paraId="6632ACC1"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bl>
    <w:p w14:paraId="2B940EF2" w14:textId="77777777" w:rsidR="009365A7" w:rsidRPr="009365A7" w:rsidRDefault="009365A7" w:rsidP="009365A7">
      <w:pPr>
        <w:spacing w:before="0"/>
        <w:jc w:val="left"/>
        <w:rPr>
          <w:rFonts w:eastAsia="MS Mincho"/>
          <w:i/>
          <w:sz w:val="18"/>
          <w:szCs w:val="18"/>
        </w:rPr>
      </w:pPr>
      <w:r w:rsidRPr="009365A7">
        <w:rPr>
          <w:rFonts w:eastAsia="MS Mincho"/>
          <w:i/>
          <w:sz w:val="18"/>
          <w:szCs w:val="18"/>
          <w:lang w:eastAsia="ko-KR"/>
        </w:rPr>
        <w:t>* If the same technology has been protected through a family of patents, please give details of all the patents. Include further rows if necessary.</w:t>
      </w:r>
    </w:p>
    <w:p w14:paraId="6A0E2C8F" w14:textId="77777777" w:rsidR="009365A7" w:rsidRPr="009365A7" w:rsidRDefault="009365A7" w:rsidP="009365A7">
      <w:pPr>
        <w:spacing w:before="0"/>
        <w:jc w:val="left"/>
        <w:rPr>
          <w:rFonts w:eastAsia="MS Mincho"/>
          <w:lang w:eastAsia="ko-KR"/>
        </w:rPr>
      </w:pPr>
    </w:p>
    <w:p w14:paraId="3CD05133" w14:textId="77777777" w:rsidR="009365A7" w:rsidRPr="009365A7" w:rsidRDefault="009365A7" w:rsidP="009365A7">
      <w:pPr>
        <w:spacing w:before="0"/>
        <w:jc w:val="left"/>
        <w:rPr>
          <w:rFonts w:eastAsia="MS Mincho"/>
          <w:sz w:val="20"/>
          <w:szCs w:val="20"/>
          <w:lang w:eastAsia="ko-KR"/>
        </w:rPr>
      </w:pPr>
      <w:r w:rsidRPr="009365A7">
        <w:rPr>
          <w:rFonts w:eastAsia="MS Mincho"/>
          <w:sz w:val="20"/>
          <w:szCs w:val="20"/>
          <w:lang w:eastAsia="ko-KR"/>
        </w:rPr>
        <w:t>(B) List of licences granted with regard to the above patent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9365A7" w:rsidRPr="009365A7" w14:paraId="5CC4A236" w14:textId="77777777" w:rsidTr="00BF34BA">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C7F6E8"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14:paraId="7857F2E7"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14:paraId="610E72D7"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14:paraId="025883BE"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14:paraId="18C2B724"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14:paraId="00F88C84"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14:paraId="5A33636B"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14:paraId="0079D3F2"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Registered?</w:t>
            </w:r>
          </w:p>
        </w:tc>
      </w:tr>
      <w:tr w:rsidR="009365A7" w:rsidRPr="009365A7" w14:paraId="5D8C9C57" w14:textId="77777777" w:rsidTr="00BF34BA">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14:paraId="7E8FCD67"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14:paraId="6DC7E146"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281A3A2F"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1136EB61"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02F0949A"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62817970"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1C1C9EF3"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110A91EB"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r>
      <w:tr w:rsidR="009365A7" w:rsidRPr="009365A7" w14:paraId="2945AB1C" w14:textId="77777777" w:rsidTr="00BF34BA">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14:paraId="7656A9BE"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14:paraId="75BACCB1"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1A4B8715"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5E89EFF1"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6CC6DD0B"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241AEFCD"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386E483E"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79D631E9"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r>
      <w:tr w:rsidR="009365A7" w:rsidRPr="009365A7" w14:paraId="1CCC0E9D" w14:textId="77777777" w:rsidTr="00BF34BA">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14:paraId="70C22790"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14:paraId="6374A9B5"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0D9F8243"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3B550155"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4720EE2C"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555DF516"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10902470"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04D28F31"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bl>
    <w:p w14:paraId="5B595F45" w14:textId="77777777" w:rsidR="009365A7" w:rsidRPr="009365A7" w:rsidRDefault="009365A7" w:rsidP="009365A7">
      <w:pPr>
        <w:spacing w:before="0"/>
        <w:jc w:val="left"/>
        <w:rPr>
          <w:rFonts w:eastAsia="MS Mincho"/>
          <w:sz w:val="20"/>
        </w:rPr>
      </w:pPr>
    </w:p>
    <w:p w14:paraId="0EA8C9CA" w14:textId="77777777" w:rsidR="009365A7" w:rsidRPr="009365A7" w:rsidRDefault="009365A7" w:rsidP="009365A7">
      <w:pPr>
        <w:spacing w:before="0"/>
        <w:jc w:val="left"/>
        <w:rPr>
          <w:rFonts w:eastAsia="MS Mincho"/>
          <w:sz w:val="20"/>
          <w:szCs w:val="20"/>
          <w:lang w:eastAsia="ko-KR"/>
        </w:rPr>
      </w:pPr>
    </w:p>
    <w:p w14:paraId="7C51F730" w14:textId="77777777" w:rsidR="009365A7" w:rsidRPr="009365A7" w:rsidRDefault="009365A7" w:rsidP="009365A7">
      <w:pPr>
        <w:spacing w:before="0"/>
        <w:jc w:val="left"/>
        <w:rPr>
          <w:rFonts w:eastAsia="MS Mincho"/>
          <w:sz w:val="20"/>
          <w:szCs w:val="20"/>
          <w:lang w:eastAsia="ko-KR"/>
        </w:rPr>
      </w:pPr>
    </w:p>
    <w:p w14:paraId="6F84DE1A" w14:textId="77777777" w:rsidR="009365A7" w:rsidRPr="009365A7" w:rsidRDefault="009365A7" w:rsidP="009365A7">
      <w:pPr>
        <w:spacing w:before="0"/>
        <w:jc w:val="left"/>
        <w:rPr>
          <w:rFonts w:eastAsia="MS Mincho"/>
          <w:sz w:val="20"/>
          <w:szCs w:val="20"/>
          <w:lang w:eastAsia="ko-KR"/>
        </w:rPr>
      </w:pPr>
    </w:p>
    <w:p w14:paraId="57497A6A" w14:textId="77777777" w:rsidR="009365A7" w:rsidRPr="009365A7" w:rsidRDefault="009365A7" w:rsidP="009365A7">
      <w:pPr>
        <w:spacing w:before="0"/>
        <w:jc w:val="left"/>
        <w:rPr>
          <w:rFonts w:eastAsia="MS Mincho"/>
          <w:sz w:val="20"/>
          <w:szCs w:val="20"/>
          <w:lang w:eastAsia="ko-KR"/>
        </w:rPr>
      </w:pPr>
    </w:p>
    <w:p w14:paraId="38EA0ECC" w14:textId="77777777" w:rsidR="009365A7" w:rsidRPr="009365A7" w:rsidRDefault="009365A7" w:rsidP="009365A7">
      <w:pPr>
        <w:spacing w:before="0"/>
        <w:jc w:val="left"/>
        <w:rPr>
          <w:rFonts w:eastAsia="MS Mincho"/>
          <w:sz w:val="20"/>
          <w:szCs w:val="20"/>
          <w:lang w:eastAsia="ko-KR"/>
        </w:rPr>
      </w:pPr>
    </w:p>
    <w:p w14:paraId="06467D3B" w14:textId="77777777" w:rsidR="009365A7" w:rsidRPr="009365A7" w:rsidRDefault="009365A7" w:rsidP="009365A7">
      <w:pPr>
        <w:spacing w:before="0"/>
        <w:jc w:val="left"/>
        <w:rPr>
          <w:rFonts w:eastAsia="MS Mincho"/>
          <w:sz w:val="20"/>
          <w:szCs w:val="20"/>
          <w:lang w:eastAsia="ko-KR"/>
        </w:rPr>
      </w:pPr>
    </w:p>
    <w:p w14:paraId="593F0118" w14:textId="77777777" w:rsidR="009365A7" w:rsidRPr="009365A7" w:rsidRDefault="009365A7" w:rsidP="009365A7">
      <w:pPr>
        <w:spacing w:before="0"/>
        <w:jc w:val="left"/>
        <w:rPr>
          <w:rFonts w:eastAsia="MS Mincho"/>
          <w:sz w:val="20"/>
          <w:szCs w:val="20"/>
          <w:lang w:eastAsia="ko-KR"/>
        </w:rPr>
      </w:pPr>
    </w:p>
    <w:p w14:paraId="6119EC8E" w14:textId="77777777" w:rsidR="009365A7" w:rsidRPr="009365A7" w:rsidRDefault="009365A7" w:rsidP="009365A7">
      <w:pPr>
        <w:spacing w:before="0"/>
        <w:jc w:val="left"/>
        <w:rPr>
          <w:rFonts w:eastAsia="MS Mincho"/>
          <w:sz w:val="20"/>
          <w:szCs w:val="20"/>
          <w:lang w:eastAsia="ko-KR"/>
        </w:rPr>
      </w:pPr>
    </w:p>
    <w:p w14:paraId="3A94E093" w14:textId="77777777" w:rsidR="009365A7" w:rsidRPr="009365A7" w:rsidRDefault="009365A7" w:rsidP="009365A7">
      <w:pPr>
        <w:spacing w:before="0"/>
        <w:jc w:val="left"/>
        <w:rPr>
          <w:rFonts w:eastAsia="MS Mincho"/>
          <w:sz w:val="20"/>
          <w:szCs w:val="20"/>
          <w:lang w:eastAsia="ko-KR"/>
        </w:rPr>
      </w:pPr>
    </w:p>
    <w:p w14:paraId="7C782AD6" w14:textId="77777777" w:rsidR="009365A7" w:rsidRPr="009365A7" w:rsidRDefault="009365A7" w:rsidP="009365A7">
      <w:pPr>
        <w:spacing w:before="0"/>
        <w:jc w:val="left"/>
        <w:rPr>
          <w:rFonts w:eastAsia="MS Mincho"/>
          <w:sz w:val="20"/>
          <w:szCs w:val="20"/>
          <w:lang w:eastAsia="ko-KR"/>
        </w:rPr>
      </w:pPr>
    </w:p>
    <w:p w14:paraId="29103FDE" w14:textId="77777777" w:rsidR="009365A7" w:rsidRPr="009365A7" w:rsidRDefault="009365A7" w:rsidP="009365A7">
      <w:pPr>
        <w:spacing w:before="0"/>
        <w:jc w:val="left"/>
        <w:rPr>
          <w:rFonts w:eastAsia="MS Mincho"/>
          <w:sz w:val="20"/>
          <w:szCs w:val="20"/>
          <w:lang w:eastAsia="ko-KR"/>
        </w:rPr>
      </w:pPr>
    </w:p>
    <w:p w14:paraId="6F6EDF51" w14:textId="77777777" w:rsidR="009365A7" w:rsidRPr="009365A7" w:rsidRDefault="009365A7" w:rsidP="009365A7">
      <w:pPr>
        <w:spacing w:before="0"/>
        <w:jc w:val="left"/>
        <w:rPr>
          <w:rFonts w:eastAsia="MS Mincho"/>
          <w:sz w:val="20"/>
          <w:szCs w:val="20"/>
          <w:lang w:eastAsia="ko-KR"/>
        </w:rPr>
      </w:pPr>
    </w:p>
    <w:p w14:paraId="0B7A250F" w14:textId="77777777" w:rsidR="009365A7" w:rsidRPr="009365A7" w:rsidRDefault="009365A7" w:rsidP="009365A7">
      <w:pPr>
        <w:spacing w:before="0"/>
        <w:jc w:val="left"/>
        <w:rPr>
          <w:rFonts w:eastAsia="MS Mincho"/>
          <w:sz w:val="20"/>
          <w:szCs w:val="20"/>
          <w:lang w:eastAsia="ko-KR"/>
        </w:rPr>
      </w:pPr>
    </w:p>
    <w:p w14:paraId="67EC6306" w14:textId="77777777" w:rsidR="009365A7" w:rsidRPr="009365A7" w:rsidRDefault="009365A7" w:rsidP="009365A7">
      <w:pPr>
        <w:spacing w:before="0"/>
        <w:jc w:val="left"/>
        <w:rPr>
          <w:rFonts w:eastAsia="MS Mincho"/>
          <w:sz w:val="20"/>
          <w:szCs w:val="20"/>
          <w:lang w:eastAsia="ko-KR"/>
        </w:rPr>
      </w:pPr>
    </w:p>
    <w:p w14:paraId="729FCE52" w14:textId="77777777" w:rsidR="009365A7" w:rsidRPr="009365A7" w:rsidRDefault="009365A7" w:rsidP="009365A7">
      <w:pPr>
        <w:spacing w:before="0"/>
        <w:jc w:val="left"/>
        <w:rPr>
          <w:rFonts w:eastAsia="MS Mincho"/>
          <w:sz w:val="20"/>
          <w:szCs w:val="20"/>
          <w:lang w:eastAsia="ko-KR"/>
        </w:rPr>
      </w:pPr>
    </w:p>
    <w:p w14:paraId="77BB0444" w14:textId="77777777" w:rsidR="009365A7" w:rsidRPr="009365A7" w:rsidRDefault="009365A7" w:rsidP="009365A7">
      <w:pPr>
        <w:spacing w:before="0"/>
        <w:jc w:val="left"/>
        <w:rPr>
          <w:rFonts w:eastAsia="MS Mincho"/>
          <w:b/>
          <w:sz w:val="20"/>
          <w:szCs w:val="20"/>
          <w:lang w:eastAsia="ko-KR"/>
        </w:rPr>
      </w:pPr>
    </w:p>
    <w:p w14:paraId="5C9F94DF" w14:textId="77777777" w:rsidR="009365A7" w:rsidRPr="009365A7" w:rsidRDefault="009365A7" w:rsidP="009365A7">
      <w:pPr>
        <w:spacing w:before="0"/>
        <w:jc w:val="left"/>
        <w:rPr>
          <w:rFonts w:eastAsia="MS Mincho"/>
          <w:b/>
          <w:sz w:val="20"/>
          <w:szCs w:val="20"/>
          <w:lang w:eastAsia="ko-KR"/>
        </w:rPr>
      </w:pPr>
      <w:r w:rsidRPr="009365A7">
        <w:rPr>
          <w:rFonts w:eastAsia="MS Mincho"/>
          <w:b/>
          <w:sz w:val="20"/>
          <w:szCs w:val="20"/>
          <w:lang w:eastAsia="ko-KR"/>
        </w:rPr>
        <w:t>Declaration Form (Background Intellectual Property Right) - COPYRIGHT</w:t>
      </w:r>
    </w:p>
    <w:p w14:paraId="711F05B3" w14:textId="77777777" w:rsidR="009365A7" w:rsidRPr="009365A7" w:rsidRDefault="009365A7" w:rsidP="009365A7">
      <w:pPr>
        <w:spacing w:before="0"/>
        <w:jc w:val="center"/>
        <w:rPr>
          <w:rFonts w:eastAsia="MS Mincho"/>
          <w:sz w:val="20"/>
          <w:szCs w:val="20"/>
          <w:lang w:eastAsia="ko-KR"/>
        </w:rPr>
      </w:pPr>
    </w:p>
    <w:p w14:paraId="4E2AAA4C" w14:textId="77777777" w:rsidR="009365A7" w:rsidRPr="009365A7" w:rsidRDefault="009365A7" w:rsidP="009365A7">
      <w:pPr>
        <w:spacing w:before="0"/>
        <w:jc w:val="left"/>
        <w:rPr>
          <w:rFonts w:eastAsia="MS Mincho"/>
          <w:sz w:val="20"/>
          <w:szCs w:val="20"/>
          <w:lang w:eastAsia="ko-KR"/>
        </w:rPr>
      </w:pPr>
      <w:r w:rsidRPr="009365A7">
        <w:rPr>
          <w:rFonts w:eastAsia="MS Mincho"/>
          <w:sz w:val="20"/>
          <w:szCs w:val="20"/>
          <w:lang w:eastAsia="ko-KR"/>
        </w:rPr>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9365A7" w:rsidRPr="009365A7" w14:paraId="5916E92D" w14:textId="77777777" w:rsidTr="00BF34BA">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D412A1"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14:paraId="43DB8F58"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r w:rsidR="009365A7" w:rsidRPr="009365A7" w14:paraId="3BA4CE85" w14:textId="77777777" w:rsidTr="00BF34BA">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14:paraId="5EFC44C1"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14:paraId="0EE67F0D"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r w:rsidR="009365A7" w:rsidRPr="009365A7" w14:paraId="60B23B93" w14:textId="77777777" w:rsidTr="00BF34BA">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14:paraId="3C939205"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14:paraId="04558B28"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14:paraId="60C83FFE"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14:paraId="7D4BD188"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xml:space="preserve">Explain: </w:t>
            </w:r>
          </w:p>
        </w:tc>
      </w:tr>
      <w:tr w:rsidR="009365A7" w:rsidRPr="009365A7" w14:paraId="0F5BC090" w14:textId="77777777" w:rsidTr="00BF34BA">
        <w:trPr>
          <w:trHeight w:val="600"/>
        </w:trPr>
        <w:tc>
          <w:tcPr>
            <w:tcW w:w="1906" w:type="dxa"/>
            <w:vMerge/>
            <w:tcBorders>
              <w:top w:val="nil"/>
              <w:left w:val="single" w:sz="4" w:space="0" w:color="auto"/>
              <w:bottom w:val="single" w:sz="4" w:space="0" w:color="000000"/>
              <w:right w:val="nil"/>
            </w:tcBorders>
            <w:vAlign w:val="center"/>
            <w:hideMark/>
          </w:tcPr>
          <w:p w14:paraId="30A46945" w14:textId="77777777" w:rsidR="009365A7" w:rsidRPr="009365A7" w:rsidRDefault="009365A7" w:rsidP="009365A7">
            <w:pPr>
              <w:spacing w:before="0"/>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14:paraId="2E674100"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14:paraId="4A357B09"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14:paraId="00BDE08A" w14:textId="77777777" w:rsidR="009365A7" w:rsidRPr="009365A7" w:rsidRDefault="009365A7" w:rsidP="009365A7">
            <w:pPr>
              <w:spacing w:before="0"/>
              <w:jc w:val="left"/>
              <w:rPr>
                <w:rFonts w:eastAsia="PMingLiU"/>
                <w:sz w:val="18"/>
                <w:szCs w:val="18"/>
                <w:lang w:eastAsia="ja-JP"/>
              </w:rPr>
            </w:pPr>
          </w:p>
        </w:tc>
      </w:tr>
      <w:tr w:rsidR="009365A7" w:rsidRPr="009365A7" w14:paraId="095ABCFF" w14:textId="77777777" w:rsidTr="00BF34BA">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14:paraId="4DF71128"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xml:space="preserve">Are there are any related rights involved, such as of producers, publishers, broadcasters, </w:t>
            </w:r>
            <w:proofErr w:type="spellStart"/>
            <w:r w:rsidRPr="009365A7">
              <w:rPr>
                <w:rFonts w:eastAsia="PMingLiU"/>
                <w:sz w:val="18"/>
                <w:szCs w:val="18"/>
                <w:lang w:eastAsia="ja-JP"/>
              </w:rPr>
              <w:t>etc</w:t>
            </w:r>
            <w:proofErr w:type="spellEnd"/>
            <w:r w:rsidRPr="009365A7">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14:paraId="1A59FD65" w14:textId="77777777" w:rsidR="009365A7" w:rsidRPr="009365A7" w:rsidRDefault="009365A7" w:rsidP="009365A7">
            <w:pPr>
              <w:spacing w:before="0"/>
              <w:jc w:val="center"/>
              <w:rPr>
                <w:rFonts w:eastAsia="PMingLiU"/>
                <w:b/>
                <w:bCs/>
                <w:sz w:val="18"/>
                <w:szCs w:val="18"/>
                <w:lang w:eastAsia="ja-JP"/>
              </w:rPr>
            </w:pPr>
            <w:r w:rsidRPr="009365A7">
              <w:rPr>
                <w:rFonts w:eastAsia="PMingLiU"/>
                <w:b/>
                <w:bCs/>
                <w:sz w:val="18"/>
                <w:szCs w:val="18"/>
                <w:lang w:eastAsia="ja-JP"/>
              </w:rPr>
              <w:t> </w:t>
            </w:r>
          </w:p>
        </w:tc>
      </w:tr>
      <w:tr w:rsidR="009365A7" w:rsidRPr="009365A7" w14:paraId="1F187990" w14:textId="77777777" w:rsidTr="00BF34BA">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14:paraId="79114A0A"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14:paraId="275265CF"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r w:rsidR="009365A7" w:rsidRPr="009365A7" w14:paraId="74FFDEF6" w14:textId="77777777" w:rsidTr="00BF34BA">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14:paraId="08FC481B"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14:paraId="5166EF87"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r w:rsidR="009365A7" w:rsidRPr="009365A7" w14:paraId="3B24EAC2" w14:textId="77777777" w:rsidTr="00BF34BA">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14:paraId="17198A2A"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14:paraId="49D63E68"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r w:rsidR="009365A7" w:rsidRPr="009365A7" w14:paraId="7299D213" w14:textId="77777777" w:rsidTr="00BF34BA">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14:paraId="124ED930"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Legal Deposit</w:t>
            </w:r>
          </w:p>
          <w:p w14:paraId="75EECF91"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14:paraId="659DD24D"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r w:rsidR="009365A7" w:rsidRPr="009365A7" w14:paraId="471079B8" w14:textId="77777777" w:rsidTr="00BF34BA">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14:paraId="121D17A5"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14:paraId="0120C86C"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14:paraId="61B5828B"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14:paraId="0B5DE7E4"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14:paraId="2C95C928"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14:paraId="0952C745"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14:paraId="47B35D56"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r>
    </w:tbl>
    <w:p w14:paraId="5E1A5AA3" w14:textId="77777777" w:rsidR="009365A7" w:rsidRPr="009365A7" w:rsidRDefault="009365A7" w:rsidP="009365A7">
      <w:pPr>
        <w:spacing w:before="0"/>
        <w:jc w:val="left"/>
        <w:rPr>
          <w:rFonts w:eastAsia="MS Mincho"/>
          <w:sz w:val="20"/>
        </w:rPr>
      </w:pPr>
    </w:p>
    <w:p w14:paraId="34141467" w14:textId="77777777" w:rsidR="009365A7" w:rsidRPr="009365A7" w:rsidRDefault="009365A7" w:rsidP="009365A7">
      <w:pPr>
        <w:spacing w:before="0"/>
        <w:jc w:val="left"/>
        <w:rPr>
          <w:rFonts w:eastAsia="MS Mincho"/>
          <w:sz w:val="20"/>
          <w:szCs w:val="20"/>
          <w:lang w:eastAsia="ko-KR"/>
        </w:rPr>
      </w:pPr>
      <w:r w:rsidRPr="009365A7">
        <w:rPr>
          <w:rFonts w:eastAsia="MS Mincho"/>
          <w:sz w:val="20"/>
          <w:szCs w:val="20"/>
          <w:lang w:eastAsia="ko-KR"/>
        </w:rPr>
        <w:t>(B) List of licences granted with regard to the above copyright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9365A7" w:rsidRPr="009365A7" w14:paraId="795F8676" w14:textId="77777777" w:rsidTr="00BF34BA">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5F908F"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14:paraId="4A3968F5"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14:paraId="177C62E3"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14:paraId="19EA6247"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14:paraId="4FC90007"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14:paraId="6D12FC42"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14:paraId="0C646984"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14:paraId="0330920C"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Registered?</w:t>
            </w:r>
          </w:p>
        </w:tc>
      </w:tr>
      <w:tr w:rsidR="009365A7" w:rsidRPr="009365A7" w14:paraId="5E6447BD" w14:textId="77777777" w:rsidTr="00BF34BA">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14:paraId="60B64E3C"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14:paraId="4CE43DD2"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6B247BF3"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71B4113C"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240623A9"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1A92BD6C"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0A79A677"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77F3C89E"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r>
      <w:tr w:rsidR="009365A7" w:rsidRPr="009365A7" w14:paraId="267D6C4D" w14:textId="77777777" w:rsidTr="00BF34BA">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14:paraId="4820FEB1"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14:paraId="34D7AEC2"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515815E0"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3B4C2491"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7323A19E"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38FC2D86"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3D6B42B9"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56EB9344"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r>
      <w:tr w:rsidR="009365A7" w:rsidRPr="009365A7" w14:paraId="33B4EA15" w14:textId="77777777" w:rsidTr="00BF34BA">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14:paraId="34B07C39"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14:paraId="719A5DA9"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4A081D1F"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34520A80"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4A699AFA"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506B57CA"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4113BA99"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2CEA4DBC"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bl>
    <w:p w14:paraId="3E84F7BA" w14:textId="77777777" w:rsidR="009365A7" w:rsidRPr="009365A7" w:rsidRDefault="009365A7" w:rsidP="009365A7">
      <w:pPr>
        <w:spacing w:before="0"/>
        <w:jc w:val="center"/>
        <w:rPr>
          <w:rFonts w:eastAsia="MS Mincho"/>
          <w:sz w:val="20"/>
        </w:rPr>
      </w:pPr>
    </w:p>
    <w:p w14:paraId="0E207B15" w14:textId="77777777" w:rsidR="009365A7" w:rsidRPr="009365A7" w:rsidRDefault="009365A7" w:rsidP="009365A7">
      <w:pPr>
        <w:spacing w:before="0"/>
        <w:jc w:val="center"/>
        <w:rPr>
          <w:rFonts w:eastAsia="MS Mincho"/>
          <w:sz w:val="20"/>
          <w:szCs w:val="20"/>
          <w:lang w:eastAsia="ko-KR"/>
        </w:rPr>
      </w:pPr>
    </w:p>
    <w:p w14:paraId="0F1E864F" w14:textId="77777777" w:rsidR="009365A7" w:rsidRPr="009365A7" w:rsidRDefault="009365A7" w:rsidP="009365A7">
      <w:pPr>
        <w:spacing w:before="0"/>
        <w:jc w:val="center"/>
        <w:rPr>
          <w:rFonts w:eastAsia="MS Mincho"/>
          <w:sz w:val="20"/>
          <w:szCs w:val="20"/>
          <w:lang w:eastAsia="ko-KR"/>
        </w:rPr>
      </w:pPr>
    </w:p>
    <w:p w14:paraId="21134896" w14:textId="77777777" w:rsidR="009365A7" w:rsidRPr="009365A7" w:rsidRDefault="009365A7" w:rsidP="009365A7">
      <w:pPr>
        <w:spacing w:before="0"/>
        <w:jc w:val="center"/>
        <w:rPr>
          <w:rFonts w:eastAsia="MS Mincho"/>
          <w:sz w:val="20"/>
          <w:szCs w:val="20"/>
          <w:lang w:eastAsia="ko-KR"/>
        </w:rPr>
      </w:pPr>
    </w:p>
    <w:p w14:paraId="7BD46BB2" w14:textId="77777777" w:rsidR="009365A7" w:rsidRPr="009365A7" w:rsidRDefault="009365A7" w:rsidP="009365A7">
      <w:pPr>
        <w:spacing w:before="0"/>
        <w:jc w:val="center"/>
        <w:rPr>
          <w:rFonts w:eastAsia="MS Mincho"/>
          <w:sz w:val="20"/>
          <w:szCs w:val="20"/>
          <w:lang w:eastAsia="ko-KR"/>
        </w:rPr>
      </w:pPr>
    </w:p>
    <w:p w14:paraId="1F347743" w14:textId="77777777" w:rsidR="009365A7" w:rsidRPr="009365A7" w:rsidRDefault="009365A7" w:rsidP="009365A7">
      <w:pPr>
        <w:spacing w:before="0"/>
        <w:jc w:val="center"/>
        <w:rPr>
          <w:rFonts w:eastAsia="MS Mincho"/>
          <w:sz w:val="20"/>
          <w:szCs w:val="20"/>
          <w:lang w:eastAsia="ko-KR"/>
        </w:rPr>
      </w:pPr>
    </w:p>
    <w:p w14:paraId="3AD018E3" w14:textId="77777777" w:rsidR="009365A7" w:rsidRPr="009365A7" w:rsidRDefault="009365A7" w:rsidP="009365A7">
      <w:pPr>
        <w:spacing w:before="0"/>
        <w:jc w:val="center"/>
        <w:rPr>
          <w:rFonts w:eastAsia="MS Mincho"/>
          <w:sz w:val="20"/>
          <w:szCs w:val="20"/>
          <w:lang w:eastAsia="ko-KR"/>
        </w:rPr>
      </w:pPr>
    </w:p>
    <w:p w14:paraId="5C57843F" w14:textId="77777777" w:rsidR="009365A7" w:rsidRPr="009365A7" w:rsidRDefault="009365A7" w:rsidP="009365A7">
      <w:pPr>
        <w:spacing w:before="0"/>
        <w:jc w:val="center"/>
        <w:rPr>
          <w:rFonts w:eastAsia="MS Mincho"/>
          <w:sz w:val="20"/>
          <w:szCs w:val="20"/>
          <w:lang w:eastAsia="ko-KR"/>
        </w:rPr>
      </w:pPr>
    </w:p>
    <w:p w14:paraId="24793F2D" w14:textId="77777777" w:rsidR="009365A7" w:rsidRPr="009365A7" w:rsidRDefault="009365A7" w:rsidP="009365A7">
      <w:pPr>
        <w:spacing w:before="0"/>
        <w:jc w:val="center"/>
        <w:rPr>
          <w:rFonts w:eastAsia="MS Mincho"/>
          <w:sz w:val="20"/>
          <w:szCs w:val="20"/>
          <w:lang w:eastAsia="ko-KR"/>
        </w:rPr>
      </w:pPr>
    </w:p>
    <w:p w14:paraId="5A797677" w14:textId="77777777" w:rsidR="009365A7" w:rsidRPr="009365A7" w:rsidRDefault="009365A7" w:rsidP="009365A7">
      <w:pPr>
        <w:spacing w:before="0"/>
        <w:jc w:val="center"/>
        <w:rPr>
          <w:rFonts w:eastAsia="MS Mincho"/>
          <w:sz w:val="20"/>
          <w:szCs w:val="20"/>
          <w:lang w:eastAsia="ko-KR"/>
        </w:rPr>
      </w:pPr>
    </w:p>
    <w:p w14:paraId="00C29A43" w14:textId="77777777" w:rsidR="009365A7" w:rsidRPr="009365A7" w:rsidRDefault="009365A7" w:rsidP="009365A7">
      <w:pPr>
        <w:spacing w:before="0"/>
        <w:jc w:val="center"/>
        <w:rPr>
          <w:rFonts w:eastAsia="MS Mincho"/>
          <w:sz w:val="20"/>
          <w:szCs w:val="20"/>
          <w:lang w:eastAsia="ko-KR"/>
        </w:rPr>
      </w:pPr>
    </w:p>
    <w:p w14:paraId="44A4A673" w14:textId="77777777" w:rsidR="009365A7" w:rsidRPr="009365A7" w:rsidRDefault="009365A7" w:rsidP="009365A7">
      <w:pPr>
        <w:spacing w:before="0"/>
        <w:jc w:val="center"/>
        <w:rPr>
          <w:rFonts w:eastAsia="MS Mincho"/>
          <w:sz w:val="20"/>
          <w:szCs w:val="20"/>
          <w:lang w:eastAsia="ko-KR"/>
        </w:rPr>
      </w:pPr>
    </w:p>
    <w:p w14:paraId="7B9266C3" w14:textId="77777777" w:rsidR="009365A7" w:rsidRPr="009365A7" w:rsidRDefault="009365A7" w:rsidP="009365A7">
      <w:pPr>
        <w:spacing w:before="0"/>
        <w:jc w:val="left"/>
        <w:rPr>
          <w:rFonts w:eastAsia="MS Mincho"/>
          <w:b/>
          <w:sz w:val="20"/>
          <w:szCs w:val="20"/>
          <w:lang w:eastAsia="ko-KR"/>
        </w:rPr>
      </w:pPr>
    </w:p>
    <w:p w14:paraId="3A7D3C1A" w14:textId="77777777" w:rsidR="009365A7" w:rsidRPr="009365A7" w:rsidRDefault="009365A7" w:rsidP="009365A7">
      <w:pPr>
        <w:spacing w:before="0"/>
        <w:jc w:val="left"/>
        <w:rPr>
          <w:rFonts w:eastAsia="MS Mincho"/>
          <w:b/>
          <w:sz w:val="20"/>
          <w:szCs w:val="20"/>
          <w:lang w:eastAsia="ko-KR"/>
        </w:rPr>
      </w:pPr>
    </w:p>
    <w:p w14:paraId="7177959F" w14:textId="77777777" w:rsidR="009365A7" w:rsidRPr="009365A7" w:rsidRDefault="009365A7" w:rsidP="009365A7">
      <w:pPr>
        <w:spacing w:before="0"/>
        <w:jc w:val="left"/>
        <w:rPr>
          <w:rFonts w:eastAsia="MS Mincho"/>
          <w:b/>
          <w:sz w:val="20"/>
          <w:szCs w:val="20"/>
          <w:lang w:eastAsia="ko-KR"/>
        </w:rPr>
      </w:pPr>
    </w:p>
    <w:p w14:paraId="13B3EF59" w14:textId="77777777" w:rsidR="009365A7" w:rsidRPr="009365A7" w:rsidRDefault="009365A7" w:rsidP="009365A7">
      <w:pPr>
        <w:spacing w:before="0"/>
        <w:jc w:val="left"/>
        <w:rPr>
          <w:rFonts w:eastAsia="MS Mincho"/>
          <w:b/>
          <w:sz w:val="20"/>
          <w:szCs w:val="20"/>
          <w:lang w:eastAsia="ko-KR"/>
        </w:rPr>
      </w:pPr>
      <w:r w:rsidRPr="009365A7">
        <w:rPr>
          <w:rFonts w:eastAsia="MS Mincho"/>
          <w:b/>
          <w:sz w:val="20"/>
          <w:szCs w:val="20"/>
          <w:lang w:eastAsia="ko-KR"/>
        </w:rPr>
        <w:lastRenderedPageBreak/>
        <w:t>Declaration Form (Background Intellectual Property Right) - SOFTWARE/DATABASE</w:t>
      </w:r>
    </w:p>
    <w:p w14:paraId="78F1E319" w14:textId="77777777" w:rsidR="009365A7" w:rsidRPr="009365A7" w:rsidRDefault="009365A7" w:rsidP="009365A7">
      <w:pPr>
        <w:spacing w:before="0"/>
        <w:jc w:val="left"/>
        <w:rPr>
          <w:rFonts w:eastAsia="MS Mincho"/>
          <w:sz w:val="20"/>
          <w:szCs w:val="20"/>
          <w:lang w:eastAsia="ko-KR"/>
        </w:rPr>
      </w:pPr>
    </w:p>
    <w:p w14:paraId="72A23801" w14:textId="77777777" w:rsidR="009365A7" w:rsidRPr="009365A7" w:rsidRDefault="009365A7" w:rsidP="009365A7">
      <w:pPr>
        <w:spacing w:before="0"/>
        <w:jc w:val="left"/>
        <w:rPr>
          <w:rFonts w:eastAsia="MS Mincho"/>
          <w:sz w:val="20"/>
          <w:szCs w:val="20"/>
          <w:lang w:eastAsia="ko-KR"/>
        </w:rPr>
      </w:pPr>
      <w:r w:rsidRPr="009365A7">
        <w:rPr>
          <w:rFonts w:eastAsia="MS Mincho"/>
          <w:sz w:val="20"/>
          <w:szCs w:val="20"/>
          <w:lang w:eastAsia="ko-KR"/>
        </w:rPr>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9365A7" w:rsidRPr="009365A7" w14:paraId="20573B58" w14:textId="77777777" w:rsidTr="00BF34BA">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4B7D5E"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14:paraId="6F15547D"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r w:rsidR="009365A7" w:rsidRPr="009365A7" w14:paraId="0C8A19E5" w14:textId="77777777" w:rsidTr="00BF34BA">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14:paraId="4D8C633A"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Description (including details of the intended purpose, programming language, hardware minimum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14:paraId="1DC7941F"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r w:rsidR="009365A7" w:rsidRPr="009365A7" w14:paraId="2C9B6D89" w14:textId="77777777" w:rsidTr="00BF34BA">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14:paraId="29101540"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14:paraId="690BEE6C"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14:paraId="09C68B97"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14:paraId="20E5D7FB"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xml:space="preserve">Explain: </w:t>
            </w:r>
          </w:p>
        </w:tc>
      </w:tr>
      <w:tr w:rsidR="009365A7" w:rsidRPr="009365A7" w14:paraId="742C24FE" w14:textId="77777777" w:rsidTr="00BF34BA">
        <w:trPr>
          <w:trHeight w:val="600"/>
        </w:trPr>
        <w:tc>
          <w:tcPr>
            <w:tcW w:w="2536" w:type="dxa"/>
            <w:vMerge/>
            <w:tcBorders>
              <w:top w:val="nil"/>
              <w:left w:val="single" w:sz="4" w:space="0" w:color="auto"/>
              <w:bottom w:val="single" w:sz="4" w:space="0" w:color="000000"/>
              <w:right w:val="nil"/>
            </w:tcBorders>
            <w:vAlign w:val="center"/>
            <w:hideMark/>
          </w:tcPr>
          <w:p w14:paraId="61C5E0D5" w14:textId="77777777" w:rsidR="009365A7" w:rsidRPr="009365A7" w:rsidRDefault="009365A7" w:rsidP="009365A7">
            <w:pPr>
              <w:spacing w:before="0"/>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14:paraId="7F4F30D4"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14:paraId="1C1132F9"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14:paraId="5ADD3AF8" w14:textId="77777777" w:rsidR="009365A7" w:rsidRPr="009365A7" w:rsidRDefault="009365A7" w:rsidP="009365A7">
            <w:pPr>
              <w:spacing w:before="0"/>
              <w:jc w:val="left"/>
              <w:rPr>
                <w:rFonts w:eastAsia="PMingLiU"/>
                <w:sz w:val="18"/>
                <w:szCs w:val="18"/>
                <w:lang w:eastAsia="ja-JP"/>
              </w:rPr>
            </w:pPr>
          </w:p>
        </w:tc>
      </w:tr>
      <w:tr w:rsidR="009365A7" w:rsidRPr="009365A7" w14:paraId="6B1739E4" w14:textId="77777777" w:rsidTr="00BF34BA">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14:paraId="5C940980"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14:paraId="363D5CA0" w14:textId="77777777" w:rsidR="009365A7" w:rsidRPr="009365A7" w:rsidRDefault="009365A7" w:rsidP="009365A7">
            <w:pPr>
              <w:spacing w:before="0"/>
              <w:jc w:val="right"/>
              <w:rPr>
                <w:rFonts w:eastAsia="PMingLiU"/>
                <w:sz w:val="18"/>
                <w:szCs w:val="18"/>
                <w:lang w:eastAsia="ja-JP"/>
              </w:rPr>
            </w:pPr>
            <w:r w:rsidRPr="009365A7">
              <w:rPr>
                <w:rFonts w:eastAsia="PMingLiU"/>
                <w:sz w:val="18"/>
                <w:szCs w:val="18"/>
                <w:lang w:eastAsia="ja-JP"/>
              </w:rPr>
              <w:t> </w:t>
            </w:r>
          </w:p>
        </w:tc>
      </w:tr>
      <w:tr w:rsidR="009365A7" w:rsidRPr="009365A7" w14:paraId="590CF2F2" w14:textId="77777777" w:rsidTr="00BF34BA">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14:paraId="7514E2E0"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14:paraId="3D509FBD" w14:textId="77777777" w:rsidR="009365A7" w:rsidRPr="009365A7" w:rsidRDefault="009365A7" w:rsidP="009365A7">
            <w:pPr>
              <w:spacing w:before="0"/>
              <w:jc w:val="right"/>
              <w:rPr>
                <w:rFonts w:eastAsia="PMingLiU"/>
                <w:b/>
                <w:bCs/>
                <w:sz w:val="18"/>
                <w:szCs w:val="18"/>
                <w:lang w:eastAsia="ja-JP"/>
              </w:rPr>
            </w:pPr>
            <w:r w:rsidRPr="009365A7">
              <w:rPr>
                <w:rFonts w:eastAsia="PMingLiU"/>
                <w:b/>
                <w:bCs/>
                <w:sz w:val="18"/>
                <w:szCs w:val="18"/>
                <w:lang w:eastAsia="ja-JP"/>
              </w:rPr>
              <w:t> </w:t>
            </w:r>
          </w:p>
        </w:tc>
      </w:tr>
      <w:tr w:rsidR="009365A7" w:rsidRPr="009365A7" w14:paraId="7D72AEC5" w14:textId="77777777" w:rsidTr="00BF34BA">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14:paraId="60D10D39"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14:paraId="4EF51F58" w14:textId="77777777" w:rsidR="009365A7" w:rsidRPr="009365A7" w:rsidRDefault="009365A7" w:rsidP="009365A7">
            <w:pPr>
              <w:spacing w:before="0"/>
              <w:jc w:val="right"/>
              <w:rPr>
                <w:rFonts w:eastAsia="PMingLiU"/>
                <w:b/>
                <w:bCs/>
                <w:sz w:val="18"/>
                <w:szCs w:val="18"/>
                <w:lang w:eastAsia="ja-JP"/>
              </w:rPr>
            </w:pPr>
            <w:r w:rsidRPr="009365A7">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14:paraId="2CC0526E"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14:paraId="6927092B"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14:paraId="1997B434"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14:paraId="6BE8F2D9"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14:paraId="62B9655E"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r w:rsidR="009365A7" w:rsidRPr="009365A7" w14:paraId="1EDB26A6" w14:textId="77777777" w:rsidTr="00BF34BA">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14:paraId="33A7C3CA"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14:paraId="460ED88D" w14:textId="77777777" w:rsidR="009365A7" w:rsidRPr="009365A7" w:rsidRDefault="009365A7" w:rsidP="009365A7">
            <w:pPr>
              <w:spacing w:before="0"/>
              <w:jc w:val="right"/>
              <w:rPr>
                <w:rFonts w:eastAsia="PMingLiU"/>
                <w:b/>
                <w:bCs/>
                <w:sz w:val="18"/>
                <w:szCs w:val="18"/>
                <w:lang w:eastAsia="ja-JP"/>
              </w:rPr>
            </w:pPr>
            <w:r w:rsidRPr="009365A7">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14:paraId="42966D98"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14:paraId="1FF727ED"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14:paraId="67C3826A"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14:paraId="526F1C1C"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14:paraId="0B9644D4"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r w:rsidR="009365A7" w:rsidRPr="009365A7" w14:paraId="3DD11A3F" w14:textId="77777777" w:rsidTr="00BF34BA">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14:paraId="58667988"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14:paraId="6E513E54"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r w:rsidR="009365A7" w:rsidRPr="009365A7" w14:paraId="25110849" w14:textId="77777777" w:rsidTr="00BF34BA">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14:paraId="19E8B4F0"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14:paraId="0F720AB2"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r w:rsidR="009365A7" w:rsidRPr="009365A7" w14:paraId="5B4C16EE" w14:textId="77777777" w:rsidTr="00BF34BA">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14:paraId="1977A626"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14:paraId="1E2DBA2D"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r w:rsidR="009365A7" w:rsidRPr="009365A7" w14:paraId="55930A6D" w14:textId="77777777" w:rsidTr="00BF34BA">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14:paraId="11188659"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14:paraId="74E6CEA8"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r w:rsidR="009365A7" w:rsidRPr="009365A7" w14:paraId="610E1A79" w14:textId="77777777" w:rsidTr="00BF34BA">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14:paraId="0503DA22"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14:paraId="7FD3F85B"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14:paraId="01EBA922"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14:paraId="48C42A62"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14:paraId="289AD1D0"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14:paraId="566FEBBB"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14:paraId="1EB3569A"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r>
    </w:tbl>
    <w:p w14:paraId="751A8D90" w14:textId="77777777" w:rsidR="009365A7" w:rsidRPr="009365A7" w:rsidRDefault="009365A7" w:rsidP="009365A7">
      <w:pPr>
        <w:spacing w:before="0"/>
        <w:jc w:val="left"/>
        <w:rPr>
          <w:rFonts w:eastAsia="MS Mincho"/>
          <w:sz w:val="20"/>
          <w:szCs w:val="20"/>
          <w:lang w:eastAsia="ko-KR"/>
        </w:rPr>
      </w:pPr>
    </w:p>
    <w:p w14:paraId="16B5C5F3" w14:textId="77777777" w:rsidR="009365A7" w:rsidRPr="009365A7" w:rsidRDefault="009365A7" w:rsidP="009365A7">
      <w:pPr>
        <w:spacing w:before="0"/>
        <w:jc w:val="left"/>
        <w:rPr>
          <w:rFonts w:eastAsia="MS Mincho"/>
          <w:sz w:val="20"/>
          <w:szCs w:val="20"/>
          <w:lang w:eastAsia="ko-KR"/>
        </w:rPr>
      </w:pPr>
    </w:p>
    <w:p w14:paraId="5677BFD6" w14:textId="77777777" w:rsidR="009365A7" w:rsidRPr="009365A7" w:rsidRDefault="009365A7" w:rsidP="009365A7">
      <w:pPr>
        <w:spacing w:before="0"/>
        <w:jc w:val="left"/>
        <w:rPr>
          <w:rFonts w:eastAsia="MS Mincho"/>
          <w:sz w:val="20"/>
          <w:szCs w:val="20"/>
          <w:lang w:eastAsia="ko-KR"/>
        </w:rPr>
      </w:pPr>
      <w:r w:rsidRPr="009365A7">
        <w:rPr>
          <w:rFonts w:eastAsia="MS Mincho"/>
          <w:sz w:val="20"/>
          <w:szCs w:val="20"/>
          <w:lang w:eastAsia="ko-KR"/>
        </w:rPr>
        <w:t>B) List of licences granted with regard to the above software/database</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9365A7" w:rsidRPr="009365A7" w14:paraId="721E5D4E" w14:textId="77777777" w:rsidTr="00BF34BA">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07564C"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14:paraId="73868E7A"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14:paraId="0C14DB9B"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14:paraId="17397166"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14:paraId="11C0105A"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14:paraId="10400C50"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14:paraId="042514B6"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14:paraId="1D982DB6"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Registered?</w:t>
            </w:r>
          </w:p>
        </w:tc>
      </w:tr>
      <w:tr w:rsidR="009365A7" w:rsidRPr="009365A7" w14:paraId="0634D840" w14:textId="77777777" w:rsidTr="00BF34BA">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14:paraId="11EE7066"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14:paraId="035AC4A9"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4C37456F"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7F6F9C72"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77D1BB8B"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4414C6B2"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6C177699"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5B2DC6EA"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r>
      <w:tr w:rsidR="009365A7" w:rsidRPr="009365A7" w14:paraId="3CE1AAD5" w14:textId="77777777" w:rsidTr="00BF34BA">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14:paraId="3458CF8A"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14:paraId="4E1EB520"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0B177E38"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1F51EBE9"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24D3FAA6"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73438433"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003386D3"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53C80E83"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r>
      <w:tr w:rsidR="009365A7" w:rsidRPr="009365A7" w14:paraId="6891C5E2" w14:textId="77777777" w:rsidTr="00BF34BA">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14:paraId="38637D2E"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14:paraId="5BC61258"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58BAA27E"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0AF8A487"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7FCC7FF8"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63563E62"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7EA42803"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7AA0094D"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bl>
    <w:p w14:paraId="3B615322" w14:textId="77777777" w:rsidR="009365A7" w:rsidRPr="009365A7" w:rsidRDefault="009365A7" w:rsidP="009365A7">
      <w:pPr>
        <w:spacing w:before="0"/>
        <w:jc w:val="left"/>
        <w:rPr>
          <w:rFonts w:eastAsia="MS Mincho"/>
          <w:b/>
          <w:sz w:val="20"/>
          <w:szCs w:val="20"/>
          <w:lang w:eastAsia="ko-KR"/>
        </w:rPr>
      </w:pPr>
    </w:p>
    <w:p w14:paraId="1FBF05A3" w14:textId="77777777" w:rsidR="009365A7" w:rsidRPr="009365A7" w:rsidRDefault="009365A7" w:rsidP="009365A7">
      <w:pPr>
        <w:spacing w:before="0"/>
        <w:jc w:val="left"/>
        <w:rPr>
          <w:rFonts w:eastAsia="MS Mincho"/>
          <w:b/>
          <w:sz w:val="20"/>
        </w:rPr>
      </w:pPr>
      <w:r w:rsidRPr="009365A7">
        <w:rPr>
          <w:rFonts w:eastAsia="MS Mincho"/>
          <w:b/>
          <w:sz w:val="20"/>
          <w:szCs w:val="20"/>
          <w:lang w:eastAsia="ko-KR"/>
        </w:rPr>
        <w:lastRenderedPageBreak/>
        <w:t>Declaration Form (Background Intellectual Property Right) – TRADEMARKS</w:t>
      </w:r>
    </w:p>
    <w:p w14:paraId="7E480039" w14:textId="77777777" w:rsidR="009365A7" w:rsidRPr="009365A7" w:rsidRDefault="009365A7" w:rsidP="009365A7">
      <w:pPr>
        <w:spacing w:before="0"/>
        <w:jc w:val="left"/>
        <w:rPr>
          <w:rFonts w:eastAsia="MS Mincho"/>
          <w:b/>
          <w:sz w:val="20"/>
          <w:szCs w:val="20"/>
          <w:lang w:eastAsia="ko-KR"/>
        </w:rPr>
      </w:pPr>
    </w:p>
    <w:p w14:paraId="2B3D8BE3" w14:textId="77777777" w:rsidR="009365A7" w:rsidRPr="009365A7" w:rsidRDefault="009365A7" w:rsidP="009365A7">
      <w:pPr>
        <w:spacing w:before="0"/>
        <w:jc w:val="left"/>
        <w:rPr>
          <w:rFonts w:eastAsia="MS Mincho"/>
          <w:sz w:val="20"/>
          <w:szCs w:val="20"/>
          <w:lang w:eastAsia="ko-KR"/>
        </w:rPr>
      </w:pPr>
      <w:r w:rsidRPr="009365A7">
        <w:rPr>
          <w:rFonts w:eastAsia="MS Mincho"/>
          <w:sz w:val="20"/>
          <w:szCs w:val="20"/>
          <w:lang w:eastAsia="ko-KR"/>
        </w:rPr>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9365A7" w:rsidRPr="009365A7" w14:paraId="57D20CF0" w14:textId="77777777" w:rsidTr="00BF34BA">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2C3CA2"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14:paraId="031F0366"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r w:rsidR="009365A7" w:rsidRPr="009365A7" w14:paraId="50FD1865" w14:textId="77777777" w:rsidTr="00BF34BA">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14:paraId="30472576"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14:paraId="3474FB48"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14:paraId="06D8C3B7"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14:paraId="44D8ECB1"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xml:space="preserve">Explain: </w:t>
            </w:r>
          </w:p>
        </w:tc>
      </w:tr>
      <w:tr w:rsidR="009365A7" w:rsidRPr="009365A7" w14:paraId="58DE20C0" w14:textId="77777777" w:rsidTr="00BF34BA">
        <w:trPr>
          <w:trHeight w:val="600"/>
        </w:trPr>
        <w:tc>
          <w:tcPr>
            <w:tcW w:w="0" w:type="auto"/>
            <w:vMerge/>
            <w:tcBorders>
              <w:top w:val="nil"/>
              <w:left w:val="single" w:sz="4" w:space="0" w:color="auto"/>
              <w:bottom w:val="single" w:sz="4" w:space="0" w:color="000000"/>
              <w:right w:val="nil"/>
            </w:tcBorders>
            <w:vAlign w:val="center"/>
            <w:hideMark/>
          </w:tcPr>
          <w:p w14:paraId="189DA938" w14:textId="77777777" w:rsidR="009365A7" w:rsidRPr="009365A7" w:rsidRDefault="009365A7" w:rsidP="009365A7">
            <w:pPr>
              <w:spacing w:before="0"/>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14:paraId="73718A9A"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14:paraId="65DF3E2A"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14:paraId="4060B3CA" w14:textId="77777777" w:rsidR="009365A7" w:rsidRPr="009365A7" w:rsidRDefault="009365A7" w:rsidP="009365A7">
            <w:pPr>
              <w:spacing w:before="0"/>
              <w:jc w:val="left"/>
              <w:rPr>
                <w:rFonts w:eastAsia="PMingLiU"/>
                <w:sz w:val="18"/>
                <w:szCs w:val="18"/>
                <w:lang w:eastAsia="ja-JP"/>
              </w:rPr>
            </w:pPr>
          </w:p>
        </w:tc>
      </w:tr>
      <w:tr w:rsidR="009365A7" w:rsidRPr="009365A7" w14:paraId="3FCE87CE" w14:textId="77777777" w:rsidTr="00BF34BA">
        <w:trPr>
          <w:trHeight w:val="600"/>
        </w:trPr>
        <w:tc>
          <w:tcPr>
            <w:tcW w:w="1226" w:type="dxa"/>
            <w:tcBorders>
              <w:top w:val="nil"/>
              <w:left w:val="single" w:sz="4" w:space="0" w:color="auto"/>
              <w:bottom w:val="single" w:sz="4" w:space="0" w:color="auto"/>
              <w:right w:val="nil"/>
            </w:tcBorders>
            <w:shd w:val="clear" w:color="auto" w:fill="FFFFFF"/>
            <w:vAlign w:val="center"/>
            <w:hideMark/>
          </w:tcPr>
          <w:p w14:paraId="5C9B53D1"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14:paraId="4DEB729C" w14:textId="77777777" w:rsidR="009365A7" w:rsidRPr="009365A7" w:rsidRDefault="009365A7" w:rsidP="009365A7">
            <w:pPr>
              <w:spacing w:before="0"/>
              <w:jc w:val="right"/>
              <w:rPr>
                <w:rFonts w:eastAsia="PMingLiU"/>
                <w:sz w:val="18"/>
                <w:szCs w:val="18"/>
                <w:lang w:eastAsia="ja-JP"/>
              </w:rPr>
            </w:pPr>
            <w:r w:rsidRPr="009365A7">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14:paraId="5C98A3E9"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14:paraId="66D5084B"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14:paraId="15AC1F9B"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14:paraId="0745488A"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14:paraId="07FC97B3"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14:paraId="00545F09"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r w:rsidR="009365A7" w:rsidRPr="009365A7" w14:paraId="087EF416" w14:textId="77777777" w:rsidTr="00BF34BA">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14:paraId="713CB1C4"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14:paraId="407CA2D1"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r w:rsidR="009365A7" w:rsidRPr="009365A7" w14:paraId="235B8894" w14:textId="77777777" w:rsidTr="00BF34BA">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14:paraId="0966A066"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14:paraId="41242991"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r w:rsidR="009365A7" w:rsidRPr="009365A7" w14:paraId="7835AFF5" w14:textId="77777777" w:rsidTr="00BF34BA">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14:paraId="099354A2"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14:paraId="74228D89"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14:paraId="6C9CB3EF"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14:paraId="52AFB8B5"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14:paraId="3A4DCC59"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Registration date</w:t>
            </w:r>
          </w:p>
        </w:tc>
        <w:tc>
          <w:tcPr>
            <w:tcW w:w="991" w:type="dxa"/>
            <w:shd w:val="clear" w:color="auto" w:fill="FFFFFF"/>
            <w:noWrap/>
            <w:vAlign w:val="center"/>
            <w:hideMark/>
          </w:tcPr>
          <w:p w14:paraId="55A54EF1"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14:paraId="41D260DF"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14:paraId="3EDB2560"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Owner</w:t>
            </w:r>
          </w:p>
        </w:tc>
      </w:tr>
      <w:tr w:rsidR="009365A7" w:rsidRPr="009365A7" w14:paraId="03244B1C" w14:textId="77777777" w:rsidTr="00BF34BA">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14:paraId="3EAC5346"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14:paraId="74037546"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14:paraId="43B6FE42"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14:paraId="5E44FF52"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14:paraId="1803C25C"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14:paraId="63440788"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14:paraId="43E1CA84"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14:paraId="48230930"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r>
      <w:tr w:rsidR="009365A7" w:rsidRPr="009365A7" w14:paraId="2D7501F6" w14:textId="77777777" w:rsidTr="00BF34BA">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14:paraId="22622E64"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14:paraId="2B9A752B"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14:paraId="5F8DBDFF"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14:paraId="5BBED57F"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14:paraId="43115EA0"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14:paraId="0C67F2C6"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14:paraId="0AD956D2"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14:paraId="4EE4754E"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r>
      <w:tr w:rsidR="009365A7" w:rsidRPr="009365A7" w14:paraId="7C24C3A1" w14:textId="77777777" w:rsidTr="00BF34BA">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14:paraId="7CD8FEEC"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14:paraId="2BB8ABA8"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14:paraId="669E12B0"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14:paraId="593FCECA"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14:paraId="7FED07F3"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14:paraId="4356FD0C"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14:paraId="7B36944A"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14:paraId="77E3E067"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r>
      <w:tr w:rsidR="009365A7" w:rsidRPr="009365A7" w14:paraId="3220BB7D" w14:textId="77777777" w:rsidTr="00BF34BA">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14:paraId="2971ED34"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14:paraId="12A5A528"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14:paraId="77BDAB05"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14:paraId="4256E790"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14:paraId="1AFE45D3"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14:paraId="27C96035"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14:paraId="737C9FB3"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14:paraId="0F079D0D"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r>
    </w:tbl>
    <w:p w14:paraId="2CC573FE" w14:textId="77777777" w:rsidR="009365A7" w:rsidRPr="009365A7" w:rsidRDefault="009365A7" w:rsidP="009365A7">
      <w:pPr>
        <w:spacing w:before="0"/>
        <w:jc w:val="left"/>
        <w:rPr>
          <w:rFonts w:eastAsia="MS Mincho"/>
          <w:sz w:val="18"/>
          <w:szCs w:val="18"/>
        </w:rPr>
      </w:pPr>
      <w:r w:rsidRPr="009365A7">
        <w:rPr>
          <w:rFonts w:eastAsia="MS Mincho"/>
          <w:sz w:val="18"/>
          <w:szCs w:val="18"/>
          <w:lang w:eastAsia="ko-KR"/>
        </w:rPr>
        <w:t xml:space="preserve">* If the same sign has been protected </w:t>
      </w:r>
      <w:proofErr w:type="spellStart"/>
      <w:r w:rsidRPr="009365A7">
        <w:rPr>
          <w:rFonts w:eastAsia="MS Mincho"/>
          <w:sz w:val="18"/>
          <w:szCs w:val="18"/>
          <w:lang w:eastAsia="ko-KR"/>
        </w:rPr>
        <w:t>throught</w:t>
      </w:r>
      <w:proofErr w:type="spellEnd"/>
      <w:r w:rsidRPr="009365A7">
        <w:rPr>
          <w:rFonts w:eastAsia="MS Mincho"/>
          <w:sz w:val="18"/>
          <w:szCs w:val="18"/>
          <w:lang w:eastAsia="ko-KR"/>
        </w:rPr>
        <w:t xml:space="preserve"> different TM registrations please provide details for each application/registration</w:t>
      </w:r>
    </w:p>
    <w:p w14:paraId="2DFF98FD" w14:textId="77777777" w:rsidR="009365A7" w:rsidRPr="009365A7" w:rsidRDefault="009365A7" w:rsidP="009365A7">
      <w:pPr>
        <w:spacing w:before="0"/>
        <w:jc w:val="left"/>
        <w:rPr>
          <w:rFonts w:eastAsia="MS Mincho"/>
          <w:sz w:val="18"/>
          <w:szCs w:val="18"/>
          <w:lang w:eastAsia="ko-KR"/>
        </w:rPr>
      </w:pPr>
    </w:p>
    <w:p w14:paraId="419CE0DA" w14:textId="77777777" w:rsidR="009365A7" w:rsidRPr="009365A7" w:rsidRDefault="009365A7" w:rsidP="009365A7">
      <w:pPr>
        <w:spacing w:before="0"/>
        <w:jc w:val="left"/>
        <w:rPr>
          <w:rFonts w:eastAsia="MS Mincho"/>
          <w:sz w:val="20"/>
          <w:szCs w:val="20"/>
          <w:lang w:eastAsia="ko-KR"/>
        </w:rPr>
      </w:pPr>
    </w:p>
    <w:p w14:paraId="3A6AD4DA" w14:textId="77777777" w:rsidR="009365A7" w:rsidRPr="009365A7" w:rsidRDefault="009365A7" w:rsidP="009365A7">
      <w:pPr>
        <w:spacing w:before="0"/>
        <w:jc w:val="left"/>
        <w:rPr>
          <w:rFonts w:eastAsia="MS Mincho"/>
          <w:sz w:val="20"/>
          <w:szCs w:val="20"/>
          <w:lang w:eastAsia="ko-KR"/>
        </w:rPr>
      </w:pPr>
    </w:p>
    <w:p w14:paraId="2F7477E1" w14:textId="77777777" w:rsidR="009365A7" w:rsidRPr="009365A7" w:rsidRDefault="009365A7" w:rsidP="009365A7">
      <w:pPr>
        <w:spacing w:before="0"/>
        <w:jc w:val="left"/>
        <w:rPr>
          <w:rFonts w:eastAsia="MS Mincho"/>
          <w:lang w:eastAsia="ko-KR"/>
        </w:rPr>
      </w:pPr>
      <w:r w:rsidRPr="009365A7">
        <w:rPr>
          <w:rFonts w:eastAsia="MS Mincho"/>
          <w:sz w:val="20"/>
          <w:szCs w:val="20"/>
          <w:lang w:eastAsia="ko-KR"/>
        </w:rPr>
        <w:t>B) List of licences granted with regard to the above trademark</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9365A7" w:rsidRPr="009365A7" w14:paraId="22E7AD34" w14:textId="77777777" w:rsidTr="00BF34BA">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27AD8F"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14:paraId="673A10FA"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14:paraId="39AA3258"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14:paraId="515A268B"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14:paraId="0A8594C4"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14:paraId="41A8D6C1"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14:paraId="054382C2"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14:paraId="09FBFB63"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Registered?</w:t>
            </w:r>
          </w:p>
        </w:tc>
      </w:tr>
      <w:tr w:rsidR="009365A7" w:rsidRPr="009365A7" w14:paraId="3D38840F" w14:textId="77777777" w:rsidTr="00BF34BA">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14:paraId="2CEC6C1F"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14:paraId="04FCBF00"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6F381F64"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5719289A"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7B377DB9"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1ADF23FC"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7D744519"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14:paraId="708BC604"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r>
      <w:tr w:rsidR="009365A7" w:rsidRPr="009365A7" w14:paraId="450923AB" w14:textId="77777777" w:rsidTr="00BF34BA">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14:paraId="3C2F0FFC"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14:paraId="74851CE5"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31B2820A"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2833956C"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5DF81744"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11A16D0A"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78E0CA3B"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14:paraId="62BB4313"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r>
      <w:tr w:rsidR="009365A7" w:rsidRPr="009365A7" w14:paraId="400D42F1" w14:textId="77777777" w:rsidTr="00BF34BA">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14:paraId="0AAA22F4"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14:paraId="3C0B9739"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23B54278"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7BC3CA7C"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213BEF89"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1361113F"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0DDF5364"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14:paraId="4B8ECAF7"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bl>
    <w:p w14:paraId="57CDEFE4" w14:textId="77777777" w:rsidR="009365A7" w:rsidRPr="009365A7" w:rsidRDefault="009365A7" w:rsidP="009365A7">
      <w:pPr>
        <w:spacing w:before="0"/>
        <w:jc w:val="left"/>
        <w:rPr>
          <w:rFonts w:eastAsia="MS Mincho"/>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9365A7" w:rsidRPr="009365A7" w14:paraId="553ECE7F" w14:textId="77777777" w:rsidTr="00BF34BA">
        <w:trPr>
          <w:trHeight w:val="126"/>
        </w:trPr>
        <w:tc>
          <w:tcPr>
            <w:tcW w:w="2027" w:type="dxa"/>
            <w:tcBorders>
              <w:top w:val="nil"/>
              <w:left w:val="nil"/>
              <w:bottom w:val="nil"/>
              <w:right w:val="nil"/>
            </w:tcBorders>
            <w:shd w:val="clear" w:color="auto" w:fill="auto"/>
            <w:hideMark/>
          </w:tcPr>
          <w:p w14:paraId="1278DD97" w14:textId="77777777" w:rsidR="009365A7" w:rsidRPr="009365A7" w:rsidRDefault="009365A7" w:rsidP="009365A7">
            <w:pPr>
              <w:spacing w:before="0" w:line="240" w:lineRule="exact"/>
              <w:jc w:val="left"/>
              <w:rPr>
                <w:rFonts w:eastAsia="MS Mincho"/>
                <w:sz w:val="18"/>
                <w:szCs w:val="18"/>
              </w:rPr>
            </w:pPr>
            <w:r w:rsidRPr="009365A7">
              <w:rPr>
                <w:rFonts w:eastAsia="MS Mincho"/>
                <w:sz w:val="18"/>
                <w:szCs w:val="18"/>
                <w:lang w:eastAsia="ko-KR"/>
              </w:rPr>
              <w:t>Type of the trade marks</w:t>
            </w:r>
          </w:p>
        </w:tc>
        <w:tc>
          <w:tcPr>
            <w:tcW w:w="4181" w:type="dxa"/>
            <w:tcBorders>
              <w:top w:val="nil"/>
              <w:left w:val="nil"/>
              <w:bottom w:val="nil"/>
              <w:right w:val="nil"/>
            </w:tcBorders>
            <w:shd w:val="clear" w:color="auto" w:fill="auto"/>
            <w:hideMark/>
          </w:tcPr>
          <w:p w14:paraId="41D9A294" w14:textId="77777777" w:rsidR="009365A7" w:rsidRPr="009365A7" w:rsidRDefault="009365A7" w:rsidP="009365A7">
            <w:pPr>
              <w:spacing w:before="0" w:line="240" w:lineRule="exact"/>
              <w:jc w:val="left"/>
              <w:rPr>
                <w:rFonts w:eastAsia="MS Mincho"/>
                <w:sz w:val="18"/>
                <w:szCs w:val="18"/>
              </w:rPr>
            </w:pPr>
            <w:r w:rsidRPr="009365A7">
              <w:rPr>
                <w:rFonts w:eastAsia="MS Mincho"/>
                <w:sz w:val="18"/>
                <w:szCs w:val="18"/>
                <w:lang w:eastAsia="ko-KR"/>
              </w:rPr>
              <w:t xml:space="preserve">     Trade Mark origin</w:t>
            </w:r>
          </w:p>
        </w:tc>
      </w:tr>
      <w:tr w:rsidR="009365A7" w:rsidRPr="009365A7" w14:paraId="75AEC2C1" w14:textId="77777777" w:rsidTr="00BF34BA">
        <w:trPr>
          <w:trHeight w:val="30"/>
        </w:trPr>
        <w:tc>
          <w:tcPr>
            <w:tcW w:w="2027" w:type="dxa"/>
            <w:tcBorders>
              <w:top w:val="nil"/>
              <w:left w:val="nil"/>
              <w:bottom w:val="nil"/>
              <w:right w:val="nil"/>
            </w:tcBorders>
            <w:shd w:val="clear" w:color="auto" w:fill="auto"/>
            <w:hideMark/>
          </w:tcPr>
          <w:p w14:paraId="6584C9F5" w14:textId="77777777" w:rsidR="009365A7" w:rsidRPr="009365A7" w:rsidRDefault="009365A7" w:rsidP="009365A7">
            <w:pPr>
              <w:numPr>
                <w:ilvl w:val="0"/>
                <w:numId w:val="15"/>
              </w:numPr>
              <w:spacing w:before="0" w:after="200" w:line="240" w:lineRule="exact"/>
              <w:ind w:left="714" w:hanging="357"/>
              <w:contextualSpacing/>
              <w:jc w:val="left"/>
              <w:rPr>
                <w:rFonts w:eastAsia="MS Mincho"/>
                <w:sz w:val="18"/>
                <w:szCs w:val="18"/>
              </w:rPr>
            </w:pPr>
            <w:r w:rsidRPr="009365A7">
              <w:rPr>
                <w:rFonts w:eastAsia="MS Mincho"/>
                <w:sz w:val="18"/>
                <w:szCs w:val="18"/>
                <w:lang w:eastAsia="ko-KR"/>
              </w:rPr>
              <w:t>Word</w:t>
            </w:r>
          </w:p>
          <w:p w14:paraId="3244A475" w14:textId="77777777" w:rsidR="009365A7" w:rsidRPr="009365A7" w:rsidRDefault="009365A7" w:rsidP="009365A7">
            <w:pPr>
              <w:numPr>
                <w:ilvl w:val="0"/>
                <w:numId w:val="15"/>
              </w:numPr>
              <w:spacing w:before="0" w:after="200" w:line="240" w:lineRule="exact"/>
              <w:ind w:left="714" w:hanging="357"/>
              <w:contextualSpacing/>
              <w:jc w:val="left"/>
              <w:rPr>
                <w:rFonts w:eastAsia="MS Mincho"/>
                <w:sz w:val="18"/>
                <w:szCs w:val="18"/>
                <w:lang w:eastAsia="ko-KR"/>
              </w:rPr>
            </w:pPr>
            <w:r w:rsidRPr="009365A7">
              <w:rPr>
                <w:rFonts w:eastAsia="MS Mincho"/>
                <w:sz w:val="18"/>
                <w:szCs w:val="18"/>
                <w:lang w:eastAsia="ko-KR"/>
              </w:rPr>
              <w:t>Figurative</w:t>
            </w:r>
          </w:p>
          <w:p w14:paraId="0E65D7ED" w14:textId="77777777" w:rsidR="009365A7" w:rsidRPr="009365A7" w:rsidRDefault="009365A7" w:rsidP="009365A7">
            <w:pPr>
              <w:numPr>
                <w:ilvl w:val="0"/>
                <w:numId w:val="15"/>
              </w:numPr>
              <w:spacing w:before="0" w:after="200" w:line="240" w:lineRule="exact"/>
              <w:ind w:left="714" w:hanging="357"/>
              <w:contextualSpacing/>
              <w:jc w:val="left"/>
              <w:rPr>
                <w:rFonts w:eastAsia="MS Mincho"/>
                <w:sz w:val="18"/>
                <w:szCs w:val="18"/>
                <w:lang w:eastAsia="ko-KR"/>
              </w:rPr>
            </w:pPr>
            <w:r w:rsidRPr="009365A7">
              <w:rPr>
                <w:rFonts w:eastAsia="MS Mincho"/>
                <w:sz w:val="18"/>
                <w:szCs w:val="18"/>
                <w:lang w:eastAsia="ko-KR"/>
              </w:rPr>
              <w:t>3D</w:t>
            </w:r>
          </w:p>
          <w:p w14:paraId="74195425" w14:textId="77777777" w:rsidR="009365A7" w:rsidRPr="009365A7" w:rsidRDefault="009365A7" w:rsidP="009365A7">
            <w:pPr>
              <w:numPr>
                <w:ilvl w:val="0"/>
                <w:numId w:val="15"/>
              </w:numPr>
              <w:spacing w:before="0" w:after="200" w:line="240" w:lineRule="exact"/>
              <w:ind w:left="714" w:hanging="357"/>
              <w:contextualSpacing/>
              <w:jc w:val="left"/>
              <w:rPr>
                <w:rFonts w:eastAsia="MS Mincho"/>
                <w:sz w:val="18"/>
                <w:szCs w:val="18"/>
                <w:lang w:eastAsia="ko-KR"/>
              </w:rPr>
            </w:pPr>
            <w:r w:rsidRPr="009365A7">
              <w:rPr>
                <w:rFonts w:eastAsia="MS Mincho"/>
                <w:sz w:val="18"/>
                <w:szCs w:val="18"/>
                <w:lang w:eastAsia="ko-KR"/>
              </w:rPr>
              <w:t>Colour</w:t>
            </w:r>
          </w:p>
          <w:p w14:paraId="0ABE005D" w14:textId="77777777" w:rsidR="009365A7" w:rsidRPr="009365A7" w:rsidRDefault="009365A7" w:rsidP="009365A7">
            <w:pPr>
              <w:numPr>
                <w:ilvl w:val="0"/>
                <w:numId w:val="15"/>
              </w:numPr>
              <w:spacing w:before="0" w:after="200" w:line="240" w:lineRule="exact"/>
              <w:ind w:left="714" w:hanging="357"/>
              <w:contextualSpacing/>
              <w:jc w:val="left"/>
              <w:rPr>
                <w:rFonts w:eastAsia="MS Mincho"/>
                <w:sz w:val="18"/>
                <w:szCs w:val="18"/>
                <w:lang w:eastAsia="ko-KR"/>
              </w:rPr>
            </w:pPr>
            <w:r w:rsidRPr="009365A7">
              <w:rPr>
                <w:rFonts w:eastAsia="MS Mincho"/>
                <w:sz w:val="18"/>
                <w:szCs w:val="18"/>
                <w:lang w:eastAsia="ko-KR"/>
              </w:rPr>
              <w:t>Sound</w:t>
            </w:r>
          </w:p>
          <w:p w14:paraId="36209912" w14:textId="77777777" w:rsidR="009365A7" w:rsidRPr="009365A7" w:rsidRDefault="009365A7" w:rsidP="009365A7">
            <w:pPr>
              <w:numPr>
                <w:ilvl w:val="0"/>
                <w:numId w:val="15"/>
              </w:numPr>
              <w:spacing w:before="0" w:after="200" w:line="240" w:lineRule="exact"/>
              <w:ind w:left="714" w:hanging="357"/>
              <w:contextualSpacing/>
              <w:jc w:val="left"/>
              <w:rPr>
                <w:rFonts w:eastAsia="MS Mincho"/>
                <w:sz w:val="18"/>
                <w:szCs w:val="18"/>
                <w:lang w:eastAsia="ko-KR"/>
              </w:rPr>
            </w:pPr>
            <w:r w:rsidRPr="009365A7">
              <w:rPr>
                <w:rFonts w:eastAsia="MS Mincho"/>
                <w:sz w:val="18"/>
                <w:szCs w:val="18"/>
                <w:lang w:eastAsia="ko-KR"/>
              </w:rPr>
              <w:t>Hologram</w:t>
            </w:r>
          </w:p>
          <w:p w14:paraId="1B9D249A" w14:textId="77777777" w:rsidR="009365A7" w:rsidRPr="009365A7" w:rsidRDefault="009365A7" w:rsidP="009365A7">
            <w:pPr>
              <w:numPr>
                <w:ilvl w:val="0"/>
                <w:numId w:val="15"/>
              </w:numPr>
              <w:spacing w:before="0" w:after="200" w:line="240" w:lineRule="exact"/>
              <w:ind w:left="714" w:hanging="357"/>
              <w:contextualSpacing/>
              <w:jc w:val="left"/>
              <w:rPr>
                <w:rFonts w:eastAsia="MS Mincho"/>
                <w:sz w:val="18"/>
                <w:szCs w:val="18"/>
              </w:rPr>
            </w:pPr>
            <w:r w:rsidRPr="009365A7">
              <w:rPr>
                <w:rFonts w:eastAsia="MS Mincho"/>
                <w:sz w:val="18"/>
                <w:szCs w:val="18"/>
                <w:lang w:eastAsia="ko-KR"/>
              </w:rPr>
              <w:t>Olfactory</w:t>
            </w:r>
          </w:p>
        </w:tc>
        <w:tc>
          <w:tcPr>
            <w:tcW w:w="4181" w:type="dxa"/>
            <w:tcBorders>
              <w:top w:val="nil"/>
              <w:left w:val="nil"/>
              <w:bottom w:val="nil"/>
              <w:right w:val="nil"/>
            </w:tcBorders>
            <w:shd w:val="clear" w:color="auto" w:fill="auto"/>
            <w:hideMark/>
          </w:tcPr>
          <w:p w14:paraId="7691F259" w14:textId="77777777" w:rsidR="009365A7" w:rsidRPr="009365A7" w:rsidRDefault="009365A7" w:rsidP="009365A7">
            <w:pPr>
              <w:numPr>
                <w:ilvl w:val="0"/>
                <w:numId w:val="15"/>
              </w:numPr>
              <w:spacing w:before="0" w:after="200" w:line="240" w:lineRule="exact"/>
              <w:contextualSpacing/>
              <w:jc w:val="left"/>
              <w:rPr>
                <w:rFonts w:eastAsia="MS Mincho"/>
                <w:sz w:val="18"/>
                <w:szCs w:val="18"/>
              </w:rPr>
            </w:pPr>
            <w:r w:rsidRPr="009365A7">
              <w:rPr>
                <w:rFonts w:eastAsia="MS Mincho"/>
                <w:sz w:val="18"/>
                <w:szCs w:val="18"/>
                <w:lang w:eastAsia="ko-KR"/>
              </w:rPr>
              <w:t>International Application</w:t>
            </w:r>
          </w:p>
          <w:p w14:paraId="580B2855" w14:textId="77777777" w:rsidR="009365A7" w:rsidRPr="009365A7" w:rsidRDefault="009365A7" w:rsidP="009365A7">
            <w:pPr>
              <w:numPr>
                <w:ilvl w:val="0"/>
                <w:numId w:val="15"/>
              </w:numPr>
              <w:spacing w:before="0" w:after="200" w:line="240" w:lineRule="exact"/>
              <w:contextualSpacing/>
              <w:jc w:val="left"/>
              <w:rPr>
                <w:rFonts w:eastAsia="MS Mincho"/>
                <w:sz w:val="18"/>
                <w:szCs w:val="18"/>
                <w:lang w:eastAsia="ko-KR"/>
              </w:rPr>
            </w:pPr>
            <w:r w:rsidRPr="009365A7">
              <w:rPr>
                <w:rFonts w:eastAsia="MS Mincho"/>
                <w:sz w:val="18"/>
                <w:szCs w:val="18"/>
                <w:lang w:eastAsia="ko-KR"/>
              </w:rPr>
              <w:t>National Application</w:t>
            </w:r>
          </w:p>
          <w:p w14:paraId="3F172337" w14:textId="77777777" w:rsidR="009365A7" w:rsidRPr="009365A7" w:rsidRDefault="009365A7" w:rsidP="009365A7">
            <w:pPr>
              <w:numPr>
                <w:ilvl w:val="0"/>
                <w:numId w:val="15"/>
              </w:numPr>
              <w:spacing w:before="0" w:after="200" w:line="240" w:lineRule="exact"/>
              <w:contextualSpacing/>
              <w:jc w:val="left"/>
              <w:rPr>
                <w:rFonts w:eastAsia="MS Mincho"/>
                <w:sz w:val="18"/>
                <w:szCs w:val="18"/>
              </w:rPr>
            </w:pPr>
            <w:r w:rsidRPr="009365A7">
              <w:rPr>
                <w:rFonts w:eastAsia="MS Mincho"/>
                <w:sz w:val="18"/>
                <w:szCs w:val="18"/>
                <w:lang w:eastAsia="ko-KR"/>
              </w:rPr>
              <w:t>Community Trade mark</w:t>
            </w:r>
          </w:p>
        </w:tc>
      </w:tr>
      <w:tr w:rsidR="009365A7" w:rsidRPr="009365A7" w14:paraId="7045C4ED" w14:textId="77777777" w:rsidTr="00BF34BA">
        <w:tc>
          <w:tcPr>
            <w:tcW w:w="2027" w:type="dxa"/>
            <w:tcBorders>
              <w:top w:val="nil"/>
              <w:left w:val="nil"/>
              <w:bottom w:val="nil"/>
              <w:right w:val="nil"/>
            </w:tcBorders>
            <w:shd w:val="clear" w:color="auto" w:fill="auto"/>
          </w:tcPr>
          <w:p w14:paraId="4C7254C8" w14:textId="77777777" w:rsidR="009365A7" w:rsidRPr="009365A7" w:rsidRDefault="009365A7" w:rsidP="009365A7">
            <w:pPr>
              <w:spacing w:before="0" w:line="200" w:lineRule="exact"/>
              <w:jc w:val="left"/>
              <w:rPr>
                <w:rFonts w:eastAsia="MS Mincho"/>
                <w:sz w:val="18"/>
                <w:szCs w:val="18"/>
              </w:rPr>
            </w:pPr>
          </w:p>
        </w:tc>
        <w:tc>
          <w:tcPr>
            <w:tcW w:w="4181" w:type="dxa"/>
            <w:tcBorders>
              <w:top w:val="nil"/>
              <w:left w:val="nil"/>
              <w:bottom w:val="nil"/>
              <w:right w:val="nil"/>
            </w:tcBorders>
            <w:shd w:val="clear" w:color="auto" w:fill="auto"/>
          </w:tcPr>
          <w:p w14:paraId="592B616F" w14:textId="77777777" w:rsidR="009365A7" w:rsidRPr="009365A7" w:rsidRDefault="009365A7" w:rsidP="009365A7">
            <w:pPr>
              <w:jc w:val="left"/>
              <w:rPr>
                <w:rFonts w:eastAsia="MS Mincho"/>
                <w:sz w:val="18"/>
                <w:szCs w:val="18"/>
              </w:rPr>
            </w:pPr>
          </w:p>
        </w:tc>
      </w:tr>
    </w:tbl>
    <w:p w14:paraId="3FA09DA0" w14:textId="77777777" w:rsidR="009365A7" w:rsidRPr="009365A7" w:rsidRDefault="009365A7" w:rsidP="009365A7">
      <w:pPr>
        <w:spacing w:before="0"/>
        <w:jc w:val="left"/>
        <w:rPr>
          <w:rFonts w:eastAsia="MS Mincho"/>
          <w:sz w:val="18"/>
          <w:szCs w:val="18"/>
        </w:rPr>
      </w:pPr>
    </w:p>
    <w:p w14:paraId="0FCBE1C3" w14:textId="77777777" w:rsidR="009365A7" w:rsidRPr="009365A7" w:rsidRDefault="009365A7" w:rsidP="009365A7">
      <w:pPr>
        <w:spacing w:before="0"/>
        <w:jc w:val="left"/>
        <w:rPr>
          <w:rFonts w:eastAsia="MS Mincho"/>
          <w:b/>
          <w:sz w:val="20"/>
          <w:szCs w:val="20"/>
          <w:lang w:eastAsia="ko-KR"/>
        </w:rPr>
      </w:pPr>
    </w:p>
    <w:p w14:paraId="1BA0B921" w14:textId="77777777" w:rsidR="009365A7" w:rsidRPr="009365A7" w:rsidRDefault="009365A7" w:rsidP="009365A7">
      <w:pPr>
        <w:spacing w:before="0"/>
        <w:jc w:val="left"/>
        <w:rPr>
          <w:rFonts w:eastAsia="MS Mincho"/>
          <w:b/>
          <w:lang w:eastAsia="ko-KR"/>
        </w:rPr>
      </w:pPr>
      <w:r w:rsidRPr="009365A7">
        <w:rPr>
          <w:rFonts w:eastAsia="MS Mincho"/>
          <w:b/>
          <w:sz w:val="20"/>
          <w:szCs w:val="20"/>
          <w:lang w:eastAsia="ko-KR"/>
        </w:rPr>
        <w:lastRenderedPageBreak/>
        <w:t>Declaration Form (Background Intellectual Property Right) - KNOW HOW &amp; TRADE SECRETS</w:t>
      </w:r>
    </w:p>
    <w:p w14:paraId="7FEADECE" w14:textId="77777777" w:rsidR="009365A7" w:rsidRPr="009365A7" w:rsidRDefault="009365A7" w:rsidP="009365A7">
      <w:pPr>
        <w:spacing w:before="0"/>
        <w:jc w:val="left"/>
        <w:rPr>
          <w:rFonts w:eastAsia="MS Mincho"/>
          <w:sz w:val="20"/>
          <w:szCs w:val="20"/>
          <w:lang w:eastAsia="ko-KR"/>
        </w:rPr>
      </w:pPr>
    </w:p>
    <w:tbl>
      <w:tblPr>
        <w:tblW w:w="8980" w:type="dxa"/>
        <w:tblInd w:w="103" w:type="dxa"/>
        <w:tblLook w:val="04A0" w:firstRow="1" w:lastRow="0" w:firstColumn="1" w:lastColumn="0" w:noHBand="0" w:noVBand="1"/>
      </w:tblPr>
      <w:tblGrid>
        <w:gridCol w:w="1940"/>
        <w:gridCol w:w="1893"/>
        <w:gridCol w:w="893"/>
        <w:gridCol w:w="4254"/>
      </w:tblGrid>
      <w:tr w:rsidR="009365A7" w:rsidRPr="009365A7" w14:paraId="33CFA3C3" w14:textId="77777777" w:rsidTr="00BF34BA">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729166"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14:paraId="7640ECF7"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r w:rsidR="009365A7" w:rsidRPr="009365A7" w14:paraId="235C50EC" w14:textId="77777777" w:rsidTr="00BF34BA">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14:paraId="3FCA3633"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14:paraId="4B8E0B82"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r w:rsidR="009365A7" w:rsidRPr="009365A7" w14:paraId="7B594AAB" w14:textId="77777777" w:rsidTr="00BF34BA">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14:paraId="27992748"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14:paraId="3984BBD0"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14:paraId="3425FF6B"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14:paraId="30C47215"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xml:space="preserve">Explain: </w:t>
            </w:r>
          </w:p>
        </w:tc>
      </w:tr>
      <w:tr w:rsidR="009365A7" w:rsidRPr="009365A7" w14:paraId="27459EC1" w14:textId="77777777" w:rsidTr="00BF34BA">
        <w:trPr>
          <w:trHeight w:val="600"/>
        </w:trPr>
        <w:tc>
          <w:tcPr>
            <w:tcW w:w="0" w:type="auto"/>
            <w:vMerge/>
            <w:tcBorders>
              <w:top w:val="nil"/>
              <w:left w:val="single" w:sz="4" w:space="0" w:color="auto"/>
              <w:bottom w:val="single" w:sz="4" w:space="0" w:color="000000"/>
              <w:right w:val="nil"/>
            </w:tcBorders>
            <w:vAlign w:val="center"/>
            <w:hideMark/>
          </w:tcPr>
          <w:p w14:paraId="2B92876C" w14:textId="77777777" w:rsidR="009365A7" w:rsidRPr="009365A7" w:rsidRDefault="009365A7" w:rsidP="009365A7">
            <w:pPr>
              <w:spacing w:before="0"/>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14:paraId="2F61F31B"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14:paraId="5BB8277A"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14:paraId="42CF56E6" w14:textId="77777777" w:rsidR="009365A7" w:rsidRPr="009365A7" w:rsidRDefault="009365A7" w:rsidP="009365A7">
            <w:pPr>
              <w:spacing w:before="0"/>
              <w:jc w:val="left"/>
              <w:rPr>
                <w:rFonts w:eastAsia="PMingLiU"/>
                <w:sz w:val="18"/>
                <w:szCs w:val="18"/>
                <w:lang w:eastAsia="ja-JP"/>
              </w:rPr>
            </w:pPr>
          </w:p>
        </w:tc>
      </w:tr>
      <w:tr w:rsidR="009365A7" w:rsidRPr="009365A7" w14:paraId="02EB2A25" w14:textId="77777777" w:rsidTr="00BF34BA">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14:paraId="34E82CDA"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14:paraId="4A0D7FC3"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bl>
    <w:p w14:paraId="12BC79CD" w14:textId="77777777" w:rsidR="009365A7" w:rsidRPr="009365A7" w:rsidRDefault="009365A7" w:rsidP="009365A7">
      <w:pPr>
        <w:spacing w:before="0"/>
        <w:jc w:val="left"/>
        <w:rPr>
          <w:rFonts w:eastAsia="MS Mincho"/>
          <w:sz w:val="20"/>
        </w:rPr>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9365A7" w:rsidRPr="009365A7" w14:paraId="1F805645" w14:textId="77777777" w:rsidTr="00BF34BA">
        <w:trPr>
          <w:trHeight w:val="990"/>
        </w:trPr>
        <w:tc>
          <w:tcPr>
            <w:tcW w:w="1930" w:type="dxa"/>
            <w:shd w:val="clear" w:color="auto" w:fill="FFFFFF"/>
            <w:vAlign w:val="center"/>
            <w:hideMark/>
          </w:tcPr>
          <w:p w14:paraId="63997554"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976" w:type="dxa"/>
            <w:shd w:val="clear" w:color="auto" w:fill="FFFFFF"/>
            <w:noWrap/>
            <w:vAlign w:val="center"/>
            <w:hideMark/>
          </w:tcPr>
          <w:p w14:paraId="11370FC7"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736" w:type="dxa"/>
            <w:shd w:val="clear" w:color="auto" w:fill="FFFFFF"/>
            <w:noWrap/>
            <w:vAlign w:val="center"/>
            <w:hideMark/>
          </w:tcPr>
          <w:p w14:paraId="08650D3A"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B92BEF"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14:paraId="05D73CB4"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14:paraId="2D4086CE"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Date of NDA</w:t>
            </w:r>
          </w:p>
        </w:tc>
      </w:tr>
      <w:tr w:rsidR="009365A7" w:rsidRPr="009365A7" w14:paraId="22B00AE0" w14:textId="77777777" w:rsidTr="00BF34BA">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97A48D8"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Has the relevant information been made available to any third party</w:t>
            </w:r>
          </w:p>
        </w:tc>
        <w:tc>
          <w:tcPr>
            <w:tcW w:w="1976" w:type="dxa"/>
            <w:shd w:val="clear" w:color="auto" w:fill="FFFFFF"/>
            <w:noWrap/>
            <w:vAlign w:val="center"/>
            <w:hideMark/>
          </w:tcPr>
          <w:p w14:paraId="03494DA8"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736" w:type="dxa"/>
            <w:shd w:val="clear" w:color="auto" w:fill="FFFFFF"/>
            <w:noWrap/>
            <w:vAlign w:val="center"/>
            <w:hideMark/>
          </w:tcPr>
          <w:p w14:paraId="2E34C893"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14:paraId="39FF7F21"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14:paraId="19BCE9A9"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14:paraId="7F5CB59B"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r w:rsidR="009365A7" w:rsidRPr="009365A7" w14:paraId="177BB1D3" w14:textId="77777777" w:rsidTr="00BF34BA">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9DE7C0" w14:textId="77777777" w:rsidR="009365A7" w:rsidRPr="009365A7" w:rsidRDefault="009365A7" w:rsidP="009365A7">
            <w:pPr>
              <w:spacing w:before="0"/>
              <w:jc w:val="left"/>
              <w:rPr>
                <w:rFonts w:eastAsia="PMingLiU"/>
                <w:sz w:val="18"/>
                <w:szCs w:val="18"/>
                <w:lang w:eastAsia="ja-JP"/>
              </w:rPr>
            </w:pPr>
          </w:p>
        </w:tc>
        <w:tc>
          <w:tcPr>
            <w:tcW w:w="1976" w:type="dxa"/>
            <w:shd w:val="clear" w:color="auto" w:fill="FFFFFF"/>
            <w:noWrap/>
            <w:vAlign w:val="center"/>
            <w:hideMark/>
          </w:tcPr>
          <w:p w14:paraId="02D08952"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14:paraId="1530B6BB"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14:paraId="08DED04C" w14:textId="77777777" w:rsidR="009365A7" w:rsidRPr="009365A7" w:rsidRDefault="009365A7" w:rsidP="009365A7">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14:paraId="66E9AC1A"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14:paraId="2D7C6000"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r w:rsidR="009365A7" w:rsidRPr="009365A7" w14:paraId="7DA42D01" w14:textId="77777777" w:rsidTr="00BF34BA">
        <w:trPr>
          <w:trHeight w:val="600"/>
        </w:trPr>
        <w:tc>
          <w:tcPr>
            <w:tcW w:w="1930" w:type="dxa"/>
            <w:tcBorders>
              <w:top w:val="nil"/>
              <w:left w:val="single" w:sz="4" w:space="0" w:color="auto"/>
              <w:bottom w:val="nil"/>
              <w:right w:val="nil"/>
            </w:tcBorders>
            <w:shd w:val="clear" w:color="auto" w:fill="FFFFFF"/>
            <w:noWrap/>
            <w:vAlign w:val="center"/>
            <w:hideMark/>
          </w:tcPr>
          <w:p w14:paraId="7F61AC9D"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127EF61"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736" w:type="dxa"/>
            <w:shd w:val="clear" w:color="auto" w:fill="FFFFFF"/>
            <w:noWrap/>
            <w:hideMark/>
          </w:tcPr>
          <w:p w14:paraId="54174F41"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14:paraId="1D48437D"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14:paraId="7851C1D6"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14:paraId="73862E1E"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r w:rsidR="009365A7" w:rsidRPr="009365A7" w14:paraId="24A99DFB" w14:textId="77777777" w:rsidTr="00BF34BA">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14:paraId="1E5F8629"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14:paraId="51AAA40B"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14:paraId="1A6408F9"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14:paraId="0AB8FD2B" w14:textId="77777777" w:rsidR="009365A7" w:rsidRPr="009365A7" w:rsidRDefault="009365A7" w:rsidP="009365A7">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14:paraId="75D523C0"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14:paraId="0CC96162"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bl>
    <w:p w14:paraId="1A1E7490" w14:textId="77777777" w:rsidR="009365A7" w:rsidRPr="009365A7" w:rsidRDefault="009365A7" w:rsidP="009365A7">
      <w:pPr>
        <w:spacing w:before="0"/>
        <w:jc w:val="right"/>
        <w:rPr>
          <w:rFonts w:eastAsia="MS Mincho"/>
          <w:sz w:val="18"/>
          <w:szCs w:val="18"/>
        </w:rPr>
      </w:pPr>
      <w:r w:rsidRPr="009365A7">
        <w:rPr>
          <w:rFonts w:eastAsia="MS Mincho"/>
          <w:sz w:val="18"/>
          <w:szCs w:val="18"/>
          <w:lang w:eastAsia="ko-KR"/>
        </w:rPr>
        <w:t>* NDA stands for "Non-Disclosure Agreement"</w:t>
      </w:r>
    </w:p>
    <w:p w14:paraId="1D6A6BA4" w14:textId="77777777" w:rsidR="009365A7" w:rsidRPr="009365A7" w:rsidRDefault="009365A7" w:rsidP="009365A7">
      <w:pPr>
        <w:spacing w:before="0"/>
        <w:jc w:val="center"/>
        <w:rPr>
          <w:rFonts w:eastAsia="MS Mincho"/>
          <w:lang w:eastAsia="ko-KR"/>
        </w:rPr>
      </w:pPr>
    </w:p>
    <w:p w14:paraId="16B03651" w14:textId="77777777" w:rsidR="009365A7" w:rsidRPr="009365A7" w:rsidRDefault="009365A7" w:rsidP="009365A7">
      <w:pPr>
        <w:spacing w:before="0"/>
        <w:jc w:val="left"/>
        <w:rPr>
          <w:rFonts w:eastAsia="MS Mincho"/>
          <w:sz w:val="20"/>
          <w:szCs w:val="20"/>
          <w:lang w:eastAsia="ko-KR"/>
        </w:rPr>
      </w:pPr>
    </w:p>
    <w:p w14:paraId="01207CB3" w14:textId="77777777" w:rsidR="009365A7" w:rsidRPr="009365A7" w:rsidRDefault="009365A7" w:rsidP="009365A7">
      <w:pPr>
        <w:spacing w:before="0"/>
        <w:jc w:val="left"/>
        <w:rPr>
          <w:rFonts w:eastAsia="MS Mincho"/>
          <w:sz w:val="20"/>
          <w:szCs w:val="20"/>
          <w:lang w:eastAsia="ko-KR"/>
        </w:rPr>
      </w:pPr>
      <w:r w:rsidRPr="009365A7">
        <w:rPr>
          <w:rFonts w:eastAsia="MS Mincho"/>
          <w:sz w:val="20"/>
          <w:szCs w:val="20"/>
          <w:lang w:eastAsia="ko-KR"/>
        </w:rPr>
        <w:t>B) List of licences granted with regard to the above knowhow or trade secrets</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9365A7" w:rsidRPr="009365A7" w14:paraId="43425A6A" w14:textId="77777777" w:rsidTr="00BF34BA">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5C8624"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14:paraId="3692E5E0"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14:paraId="3C899CAA"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14:paraId="064BFAE1"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14:paraId="2BE44A67"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14:paraId="700721E3"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14:paraId="5CAC04D0"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14:paraId="4E418970"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Registered?</w:t>
            </w:r>
          </w:p>
        </w:tc>
      </w:tr>
      <w:tr w:rsidR="009365A7" w:rsidRPr="009365A7" w14:paraId="16D22258" w14:textId="77777777" w:rsidTr="00BF34BA">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14:paraId="63936E58"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14:paraId="29FD1E01"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6E74E5C0"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159EEB57"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0CB7345D"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6B607966"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6F1E1EEF"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14:paraId="7195B1C7"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r>
      <w:tr w:rsidR="009365A7" w:rsidRPr="009365A7" w14:paraId="411D5D8D" w14:textId="77777777" w:rsidTr="00BF34BA">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14:paraId="167C57F9"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14:paraId="3B47A24E"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462A62AD"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6318669B"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3A252765"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3E65146D"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46CD5F0E"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14:paraId="4FC48489" w14:textId="77777777" w:rsidR="009365A7" w:rsidRPr="009365A7" w:rsidRDefault="009365A7" w:rsidP="009365A7">
            <w:pPr>
              <w:spacing w:before="0"/>
              <w:jc w:val="center"/>
              <w:rPr>
                <w:rFonts w:eastAsia="PMingLiU"/>
                <w:sz w:val="18"/>
                <w:szCs w:val="18"/>
                <w:lang w:eastAsia="ja-JP"/>
              </w:rPr>
            </w:pPr>
            <w:r w:rsidRPr="009365A7">
              <w:rPr>
                <w:rFonts w:eastAsia="PMingLiU"/>
                <w:sz w:val="18"/>
                <w:szCs w:val="18"/>
                <w:lang w:eastAsia="ja-JP"/>
              </w:rPr>
              <w:t> </w:t>
            </w:r>
          </w:p>
        </w:tc>
      </w:tr>
      <w:tr w:rsidR="009365A7" w:rsidRPr="009365A7" w14:paraId="4A42D622" w14:textId="77777777" w:rsidTr="00BF34BA">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14:paraId="1E9AC5A3"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14:paraId="329CC8C5"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43CEFD24"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76D2242B"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76C27A82"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1DE2B4DB"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14:paraId="1D40F121"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14:paraId="5F6F41F9" w14:textId="77777777" w:rsidR="009365A7" w:rsidRPr="009365A7" w:rsidRDefault="009365A7" w:rsidP="009365A7">
            <w:pPr>
              <w:spacing w:before="0"/>
              <w:jc w:val="left"/>
              <w:rPr>
                <w:rFonts w:eastAsia="PMingLiU"/>
                <w:sz w:val="18"/>
                <w:szCs w:val="18"/>
                <w:lang w:eastAsia="ja-JP"/>
              </w:rPr>
            </w:pPr>
            <w:r w:rsidRPr="009365A7">
              <w:rPr>
                <w:rFonts w:eastAsia="PMingLiU"/>
                <w:sz w:val="18"/>
                <w:szCs w:val="18"/>
                <w:lang w:eastAsia="ja-JP"/>
              </w:rPr>
              <w:t> </w:t>
            </w:r>
          </w:p>
        </w:tc>
      </w:tr>
    </w:tbl>
    <w:p w14:paraId="011DA6AE" w14:textId="77777777" w:rsidR="009365A7" w:rsidRPr="009365A7" w:rsidRDefault="009365A7" w:rsidP="009365A7">
      <w:pPr>
        <w:spacing w:before="0"/>
        <w:jc w:val="left"/>
        <w:rPr>
          <w:rFonts w:eastAsia="MS Mincho"/>
          <w:sz w:val="20"/>
        </w:rPr>
      </w:pPr>
    </w:p>
    <w:p w14:paraId="699009E5" w14:textId="77777777" w:rsidR="009365A7" w:rsidRPr="009365A7" w:rsidRDefault="009365A7" w:rsidP="009365A7">
      <w:pPr>
        <w:jc w:val="center"/>
      </w:pPr>
    </w:p>
    <w:p w14:paraId="55D8883C" w14:textId="77777777" w:rsidR="009365A7" w:rsidRPr="009365A7" w:rsidRDefault="009365A7" w:rsidP="009365A7">
      <w:pPr>
        <w:jc w:val="center"/>
      </w:pPr>
    </w:p>
    <w:p w14:paraId="6EEF3644" w14:textId="77777777" w:rsidR="009365A7" w:rsidRPr="009365A7" w:rsidRDefault="009365A7" w:rsidP="009365A7">
      <w:pPr>
        <w:jc w:val="center"/>
      </w:pPr>
    </w:p>
    <w:p w14:paraId="6A01D20D" w14:textId="77777777" w:rsidR="009365A7" w:rsidRPr="009365A7" w:rsidRDefault="009365A7" w:rsidP="009365A7">
      <w:pPr>
        <w:jc w:val="center"/>
      </w:pPr>
    </w:p>
    <w:p w14:paraId="62E42698" w14:textId="77777777" w:rsidR="009365A7" w:rsidRPr="009365A7" w:rsidRDefault="009365A7" w:rsidP="009365A7">
      <w:pPr>
        <w:jc w:val="center"/>
      </w:pPr>
    </w:p>
    <w:p w14:paraId="65A9884E" w14:textId="77777777" w:rsidR="009365A7" w:rsidRPr="009365A7" w:rsidRDefault="009365A7" w:rsidP="009365A7">
      <w:pPr>
        <w:jc w:val="center"/>
      </w:pPr>
    </w:p>
    <w:p w14:paraId="33DF188A" w14:textId="77777777" w:rsidR="009365A7" w:rsidRPr="009365A7" w:rsidRDefault="009365A7" w:rsidP="009365A7">
      <w:pPr>
        <w:jc w:val="center"/>
      </w:pPr>
    </w:p>
    <w:p w14:paraId="10BD37CF" w14:textId="77777777" w:rsidR="009365A7" w:rsidRPr="009365A7" w:rsidRDefault="009365A7" w:rsidP="009365A7">
      <w:pPr>
        <w:jc w:val="center"/>
      </w:pPr>
    </w:p>
    <w:p w14:paraId="4612B33A" w14:textId="77777777" w:rsidR="009365A7" w:rsidRPr="009365A7" w:rsidRDefault="009365A7" w:rsidP="009365A7">
      <w:pPr>
        <w:jc w:val="center"/>
      </w:pPr>
    </w:p>
    <w:p w14:paraId="5672864B" w14:textId="77777777" w:rsidR="009365A7" w:rsidRPr="009365A7" w:rsidRDefault="009365A7" w:rsidP="009365A7">
      <w:pPr>
        <w:pBdr>
          <w:top w:val="single" w:sz="4" w:space="1" w:color="auto"/>
          <w:left w:val="single" w:sz="4" w:space="4" w:color="auto"/>
          <w:bottom w:val="single" w:sz="4" w:space="1" w:color="auto"/>
          <w:right w:val="single" w:sz="4" w:space="4" w:color="auto"/>
        </w:pBdr>
        <w:tabs>
          <w:tab w:val="left" w:pos="1134"/>
        </w:tabs>
        <w:spacing w:before="240" w:after="120"/>
        <w:ind w:right="431"/>
        <w:jc w:val="center"/>
        <w:outlineLvl w:val="0"/>
        <w:rPr>
          <w:b/>
          <w:sz w:val="28"/>
        </w:rPr>
      </w:pPr>
      <w:r w:rsidRPr="009365A7">
        <w:rPr>
          <w:b/>
          <w:sz w:val="28"/>
        </w:rPr>
        <w:br w:type="page"/>
      </w:r>
      <w:bookmarkStart w:id="9" w:name="_Toc13731871"/>
      <w:r w:rsidRPr="009365A7">
        <w:rPr>
          <w:b/>
          <w:sz w:val="28"/>
        </w:rPr>
        <w:lastRenderedPageBreak/>
        <w:t>FORM 5 - TENDER FORM</w:t>
      </w:r>
      <w:bookmarkEnd w:id="9"/>
    </w:p>
    <w:p w14:paraId="0296DD5E" w14:textId="77777777" w:rsidR="00BA5937" w:rsidRDefault="00BA5937" w:rsidP="00BA5937">
      <w:pPr>
        <w:tabs>
          <w:tab w:val="right" w:pos="8789"/>
        </w:tabs>
        <w:spacing w:before="0"/>
        <w:rPr>
          <w:szCs w:val="24"/>
          <w:lang w:val="es-ES"/>
        </w:rPr>
      </w:pPr>
    </w:p>
    <w:p w14:paraId="6E943C74" w14:textId="68EE4281" w:rsidR="001A136E" w:rsidRDefault="00756FBE" w:rsidP="001A136E">
      <w:pPr>
        <w:tabs>
          <w:tab w:val="right" w:pos="8789"/>
        </w:tabs>
        <w:spacing w:before="0"/>
        <w:rPr>
          <w:b/>
          <w:szCs w:val="24"/>
        </w:rPr>
      </w:pPr>
      <w:r w:rsidRPr="009365A7">
        <w:rPr>
          <w:szCs w:val="24"/>
          <w:lang w:val="es-ES"/>
        </w:rPr>
        <w:t xml:space="preserve">Tender No. </w:t>
      </w:r>
      <w:r w:rsidR="00A46CAE" w:rsidRPr="00A46CAE">
        <w:rPr>
          <w:b/>
          <w:szCs w:val="24"/>
        </w:rPr>
        <w:t>IO/21/OT/10021777/JLE</w:t>
      </w:r>
    </w:p>
    <w:p w14:paraId="3E121E99" w14:textId="625EEC18" w:rsidR="00756FBE" w:rsidRDefault="00756FBE" w:rsidP="001A136E">
      <w:pPr>
        <w:tabs>
          <w:tab w:val="right" w:pos="8789"/>
        </w:tabs>
        <w:spacing w:before="0"/>
        <w:rPr>
          <w:b/>
          <w:szCs w:val="24"/>
        </w:rPr>
      </w:pPr>
      <w:r w:rsidRPr="009365A7">
        <w:rPr>
          <w:szCs w:val="24"/>
        </w:rPr>
        <w:t xml:space="preserve">Title: </w:t>
      </w:r>
      <w:r w:rsidR="001A136E" w:rsidRPr="001A136E">
        <w:rPr>
          <w:b/>
          <w:szCs w:val="24"/>
        </w:rPr>
        <w:t xml:space="preserve">DMS Fast Shutter - Concept design and proof-of-principle prototyping/testing </w:t>
      </w:r>
      <w:r w:rsidR="00321534" w:rsidRPr="00321534">
        <w:rPr>
          <w:b/>
          <w:szCs w:val="24"/>
        </w:rPr>
        <w:t>design</w:t>
      </w:r>
    </w:p>
    <w:p w14:paraId="52CFDDBA" w14:textId="77777777" w:rsidR="009365A7" w:rsidRPr="009365A7" w:rsidRDefault="009365A7" w:rsidP="009365A7">
      <w:pPr>
        <w:spacing w:before="0"/>
        <w:jc w:val="left"/>
      </w:pPr>
    </w:p>
    <w:p w14:paraId="0B7A1B84" w14:textId="77777777" w:rsidR="009365A7" w:rsidRPr="009365A7" w:rsidRDefault="009365A7" w:rsidP="009365A7">
      <w:pPr>
        <w:spacing w:before="0"/>
      </w:pPr>
    </w:p>
    <w:p w14:paraId="667E3C7D" w14:textId="77777777" w:rsidR="009365A7" w:rsidRPr="009365A7" w:rsidRDefault="009365A7" w:rsidP="009365A7">
      <w:pPr>
        <w:spacing w:before="0"/>
      </w:pPr>
      <w:r w:rsidRPr="009365A7">
        <w:t xml:space="preserve">I, the undersigned….................................... acting on behalf of …………………………….by submitting this tender confirm that the Instructions to Tenderers are accepted in full and without restriction, including the general and special conditions governing the contract as the sole basis of this tendering procedure. The tenderer further confirms that the financial offer covers in full the scope of work required in the technical specifications.  </w:t>
      </w:r>
    </w:p>
    <w:p w14:paraId="13E387B1" w14:textId="77777777" w:rsidR="009365A7" w:rsidRPr="009365A7" w:rsidRDefault="009365A7" w:rsidP="009365A7">
      <w:pPr>
        <w:spacing w:before="0"/>
      </w:pPr>
    </w:p>
    <w:p w14:paraId="1AD94395" w14:textId="77777777" w:rsidR="009365A7" w:rsidRPr="009365A7" w:rsidRDefault="009365A7" w:rsidP="009365A7">
      <w:pPr>
        <w:spacing w:before="0"/>
      </w:pPr>
      <w:r w:rsidRPr="009365A7">
        <w:t xml:space="preserve">The tenderer agrees that the contract award will be published on website </w:t>
      </w:r>
      <w:proofErr w:type="gramStart"/>
      <w:r w:rsidRPr="009365A7">
        <w:t>of  the</w:t>
      </w:r>
      <w:proofErr w:type="gramEnd"/>
      <w:r w:rsidRPr="009365A7">
        <w:t xml:space="preserve"> ITER Organization. </w:t>
      </w:r>
    </w:p>
    <w:p w14:paraId="1C025A09" w14:textId="77777777" w:rsidR="009365A7" w:rsidRPr="009365A7" w:rsidRDefault="009365A7" w:rsidP="009365A7">
      <w:pPr>
        <w:spacing w:before="0"/>
        <w:jc w:val="lef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3868"/>
      </w:tblGrid>
      <w:tr w:rsidR="009365A7" w:rsidRPr="009365A7" w14:paraId="30B41043" w14:textId="77777777" w:rsidTr="00BF34BA">
        <w:trPr>
          <w:cantSplit/>
          <w:trHeight w:val="567"/>
          <w:jc w:val="center"/>
        </w:trPr>
        <w:tc>
          <w:tcPr>
            <w:tcW w:w="9412" w:type="dxa"/>
            <w:gridSpan w:val="2"/>
            <w:tcBorders>
              <w:top w:val="nil"/>
              <w:left w:val="nil"/>
              <w:bottom w:val="nil"/>
              <w:right w:val="nil"/>
            </w:tcBorders>
            <w:vAlign w:val="center"/>
          </w:tcPr>
          <w:p w14:paraId="2144D9DF" w14:textId="77777777" w:rsidR="009365A7" w:rsidRPr="009365A7" w:rsidRDefault="009365A7" w:rsidP="009365A7"/>
          <w:p w14:paraId="6967083E" w14:textId="77777777" w:rsidR="009365A7" w:rsidRPr="009365A7" w:rsidRDefault="009365A7" w:rsidP="009365A7">
            <w:pPr>
              <w:tabs>
                <w:tab w:val="right" w:leader="dot" w:pos="5099"/>
              </w:tabs>
            </w:pPr>
            <w:r w:rsidRPr="009365A7">
              <w:t xml:space="preserve">Signature:  </w:t>
            </w:r>
            <w:r w:rsidRPr="009365A7">
              <w:tab/>
              <w:t xml:space="preserve"> </w:t>
            </w:r>
          </w:p>
        </w:tc>
      </w:tr>
      <w:tr w:rsidR="009365A7" w:rsidRPr="009365A7" w14:paraId="2B816BF6" w14:textId="77777777" w:rsidTr="00BF34BA">
        <w:trPr>
          <w:cantSplit/>
          <w:trHeight w:val="567"/>
          <w:jc w:val="center"/>
        </w:trPr>
        <w:tc>
          <w:tcPr>
            <w:tcW w:w="9412" w:type="dxa"/>
            <w:gridSpan w:val="2"/>
            <w:tcBorders>
              <w:top w:val="nil"/>
              <w:left w:val="nil"/>
              <w:bottom w:val="nil"/>
              <w:right w:val="nil"/>
            </w:tcBorders>
            <w:vAlign w:val="center"/>
          </w:tcPr>
          <w:p w14:paraId="06E096BC" w14:textId="77777777" w:rsidR="009365A7" w:rsidRPr="009365A7" w:rsidRDefault="009365A7" w:rsidP="009365A7"/>
          <w:p w14:paraId="71036D35" w14:textId="77777777" w:rsidR="009365A7" w:rsidRPr="009365A7" w:rsidRDefault="009365A7" w:rsidP="009365A7">
            <w:pPr>
              <w:tabs>
                <w:tab w:val="right" w:leader="dot" w:pos="5097"/>
              </w:tabs>
            </w:pPr>
            <w:r w:rsidRPr="009365A7">
              <w:t xml:space="preserve">Name: </w:t>
            </w:r>
            <w:r w:rsidRPr="009365A7">
              <w:tab/>
              <w:t xml:space="preserve">    </w:t>
            </w:r>
          </w:p>
        </w:tc>
      </w:tr>
      <w:tr w:rsidR="009365A7" w:rsidRPr="009365A7" w14:paraId="3FFBD55C" w14:textId="77777777" w:rsidTr="00BF34BA">
        <w:trPr>
          <w:cantSplit/>
          <w:trHeight w:val="567"/>
          <w:jc w:val="center"/>
        </w:trPr>
        <w:tc>
          <w:tcPr>
            <w:tcW w:w="9412" w:type="dxa"/>
            <w:gridSpan w:val="2"/>
            <w:tcBorders>
              <w:top w:val="nil"/>
              <w:left w:val="nil"/>
              <w:bottom w:val="nil"/>
              <w:right w:val="nil"/>
            </w:tcBorders>
            <w:vAlign w:val="center"/>
          </w:tcPr>
          <w:p w14:paraId="1F1790D0" w14:textId="77777777" w:rsidR="009365A7" w:rsidRPr="009365A7" w:rsidRDefault="009365A7" w:rsidP="009365A7"/>
          <w:p w14:paraId="661B4A3C" w14:textId="77777777" w:rsidR="009365A7" w:rsidRPr="009365A7" w:rsidRDefault="009365A7" w:rsidP="009365A7">
            <w:pPr>
              <w:tabs>
                <w:tab w:val="right" w:leader="dot" w:pos="5110"/>
              </w:tabs>
            </w:pPr>
            <w:r w:rsidRPr="009365A7">
              <w:t xml:space="preserve">Position: </w:t>
            </w:r>
            <w:r w:rsidRPr="009365A7">
              <w:tab/>
            </w:r>
          </w:p>
        </w:tc>
      </w:tr>
      <w:tr w:rsidR="009365A7" w:rsidRPr="009365A7" w14:paraId="28C41ECF" w14:textId="77777777" w:rsidTr="00BF34BA">
        <w:trPr>
          <w:cantSplit/>
          <w:trHeight w:val="567"/>
          <w:jc w:val="center"/>
        </w:trPr>
        <w:tc>
          <w:tcPr>
            <w:tcW w:w="9412" w:type="dxa"/>
            <w:gridSpan w:val="2"/>
            <w:tcBorders>
              <w:top w:val="nil"/>
              <w:left w:val="nil"/>
              <w:bottom w:val="nil"/>
              <w:right w:val="nil"/>
            </w:tcBorders>
            <w:vAlign w:val="center"/>
          </w:tcPr>
          <w:p w14:paraId="3B350409" w14:textId="77777777" w:rsidR="009365A7" w:rsidRPr="009365A7" w:rsidRDefault="009365A7" w:rsidP="009365A7"/>
          <w:p w14:paraId="7BE8B065" w14:textId="77777777" w:rsidR="009365A7" w:rsidRPr="009365A7" w:rsidRDefault="009365A7" w:rsidP="009365A7">
            <w:pPr>
              <w:tabs>
                <w:tab w:val="right" w:leader="dot" w:pos="5097"/>
              </w:tabs>
            </w:pPr>
            <w:r w:rsidRPr="009365A7">
              <w:t xml:space="preserve">Tel: </w:t>
            </w:r>
            <w:r w:rsidRPr="009365A7">
              <w:tab/>
            </w:r>
          </w:p>
        </w:tc>
      </w:tr>
      <w:tr w:rsidR="009365A7" w:rsidRPr="009365A7" w14:paraId="08762619" w14:textId="77777777" w:rsidTr="00BF34BA">
        <w:trPr>
          <w:cantSplit/>
          <w:trHeight w:val="567"/>
          <w:jc w:val="center"/>
        </w:trPr>
        <w:tc>
          <w:tcPr>
            <w:tcW w:w="9412" w:type="dxa"/>
            <w:gridSpan w:val="2"/>
            <w:tcBorders>
              <w:top w:val="nil"/>
              <w:left w:val="nil"/>
              <w:bottom w:val="nil"/>
              <w:right w:val="nil"/>
            </w:tcBorders>
            <w:vAlign w:val="center"/>
          </w:tcPr>
          <w:p w14:paraId="06DEB874" w14:textId="77777777" w:rsidR="009365A7" w:rsidRPr="009365A7" w:rsidRDefault="009365A7" w:rsidP="009365A7">
            <w:pPr>
              <w:tabs>
                <w:tab w:val="right" w:pos="5088"/>
              </w:tabs>
            </w:pPr>
          </w:p>
          <w:p w14:paraId="2956F808" w14:textId="77777777" w:rsidR="009365A7" w:rsidRPr="009365A7" w:rsidRDefault="009365A7" w:rsidP="009365A7">
            <w:pPr>
              <w:tabs>
                <w:tab w:val="left" w:leader="dot" w:pos="5097"/>
              </w:tabs>
            </w:pPr>
            <w:r w:rsidRPr="009365A7">
              <w:t xml:space="preserve">E. mail address: </w:t>
            </w:r>
            <w:r w:rsidRPr="009365A7">
              <w:tab/>
            </w:r>
          </w:p>
        </w:tc>
      </w:tr>
      <w:tr w:rsidR="009365A7" w:rsidRPr="009365A7" w14:paraId="45FBCEFB" w14:textId="77777777" w:rsidTr="00BF34BA">
        <w:trPr>
          <w:cantSplit/>
          <w:trHeight w:val="567"/>
          <w:jc w:val="center"/>
        </w:trPr>
        <w:tc>
          <w:tcPr>
            <w:tcW w:w="9412" w:type="dxa"/>
            <w:gridSpan w:val="2"/>
            <w:tcBorders>
              <w:top w:val="nil"/>
              <w:left w:val="nil"/>
              <w:bottom w:val="nil"/>
              <w:right w:val="nil"/>
            </w:tcBorders>
            <w:vAlign w:val="center"/>
          </w:tcPr>
          <w:p w14:paraId="37A042BB" w14:textId="77777777" w:rsidR="009365A7" w:rsidRPr="009365A7" w:rsidRDefault="009365A7" w:rsidP="009365A7"/>
          <w:p w14:paraId="1A2CDBE0" w14:textId="77777777" w:rsidR="009365A7" w:rsidRPr="009365A7" w:rsidRDefault="009365A7" w:rsidP="009365A7">
            <w:pPr>
              <w:tabs>
                <w:tab w:val="left" w:leader="dot" w:pos="5097"/>
              </w:tabs>
            </w:pPr>
            <w:r w:rsidRPr="009365A7">
              <w:t xml:space="preserve">Fax: </w:t>
            </w:r>
            <w:r w:rsidRPr="009365A7">
              <w:tab/>
            </w:r>
          </w:p>
        </w:tc>
      </w:tr>
      <w:tr w:rsidR="009365A7" w:rsidRPr="009365A7" w14:paraId="3E924AB1" w14:textId="77777777" w:rsidTr="00BF34BA">
        <w:trPr>
          <w:gridAfter w:val="1"/>
          <w:wAfter w:w="4060" w:type="dxa"/>
          <w:cantSplit/>
          <w:trHeight w:val="567"/>
          <w:jc w:val="center"/>
        </w:trPr>
        <w:tc>
          <w:tcPr>
            <w:tcW w:w="5352" w:type="dxa"/>
            <w:tcBorders>
              <w:top w:val="nil"/>
              <w:left w:val="nil"/>
              <w:bottom w:val="nil"/>
              <w:right w:val="nil"/>
            </w:tcBorders>
            <w:vAlign w:val="center"/>
          </w:tcPr>
          <w:p w14:paraId="68404C45" w14:textId="77777777" w:rsidR="009365A7" w:rsidRPr="009365A7" w:rsidRDefault="009365A7" w:rsidP="009365A7"/>
          <w:p w14:paraId="05BAF226" w14:textId="77777777" w:rsidR="009365A7" w:rsidRPr="009365A7" w:rsidRDefault="009365A7" w:rsidP="009365A7"/>
          <w:p w14:paraId="6FE851AD" w14:textId="77777777" w:rsidR="009365A7" w:rsidRPr="009365A7" w:rsidRDefault="009365A7" w:rsidP="009365A7">
            <w:pPr>
              <w:tabs>
                <w:tab w:val="left" w:leader="dot" w:pos="5097"/>
              </w:tabs>
            </w:pPr>
            <w:r w:rsidRPr="009365A7">
              <w:t xml:space="preserve">Date: </w:t>
            </w:r>
            <w:r w:rsidRPr="009365A7">
              <w:tab/>
            </w:r>
          </w:p>
        </w:tc>
      </w:tr>
      <w:tr w:rsidR="009365A7" w:rsidRPr="009365A7" w14:paraId="5A2EF9F5" w14:textId="77777777" w:rsidTr="00BF34BA">
        <w:trPr>
          <w:cantSplit/>
          <w:trHeight w:val="567"/>
          <w:jc w:val="center"/>
        </w:trPr>
        <w:tc>
          <w:tcPr>
            <w:tcW w:w="9412" w:type="dxa"/>
            <w:gridSpan w:val="2"/>
            <w:tcBorders>
              <w:top w:val="nil"/>
              <w:left w:val="nil"/>
              <w:bottom w:val="nil"/>
              <w:right w:val="nil"/>
            </w:tcBorders>
          </w:tcPr>
          <w:p w14:paraId="0D48310F" w14:textId="77777777" w:rsidR="009365A7" w:rsidRPr="009365A7" w:rsidRDefault="009365A7" w:rsidP="009365A7"/>
          <w:p w14:paraId="258ECE3D" w14:textId="77777777" w:rsidR="009365A7" w:rsidRPr="009365A7" w:rsidRDefault="009365A7" w:rsidP="009365A7"/>
          <w:p w14:paraId="728AC011" w14:textId="77777777" w:rsidR="009365A7" w:rsidRPr="009365A7" w:rsidRDefault="009365A7" w:rsidP="009365A7">
            <w:r w:rsidRPr="009365A7">
              <w:t>COMPANY STAMP</w:t>
            </w:r>
          </w:p>
          <w:p w14:paraId="4FF73812" w14:textId="77777777" w:rsidR="009365A7" w:rsidRPr="009365A7" w:rsidRDefault="009365A7" w:rsidP="009365A7"/>
        </w:tc>
      </w:tr>
    </w:tbl>
    <w:p w14:paraId="573809AA" w14:textId="77777777" w:rsidR="009365A7" w:rsidRPr="009365A7" w:rsidRDefault="009365A7" w:rsidP="009365A7">
      <w:pPr>
        <w:spacing w:before="0"/>
        <w:jc w:val="left"/>
      </w:pPr>
    </w:p>
    <w:p w14:paraId="1BD79A8C" w14:textId="77777777" w:rsidR="009365A7" w:rsidRPr="009365A7" w:rsidRDefault="009365A7" w:rsidP="009365A7">
      <w:pPr>
        <w:spacing w:before="0"/>
        <w:jc w:val="left"/>
      </w:pPr>
    </w:p>
    <w:p w14:paraId="3950B3E4" w14:textId="77777777" w:rsidR="009365A7" w:rsidRPr="009365A7" w:rsidRDefault="009365A7" w:rsidP="009365A7">
      <w:pPr>
        <w:spacing w:before="0"/>
        <w:jc w:val="left"/>
      </w:pPr>
      <w:r w:rsidRPr="009365A7">
        <w:t>Attachments:</w:t>
      </w:r>
    </w:p>
    <w:p w14:paraId="68121328" w14:textId="77777777" w:rsidR="009365A7" w:rsidRPr="009365A7" w:rsidRDefault="009365A7" w:rsidP="009365A7">
      <w:pPr>
        <w:spacing w:before="0"/>
        <w:jc w:val="left"/>
      </w:pPr>
    </w:p>
    <w:p w14:paraId="1875E3DD" w14:textId="77777777" w:rsidR="009365A7" w:rsidRPr="004D6DC2" w:rsidRDefault="009365A7" w:rsidP="009365A7">
      <w:pPr>
        <w:spacing w:before="0"/>
        <w:jc w:val="left"/>
      </w:pPr>
      <w:r w:rsidRPr="004D6DC2">
        <w:t>The offer shall include in addition to this Tender Form all documents listed below:</w:t>
      </w:r>
    </w:p>
    <w:p w14:paraId="7DB35233" w14:textId="77777777" w:rsidR="009365A7" w:rsidRPr="004D6DC2" w:rsidRDefault="009365A7" w:rsidP="009365A7">
      <w:pPr>
        <w:spacing w:before="0"/>
        <w:jc w:val="left"/>
      </w:pPr>
      <w:r w:rsidRPr="004D6DC2">
        <w:t>-</w:t>
      </w:r>
      <w:r w:rsidRPr="004D6DC2">
        <w:tab/>
        <w:t>Declaration of Honour (Form 2)</w:t>
      </w:r>
    </w:p>
    <w:p w14:paraId="63656237" w14:textId="77777777" w:rsidR="009365A7" w:rsidRPr="004D6DC2" w:rsidRDefault="009365A7" w:rsidP="009365A7">
      <w:pPr>
        <w:spacing w:before="0"/>
        <w:jc w:val="left"/>
      </w:pPr>
      <w:r w:rsidRPr="004D6DC2">
        <w:t>-</w:t>
      </w:r>
      <w:r w:rsidRPr="004D6DC2">
        <w:tab/>
        <w:t>Tenderer Submission Form (Form 3)</w:t>
      </w:r>
    </w:p>
    <w:p w14:paraId="4375C334" w14:textId="77777777" w:rsidR="009365A7" w:rsidRPr="004D6DC2" w:rsidRDefault="009365A7" w:rsidP="009365A7">
      <w:pPr>
        <w:spacing w:before="0"/>
        <w:jc w:val="left"/>
      </w:pPr>
      <w:r w:rsidRPr="004D6DC2">
        <w:t>-</w:t>
      </w:r>
      <w:r w:rsidRPr="004D6DC2">
        <w:tab/>
        <w:t xml:space="preserve">Declaration of Background Intellectual Property (Form 4) </w:t>
      </w:r>
    </w:p>
    <w:p w14:paraId="17CE78F6" w14:textId="77777777" w:rsidR="009365A7" w:rsidRPr="004D6DC2" w:rsidRDefault="009365A7" w:rsidP="009365A7">
      <w:pPr>
        <w:spacing w:before="0"/>
        <w:jc w:val="left"/>
      </w:pPr>
      <w:r w:rsidRPr="004D6DC2">
        <w:t xml:space="preserve">- </w:t>
      </w:r>
      <w:r w:rsidRPr="004D6DC2">
        <w:tab/>
        <w:t>Price Schedule (Form 6)</w:t>
      </w:r>
    </w:p>
    <w:p w14:paraId="67032B63" w14:textId="3D986D76" w:rsidR="00985523" w:rsidRPr="004D6DC2" w:rsidRDefault="00985523" w:rsidP="00985523">
      <w:pPr>
        <w:spacing w:before="0"/>
        <w:jc w:val="left"/>
      </w:pPr>
      <w:r w:rsidRPr="004D6DC2">
        <w:t xml:space="preserve">-          </w:t>
      </w:r>
      <w:r w:rsidR="001467DC" w:rsidRPr="007E084A">
        <w:rPr>
          <w:szCs w:val="24"/>
        </w:rPr>
        <w:t>C</w:t>
      </w:r>
      <w:r w:rsidR="001467DC" w:rsidRPr="001467DC">
        <w:rPr>
          <w:szCs w:val="24"/>
        </w:rPr>
        <w:t xml:space="preserve">orrespondence </w:t>
      </w:r>
      <w:r w:rsidR="001467DC" w:rsidRPr="007E084A">
        <w:rPr>
          <w:szCs w:val="24"/>
        </w:rPr>
        <w:t>Matrix</w:t>
      </w:r>
      <w:r w:rsidR="001467DC" w:rsidRPr="004D6DC2">
        <w:t xml:space="preserve"> </w:t>
      </w:r>
      <w:r w:rsidRPr="004D6DC2">
        <w:t>(From 7)</w:t>
      </w:r>
    </w:p>
    <w:p w14:paraId="7FA473BD" w14:textId="77777777" w:rsidR="00985523" w:rsidRDefault="00985523" w:rsidP="00985523">
      <w:pPr>
        <w:spacing w:before="0"/>
        <w:jc w:val="left"/>
      </w:pPr>
      <w:r w:rsidRPr="004D6DC2">
        <w:t>-          QA Questionnaire (Form 8)</w:t>
      </w:r>
    </w:p>
    <w:p w14:paraId="62F926C0" w14:textId="77777777" w:rsidR="009365A7" w:rsidRPr="009365A7" w:rsidRDefault="009365A7" w:rsidP="009365A7">
      <w:pPr>
        <w:pBdr>
          <w:top w:val="single" w:sz="4" w:space="1" w:color="auto"/>
          <w:left w:val="single" w:sz="4" w:space="0" w:color="auto"/>
          <w:bottom w:val="single" w:sz="4" w:space="1" w:color="auto"/>
          <w:right w:val="single" w:sz="4" w:space="4" w:color="auto"/>
        </w:pBdr>
        <w:tabs>
          <w:tab w:val="left" w:pos="1134"/>
        </w:tabs>
        <w:spacing w:before="240" w:after="120"/>
        <w:ind w:right="431"/>
        <w:jc w:val="center"/>
        <w:outlineLvl w:val="0"/>
        <w:rPr>
          <w:b/>
          <w:sz w:val="28"/>
        </w:rPr>
      </w:pPr>
      <w:bookmarkStart w:id="10" w:name="_Toc13731872"/>
      <w:r w:rsidRPr="009365A7">
        <w:rPr>
          <w:b/>
          <w:sz w:val="28"/>
        </w:rPr>
        <w:lastRenderedPageBreak/>
        <w:t>FORM 6 - PRICE SCHEDULE</w:t>
      </w:r>
      <w:bookmarkEnd w:id="10"/>
    </w:p>
    <w:p w14:paraId="0B506ECB" w14:textId="77777777" w:rsidR="00BA5937" w:rsidRDefault="00BA5937" w:rsidP="00BA5937">
      <w:pPr>
        <w:tabs>
          <w:tab w:val="right" w:pos="8789"/>
        </w:tabs>
        <w:spacing w:before="0"/>
        <w:rPr>
          <w:szCs w:val="24"/>
          <w:lang w:val="es-ES"/>
        </w:rPr>
      </w:pPr>
    </w:p>
    <w:p w14:paraId="615A62E9" w14:textId="44D7FDE9" w:rsidR="00756FBE" w:rsidRPr="009365A7" w:rsidRDefault="00756FBE" w:rsidP="00756FBE">
      <w:pPr>
        <w:tabs>
          <w:tab w:val="right" w:pos="8789"/>
        </w:tabs>
        <w:spacing w:before="0"/>
        <w:rPr>
          <w:b/>
          <w:szCs w:val="24"/>
        </w:rPr>
      </w:pPr>
      <w:r w:rsidRPr="009365A7">
        <w:rPr>
          <w:szCs w:val="24"/>
          <w:lang w:val="es-ES"/>
        </w:rPr>
        <w:t xml:space="preserve">Tender No. </w:t>
      </w:r>
      <w:r w:rsidR="00A46CAE" w:rsidRPr="00A46CAE">
        <w:rPr>
          <w:b/>
          <w:szCs w:val="24"/>
        </w:rPr>
        <w:t>IO/21/OT/10021777/JLE</w:t>
      </w:r>
    </w:p>
    <w:p w14:paraId="6391697F" w14:textId="334DBEB9" w:rsidR="00756FBE" w:rsidRDefault="00756FBE" w:rsidP="00321534">
      <w:pPr>
        <w:tabs>
          <w:tab w:val="right" w:pos="8789"/>
        </w:tabs>
        <w:spacing w:before="0"/>
        <w:ind w:left="540" w:hanging="540"/>
        <w:jc w:val="left"/>
        <w:rPr>
          <w:b/>
          <w:szCs w:val="24"/>
        </w:rPr>
      </w:pPr>
      <w:r w:rsidRPr="009365A7">
        <w:rPr>
          <w:szCs w:val="24"/>
        </w:rPr>
        <w:t xml:space="preserve">Title: </w:t>
      </w:r>
      <w:r w:rsidR="001A136E" w:rsidRPr="001A136E">
        <w:rPr>
          <w:b/>
          <w:szCs w:val="24"/>
        </w:rPr>
        <w:t>DMS Fast Shutter - Concept design and proof-of-principle prototyping/testing design</w:t>
      </w:r>
    </w:p>
    <w:p w14:paraId="00975ACC" w14:textId="77777777" w:rsidR="009365A7" w:rsidRPr="009365A7" w:rsidRDefault="009365A7" w:rsidP="009365A7"/>
    <w:p w14:paraId="4982FDE1" w14:textId="77777777" w:rsidR="009365A7" w:rsidRPr="009365A7" w:rsidRDefault="009365A7" w:rsidP="009365A7">
      <w:pPr>
        <w:spacing w:before="0" w:after="120"/>
      </w:pPr>
      <w:r w:rsidRPr="009365A7">
        <w:t xml:space="preserve">The Contractor shall indicate the financial resources required to complete each deliverable as indicated in the table below.  </w:t>
      </w:r>
    </w:p>
    <w:p w14:paraId="41527C4D" w14:textId="77777777" w:rsidR="009365A7" w:rsidRPr="009365A7" w:rsidRDefault="009365A7" w:rsidP="009365A7">
      <w:r w:rsidRPr="009365A7">
        <w:t xml:space="preserve">Prices shall be inclusive of all costs, including but not limited to the cost of labour, material, taxes, management, daily transport, preparation, overheads, profit and fees, including any other conceivable expense necessary to successfully complete the work.  </w:t>
      </w:r>
    </w:p>
    <w:p w14:paraId="147779EE" w14:textId="77777777" w:rsidR="009365A7" w:rsidRPr="009365A7" w:rsidRDefault="009365A7" w:rsidP="009365A7">
      <w:pPr>
        <w:spacing w:before="0"/>
      </w:pPr>
    </w:p>
    <w:p w14:paraId="468D5EC6" w14:textId="77777777" w:rsidR="009365A7" w:rsidRPr="009365A7" w:rsidRDefault="009365A7" w:rsidP="009365A7">
      <w:pPr>
        <w:spacing w:after="120"/>
      </w:pPr>
      <w:r w:rsidRPr="009365A7">
        <w:t>The prices shall be in Euros, net of all duties and taxes.</w:t>
      </w: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5310"/>
        <w:gridCol w:w="1818"/>
        <w:gridCol w:w="1242"/>
      </w:tblGrid>
      <w:tr w:rsidR="009365A7" w:rsidRPr="009365A7" w14:paraId="79AF2149" w14:textId="77777777" w:rsidTr="00EC201B">
        <w:trPr>
          <w:trHeight w:val="968"/>
          <w:tblHeader/>
        </w:trPr>
        <w:tc>
          <w:tcPr>
            <w:tcW w:w="810" w:type="dxa"/>
            <w:shd w:val="pct50" w:color="auto" w:fill="auto"/>
            <w:vAlign w:val="center"/>
          </w:tcPr>
          <w:p w14:paraId="3879BE6D" w14:textId="77777777" w:rsidR="009365A7" w:rsidRPr="009365A7" w:rsidRDefault="009365A7" w:rsidP="009365A7">
            <w:pPr>
              <w:tabs>
                <w:tab w:val="left" w:pos="1134"/>
              </w:tabs>
              <w:autoSpaceDE w:val="0"/>
              <w:autoSpaceDN w:val="0"/>
              <w:adjustRightInd w:val="0"/>
              <w:spacing w:before="0"/>
              <w:jc w:val="center"/>
              <w:rPr>
                <w:b/>
                <w:color w:val="FFFFFF"/>
                <w:sz w:val="22"/>
                <w:szCs w:val="24"/>
              </w:rPr>
            </w:pPr>
            <w:r w:rsidRPr="009365A7">
              <w:rPr>
                <w:b/>
                <w:color w:val="FFFFFF"/>
                <w:sz w:val="22"/>
                <w:szCs w:val="24"/>
              </w:rPr>
              <w:t>D#</w:t>
            </w:r>
          </w:p>
        </w:tc>
        <w:tc>
          <w:tcPr>
            <w:tcW w:w="5310" w:type="dxa"/>
            <w:shd w:val="pct50" w:color="auto" w:fill="auto"/>
            <w:vAlign w:val="center"/>
          </w:tcPr>
          <w:p w14:paraId="318B360A" w14:textId="77777777" w:rsidR="009365A7" w:rsidRPr="009365A7" w:rsidRDefault="009365A7" w:rsidP="009365A7">
            <w:pPr>
              <w:tabs>
                <w:tab w:val="left" w:pos="1134"/>
              </w:tabs>
              <w:autoSpaceDE w:val="0"/>
              <w:autoSpaceDN w:val="0"/>
              <w:adjustRightInd w:val="0"/>
              <w:spacing w:before="0"/>
              <w:ind w:left="627"/>
              <w:jc w:val="center"/>
              <w:rPr>
                <w:b/>
                <w:color w:val="FFFFFF"/>
                <w:szCs w:val="24"/>
              </w:rPr>
            </w:pPr>
            <w:r w:rsidRPr="009365A7">
              <w:rPr>
                <w:b/>
                <w:color w:val="FFFFFF"/>
                <w:szCs w:val="24"/>
              </w:rPr>
              <w:t xml:space="preserve">Article Description </w:t>
            </w:r>
          </w:p>
          <w:p w14:paraId="44A4DA53" w14:textId="77777777" w:rsidR="009365A7" w:rsidRPr="009365A7" w:rsidRDefault="009365A7" w:rsidP="009365A7">
            <w:pPr>
              <w:tabs>
                <w:tab w:val="left" w:pos="1134"/>
              </w:tabs>
              <w:autoSpaceDE w:val="0"/>
              <w:autoSpaceDN w:val="0"/>
              <w:adjustRightInd w:val="0"/>
              <w:spacing w:before="0"/>
              <w:jc w:val="center"/>
              <w:rPr>
                <w:b/>
                <w:color w:val="FFFFFF"/>
                <w:sz w:val="22"/>
                <w:szCs w:val="24"/>
              </w:rPr>
            </w:pPr>
            <w:r w:rsidRPr="009365A7">
              <w:rPr>
                <w:b/>
                <w:color w:val="FFFFFF"/>
                <w:sz w:val="22"/>
                <w:szCs w:val="24"/>
              </w:rPr>
              <w:t>In accordance with the Technical Specification</w:t>
            </w:r>
          </w:p>
          <w:p w14:paraId="035880F1" w14:textId="14CAD521" w:rsidR="009365A7" w:rsidRPr="009365A7" w:rsidRDefault="009365A7" w:rsidP="006618E2">
            <w:pPr>
              <w:tabs>
                <w:tab w:val="left" w:pos="1134"/>
              </w:tabs>
              <w:autoSpaceDE w:val="0"/>
              <w:autoSpaceDN w:val="0"/>
              <w:adjustRightInd w:val="0"/>
              <w:spacing w:before="0"/>
              <w:jc w:val="center"/>
              <w:rPr>
                <w:b/>
                <w:color w:val="FFFFFF"/>
                <w:sz w:val="22"/>
                <w:szCs w:val="24"/>
              </w:rPr>
            </w:pPr>
            <w:r w:rsidRPr="009365A7">
              <w:rPr>
                <w:b/>
                <w:color w:val="FFFFFF"/>
                <w:sz w:val="22"/>
                <w:szCs w:val="24"/>
              </w:rPr>
              <w:t>ITER_</w:t>
            </w:r>
            <w:r w:rsidRPr="006618E2">
              <w:rPr>
                <w:b/>
                <w:color w:val="FFFFFF"/>
                <w:sz w:val="22"/>
                <w:szCs w:val="24"/>
              </w:rPr>
              <w:t>D_</w:t>
            </w:r>
            <w:r w:rsidR="006618E2" w:rsidRPr="006618E2">
              <w:rPr>
                <w:b/>
                <w:color w:val="FFFFFF"/>
                <w:sz w:val="22"/>
                <w:szCs w:val="24"/>
              </w:rPr>
              <w:t xml:space="preserve"> </w:t>
            </w:r>
            <w:r w:rsidR="00EC201B" w:rsidRPr="00EC201B">
              <w:rPr>
                <w:b/>
                <w:color w:val="FFFFFF"/>
                <w:sz w:val="22"/>
                <w:szCs w:val="24"/>
              </w:rPr>
              <w:t>3FLV74</w:t>
            </w:r>
            <w:r w:rsidR="003A4CD4" w:rsidRPr="003A4CD4">
              <w:rPr>
                <w:b/>
                <w:color w:val="FFFFFF"/>
                <w:sz w:val="22"/>
                <w:szCs w:val="24"/>
              </w:rPr>
              <w:t>_</w:t>
            </w:r>
            <w:r w:rsidR="00EC201B">
              <w:rPr>
                <w:b/>
                <w:color w:val="FFFFFF"/>
                <w:sz w:val="22"/>
                <w:szCs w:val="24"/>
              </w:rPr>
              <w:t>v1.1 dated 24 Aug</w:t>
            </w:r>
            <w:r w:rsidR="003A4CD4" w:rsidRPr="003A4CD4">
              <w:rPr>
                <w:b/>
                <w:color w:val="FFFFFF"/>
                <w:sz w:val="22"/>
                <w:szCs w:val="24"/>
              </w:rPr>
              <w:t xml:space="preserve"> 2020</w:t>
            </w:r>
          </w:p>
        </w:tc>
        <w:tc>
          <w:tcPr>
            <w:tcW w:w="1818" w:type="dxa"/>
            <w:shd w:val="pct50" w:color="auto" w:fill="auto"/>
            <w:vAlign w:val="center"/>
          </w:tcPr>
          <w:p w14:paraId="75574868" w14:textId="00665310" w:rsidR="00756FBE" w:rsidRPr="009365A7" w:rsidRDefault="009365A7" w:rsidP="00756FBE">
            <w:pPr>
              <w:tabs>
                <w:tab w:val="left" w:pos="1134"/>
              </w:tabs>
              <w:autoSpaceDE w:val="0"/>
              <w:autoSpaceDN w:val="0"/>
              <w:adjustRightInd w:val="0"/>
              <w:spacing w:before="0"/>
              <w:jc w:val="center"/>
              <w:rPr>
                <w:b/>
                <w:color w:val="FFFFFF"/>
                <w:sz w:val="22"/>
                <w:szCs w:val="24"/>
              </w:rPr>
            </w:pPr>
            <w:r w:rsidRPr="009365A7">
              <w:rPr>
                <w:b/>
                <w:color w:val="FFFFFF"/>
                <w:sz w:val="22"/>
                <w:szCs w:val="24"/>
              </w:rPr>
              <w:t>Due Date</w:t>
            </w:r>
          </w:p>
        </w:tc>
        <w:tc>
          <w:tcPr>
            <w:tcW w:w="1242" w:type="dxa"/>
            <w:shd w:val="pct50" w:color="auto" w:fill="auto"/>
            <w:vAlign w:val="center"/>
          </w:tcPr>
          <w:p w14:paraId="3081BA17" w14:textId="77777777" w:rsidR="009365A7" w:rsidRPr="009365A7" w:rsidRDefault="009365A7" w:rsidP="009365A7">
            <w:pPr>
              <w:tabs>
                <w:tab w:val="left" w:pos="1134"/>
              </w:tabs>
              <w:autoSpaceDE w:val="0"/>
              <w:autoSpaceDN w:val="0"/>
              <w:adjustRightInd w:val="0"/>
              <w:spacing w:before="0"/>
              <w:jc w:val="center"/>
              <w:rPr>
                <w:b/>
                <w:color w:val="FFFFFF"/>
                <w:sz w:val="22"/>
                <w:szCs w:val="24"/>
              </w:rPr>
            </w:pPr>
            <w:r w:rsidRPr="009365A7">
              <w:rPr>
                <w:b/>
                <w:color w:val="FFFFFF"/>
                <w:sz w:val="22"/>
                <w:szCs w:val="24"/>
              </w:rPr>
              <w:t>PRICE</w:t>
            </w:r>
          </w:p>
          <w:p w14:paraId="7BCCC504" w14:textId="77777777" w:rsidR="009365A7" w:rsidRPr="009365A7" w:rsidRDefault="009365A7" w:rsidP="009365A7">
            <w:pPr>
              <w:tabs>
                <w:tab w:val="left" w:pos="1134"/>
              </w:tabs>
              <w:autoSpaceDE w:val="0"/>
              <w:autoSpaceDN w:val="0"/>
              <w:adjustRightInd w:val="0"/>
              <w:spacing w:before="0"/>
              <w:jc w:val="center"/>
              <w:rPr>
                <w:b/>
                <w:color w:val="FFFFFF"/>
                <w:sz w:val="22"/>
                <w:szCs w:val="24"/>
              </w:rPr>
            </w:pPr>
            <w:r w:rsidRPr="009365A7">
              <w:rPr>
                <w:b/>
                <w:color w:val="FFFFFF"/>
                <w:sz w:val="22"/>
                <w:szCs w:val="24"/>
              </w:rPr>
              <w:t>(EUR)</w:t>
            </w:r>
          </w:p>
        </w:tc>
      </w:tr>
      <w:tr w:rsidR="00E56B1A" w:rsidRPr="009365A7" w14:paraId="04AEE5EB" w14:textId="77777777" w:rsidTr="00EC201B">
        <w:trPr>
          <w:cantSplit/>
          <w:trHeight w:val="127"/>
        </w:trPr>
        <w:tc>
          <w:tcPr>
            <w:tcW w:w="810" w:type="dxa"/>
            <w:tcBorders>
              <w:top w:val="single" w:sz="4" w:space="0" w:color="auto"/>
              <w:left w:val="single" w:sz="4" w:space="0" w:color="auto"/>
              <w:bottom w:val="single" w:sz="4" w:space="0" w:color="auto"/>
              <w:right w:val="single" w:sz="4" w:space="0" w:color="auto"/>
            </w:tcBorders>
            <w:shd w:val="clear" w:color="auto" w:fill="auto"/>
          </w:tcPr>
          <w:p w14:paraId="4E9CF105" w14:textId="77777777" w:rsidR="00E56B1A" w:rsidRPr="0044516E" w:rsidRDefault="00E56B1A" w:rsidP="00E56B1A">
            <w:r w:rsidRPr="0044516E">
              <w:t>D1</w:t>
            </w:r>
          </w:p>
        </w:tc>
        <w:tc>
          <w:tcPr>
            <w:tcW w:w="5310" w:type="dxa"/>
            <w:tcBorders>
              <w:top w:val="single" w:sz="4" w:space="0" w:color="auto"/>
              <w:left w:val="single" w:sz="4" w:space="0" w:color="auto"/>
              <w:bottom w:val="single" w:sz="4" w:space="0" w:color="auto"/>
              <w:right w:val="single" w:sz="4" w:space="0" w:color="auto"/>
            </w:tcBorders>
            <w:shd w:val="clear" w:color="auto" w:fill="auto"/>
          </w:tcPr>
          <w:p w14:paraId="3733E714" w14:textId="77777777" w:rsidR="001A136E" w:rsidRDefault="001A136E" w:rsidP="00756FBE">
            <w:r>
              <w:t xml:space="preserve">Phase 1: Requirements Analysis </w:t>
            </w:r>
          </w:p>
          <w:p w14:paraId="352C7510" w14:textId="77777777" w:rsidR="001A136E" w:rsidRDefault="001A136E" w:rsidP="00756FBE">
            <w:r>
              <w:t xml:space="preserve">- Feedback Report, assessments of requirements provided (clarity, consistency, completeness, compatibility, areas of concern over technical feasibility, proposed editing/modifications of requirements as relevant) </w:t>
            </w:r>
          </w:p>
          <w:p w14:paraId="75D71E43" w14:textId="4AD7001F" w:rsidR="00EC201B" w:rsidRPr="0044516E" w:rsidRDefault="001A136E" w:rsidP="00756FBE">
            <w:r>
              <w:t>- Review meeting (phase-wise, interim review meetings as needed, minutes of meeting &amp; list of actions)</w:t>
            </w:r>
          </w:p>
        </w:tc>
        <w:tc>
          <w:tcPr>
            <w:tcW w:w="1818" w:type="dxa"/>
            <w:tcBorders>
              <w:top w:val="single" w:sz="4" w:space="0" w:color="auto"/>
              <w:left w:val="single" w:sz="4" w:space="0" w:color="auto"/>
              <w:bottom w:val="single" w:sz="4" w:space="0" w:color="auto"/>
              <w:right w:val="single" w:sz="4" w:space="0" w:color="auto"/>
            </w:tcBorders>
            <w:shd w:val="clear" w:color="auto" w:fill="auto"/>
          </w:tcPr>
          <w:p w14:paraId="58B0DB30" w14:textId="50AEDC88" w:rsidR="00E56B1A" w:rsidRPr="002A4CBD" w:rsidRDefault="00756FBE" w:rsidP="001A136E">
            <w:pPr>
              <w:spacing w:before="100" w:beforeAutospacing="1" w:after="100" w:afterAutospacing="1"/>
              <w:jc w:val="left"/>
              <w:rPr>
                <w:szCs w:val="24"/>
              </w:rPr>
            </w:pPr>
            <w:r>
              <w:rPr>
                <w:szCs w:val="24"/>
              </w:rPr>
              <w:t>T0</w:t>
            </w:r>
            <w:r w:rsidR="00EC201B">
              <w:rPr>
                <w:szCs w:val="24"/>
              </w:rPr>
              <w:t>*</w:t>
            </w:r>
            <w:r w:rsidR="009A7BE9">
              <w:rPr>
                <w:szCs w:val="24"/>
              </w:rPr>
              <w:t xml:space="preserve">+ </w:t>
            </w:r>
            <w:r w:rsidR="001A136E">
              <w:rPr>
                <w:szCs w:val="24"/>
              </w:rPr>
              <w:t>2</w:t>
            </w:r>
            <w:r w:rsidR="00EC201B">
              <w:rPr>
                <w:szCs w:val="24"/>
              </w:rPr>
              <w:t xml:space="preserve"> </w:t>
            </w:r>
            <w:r>
              <w:rPr>
                <w:szCs w:val="24"/>
              </w:rPr>
              <w:t>months</w:t>
            </w:r>
          </w:p>
        </w:tc>
        <w:tc>
          <w:tcPr>
            <w:tcW w:w="1242" w:type="dxa"/>
            <w:shd w:val="clear" w:color="auto" w:fill="auto"/>
            <w:vAlign w:val="center"/>
          </w:tcPr>
          <w:p w14:paraId="13D59B2E" w14:textId="77777777" w:rsidR="00E56B1A" w:rsidRPr="009A0571" w:rsidRDefault="00E56B1A" w:rsidP="00E56B1A">
            <w:pPr>
              <w:jc w:val="center"/>
              <w:rPr>
                <w:i/>
                <w:sz w:val="22"/>
                <w:highlight w:val="yellow"/>
              </w:rPr>
            </w:pPr>
            <w:r w:rsidRPr="009A0571">
              <w:rPr>
                <w:i/>
                <w:sz w:val="20"/>
                <w:highlight w:val="yellow"/>
              </w:rPr>
              <w:t xml:space="preserve">    To be added</w:t>
            </w:r>
          </w:p>
        </w:tc>
      </w:tr>
      <w:tr w:rsidR="00756FBE" w:rsidRPr="009365A7" w14:paraId="28E4CB09" w14:textId="77777777" w:rsidTr="00EC201B">
        <w:trPr>
          <w:cantSplit/>
          <w:trHeight w:val="70"/>
        </w:trPr>
        <w:tc>
          <w:tcPr>
            <w:tcW w:w="810" w:type="dxa"/>
            <w:tcBorders>
              <w:top w:val="single" w:sz="4" w:space="0" w:color="auto"/>
              <w:left w:val="single" w:sz="4" w:space="0" w:color="auto"/>
              <w:bottom w:val="single" w:sz="4" w:space="0" w:color="auto"/>
              <w:right w:val="single" w:sz="4" w:space="0" w:color="auto"/>
            </w:tcBorders>
            <w:shd w:val="clear" w:color="auto" w:fill="auto"/>
          </w:tcPr>
          <w:p w14:paraId="44B7104F" w14:textId="77777777" w:rsidR="00756FBE" w:rsidRPr="0044516E" w:rsidRDefault="00756FBE" w:rsidP="00756FBE">
            <w:r w:rsidRPr="0044516E">
              <w:t>D2</w:t>
            </w:r>
          </w:p>
        </w:tc>
        <w:tc>
          <w:tcPr>
            <w:tcW w:w="5310" w:type="dxa"/>
            <w:tcBorders>
              <w:top w:val="single" w:sz="4" w:space="0" w:color="auto"/>
              <w:left w:val="single" w:sz="4" w:space="0" w:color="auto"/>
              <w:bottom w:val="single" w:sz="4" w:space="0" w:color="auto"/>
              <w:right w:val="single" w:sz="4" w:space="0" w:color="auto"/>
            </w:tcBorders>
            <w:shd w:val="clear" w:color="auto" w:fill="auto"/>
          </w:tcPr>
          <w:p w14:paraId="5C263DC9" w14:textId="77777777" w:rsidR="001A136E" w:rsidRDefault="001A136E" w:rsidP="00756FBE">
            <w:r>
              <w:t xml:space="preserve">Phase 2: </w:t>
            </w:r>
            <w:proofErr w:type="spellStart"/>
            <w:r>
              <w:t>Optioneering</w:t>
            </w:r>
            <w:proofErr w:type="spellEnd"/>
            <w:r>
              <w:t xml:space="preserve"> </w:t>
            </w:r>
          </w:p>
          <w:p w14:paraId="6DA12543" w14:textId="77777777" w:rsidR="001A136E" w:rsidRDefault="001A136E" w:rsidP="00756FBE">
            <w:r>
              <w:t xml:space="preserve">- Shutter system functional tree and product tree - </w:t>
            </w:r>
            <w:proofErr w:type="spellStart"/>
            <w:r>
              <w:t>Optioneering</w:t>
            </w:r>
            <w:proofErr w:type="spellEnd"/>
            <w:r>
              <w:t xml:space="preserve"> report </w:t>
            </w:r>
          </w:p>
          <w:p w14:paraId="75A226C1" w14:textId="77777777" w:rsidR="001A136E" w:rsidRDefault="001A136E" w:rsidP="00756FBE">
            <w:r>
              <w:t xml:space="preserve">- Concept Design Report </w:t>
            </w:r>
          </w:p>
          <w:p w14:paraId="3DF9796C" w14:textId="373E8C89" w:rsidR="00756FBE" w:rsidRPr="0044516E" w:rsidRDefault="001A136E" w:rsidP="00756FBE">
            <w:r>
              <w:t>- Review meeting-Planning, Closure of actions from the review meeting and the close-out report</w:t>
            </w:r>
          </w:p>
        </w:tc>
        <w:tc>
          <w:tcPr>
            <w:tcW w:w="1818" w:type="dxa"/>
            <w:tcBorders>
              <w:top w:val="single" w:sz="4" w:space="0" w:color="auto"/>
              <w:left w:val="single" w:sz="4" w:space="0" w:color="auto"/>
              <w:bottom w:val="single" w:sz="4" w:space="0" w:color="auto"/>
              <w:right w:val="single" w:sz="4" w:space="0" w:color="auto"/>
            </w:tcBorders>
            <w:shd w:val="clear" w:color="auto" w:fill="auto"/>
          </w:tcPr>
          <w:p w14:paraId="26B3EC18" w14:textId="32D3D562" w:rsidR="00756FBE" w:rsidRPr="002A4CBD" w:rsidRDefault="00756FBE" w:rsidP="00756FBE">
            <w:pPr>
              <w:spacing w:before="100" w:beforeAutospacing="1" w:after="100" w:afterAutospacing="1"/>
              <w:jc w:val="left"/>
              <w:rPr>
                <w:szCs w:val="24"/>
              </w:rPr>
            </w:pPr>
            <w:r w:rsidRPr="000563AA">
              <w:rPr>
                <w:szCs w:val="24"/>
              </w:rPr>
              <w:t xml:space="preserve">T0 + </w:t>
            </w:r>
            <w:r w:rsidR="001A136E">
              <w:rPr>
                <w:szCs w:val="24"/>
              </w:rPr>
              <w:t>4</w:t>
            </w:r>
            <w:r w:rsidRPr="000563AA">
              <w:rPr>
                <w:szCs w:val="24"/>
              </w:rPr>
              <w:t xml:space="preserve"> </w:t>
            </w:r>
            <w:r>
              <w:rPr>
                <w:szCs w:val="24"/>
              </w:rPr>
              <w:t>months</w:t>
            </w:r>
          </w:p>
        </w:tc>
        <w:tc>
          <w:tcPr>
            <w:tcW w:w="1242" w:type="dxa"/>
            <w:shd w:val="clear" w:color="auto" w:fill="auto"/>
            <w:vAlign w:val="center"/>
          </w:tcPr>
          <w:p w14:paraId="5F750F9C" w14:textId="77777777" w:rsidR="00756FBE" w:rsidRPr="009A0571" w:rsidRDefault="00756FBE" w:rsidP="00756FBE">
            <w:pPr>
              <w:jc w:val="right"/>
              <w:rPr>
                <w:highlight w:val="yellow"/>
              </w:rPr>
            </w:pPr>
            <w:r w:rsidRPr="009A0571">
              <w:rPr>
                <w:i/>
                <w:sz w:val="20"/>
                <w:highlight w:val="yellow"/>
              </w:rPr>
              <w:t>To be added</w:t>
            </w:r>
          </w:p>
        </w:tc>
      </w:tr>
      <w:tr w:rsidR="00756FBE" w:rsidRPr="009365A7" w14:paraId="363039CF" w14:textId="77777777" w:rsidTr="00EC201B">
        <w:trPr>
          <w:cantSplit/>
          <w:trHeight w:val="199"/>
        </w:trPr>
        <w:tc>
          <w:tcPr>
            <w:tcW w:w="810" w:type="dxa"/>
            <w:tcBorders>
              <w:top w:val="single" w:sz="4" w:space="0" w:color="auto"/>
              <w:left w:val="single" w:sz="4" w:space="0" w:color="auto"/>
              <w:bottom w:val="single" w:sz="4" w:space="0" w:color="auto"/>
              <w:right w:val="single" w:sz="4" w:space="0" w:color="auto"/>
            </w:tcBorders>
            <w:shd w:val="clear" w:color="auto" w:fill="auto"/>
          </w:tcPr>
          <w:p w14:paraId="6C4DD94E" w14:textId="77777777" w:rsidR="00756FBE" w:rsidRPr="0044516E" w:rsidRDefault="00756FBE" w:rsidP="00756FBE">
            <w:r w:rsidRPr="0044516E">
              <w:t>D3</w:t>
            </w:r>
          </w:p>
        </w:tc>
        <w:tc>
          <w:tcPr>
            <w:tcW w:w="5310" w:type="dxa"/>
            <w:tcBorders>
              <w:top w:val="single" w:sz="4" w:space="0" w:color="auto"/>
              <w:left w:val="single" w:sz="4" w:space="0" w:color="auto"/>
              <w:bottom w:val="single" w:sz="4" w:space="0" w:color="auto"/>
              <w:right w:val="single" w:sz="4" w:space="0" w:color="auto"/>
            </w:tcBorders>
            <w:shd w:val="clear" w:color="auto" w:fill="auto"/>
          </w:tcPr>
          <w:p w14:paraId="1328400B" w14:textId="77777777" w:rsidR="001A136E" w:rsidRDefault="001A136E" w:rsidP="00756FBE">
            <w:r>
              <w:t xml:space="preserve">Phase 3: Concept Development </w:t>
            </w:r>
          </w:p>
          <w:p w14:paraId="7F3586C7" w14:textId="77777777" w:rsidR="001A136E" w:rsidRDefault="001A136E" w:rsidP="00756FBE">
            <w:r>
              <w:t xml:space="preserve">- Concept design description report </w:t>
            </w:r>
          </w:p>
          <w:p w14:paraId="48A9EDDD" w14:textId="77777777" w:rsidR="00756FBE" w:rsidRDefault="001A136E" w:rsidP="00756FBE">
            <w:r>
              <w:t>- Outline CAD model of the concept</w:t>
            </w:r>
          </w:p>
          <w:p w14:paraId="36ECC0B3" w14:textId="77777777" w:rsidR="001A136E" w:rsidRDefault="001A136E" w:rsidP="00756FBE">
            <w:r>
              <w:t xml:space="preserve">- Preliminary design compliance matrix (DCM) based on system requirements </w:t>
            </w:r>
          </w:p>
          <w:p w14:paraId="0A697325" w14:textId="77777777" w:rsidR="001A136E" w:rsidRDefault="001A136E" w:rsidP="00756FBE">
            <w:r>
              <w:t xml:space="preserve">- List of significant design risks / unknowns and proposed mitigation measures </w:t>
            </w:r>
          </w:p>
          <w:p w14:paraId="019678A8" w14:textId="0EC72F2C" w:rsidR="001A136E" w:rsidRPr="0044516E" w:rsidRDefault="001A136E" w:rsidP="00756FBE">
            <w:r>
              <w:t>- Concept design review meeting and closure of actions from the meeting (report)</w:t>
            </w:r>
          </w:p>
        </w:tc>
        <w:tc>
          <w:tcPr>
            <w:tcW w:w="1818" w:type="dxa"/>
            <w:tcBorders>
              <w:top w:val="single" w:sz="4" w:space="0" w:color="auto"/>
              <w:left w:val="single" w:sz="4" w:space="0" w:color="auto"/>
              <w:bottom w:val="single" w:sz="4" w:space="0" w:color="auto"/>
              <w:right w:val="single" w:sz="4" w:space="0" w:color="auto"/>
            </w:tcBorders>
            <w:shd w:val="clear" w:color="auto" w:fill="auto"/>
          </w:tcPr>
          <w:p w14:paraId="049F6721" w14:textId="3730AF73" w:rsidR="00756FBE" w:rsidRPr="002A4CBD" w:rsidRDefault="00756FBE" w:rsidP="00756FBE">
            <w:pPr>
              <w:spacing w:before="100" w:beforeAutospacing="1" w:after="100" w:afterAutospacing="1"/>
              <w:jc w:val="left"/>
              <w:rPr>
                <w:szCs w:val="24"/>
              </w:rPr>
            </w:pPr>
            <w:r w:rsidRPr="000563AA">
              <w:rPr>
                <w:szCs w:val="24"/>
              </w:rPr>
              <w:t xml:space="preserve">T0 + </w:t>
            </w:r>
            <w:r w:rsidR="001A136E">
              <w:rPr>
                <w:szCs w:val="24"/>
              </w:rPr>
              <w:t>5</w:t>
            </w:r>
            <w:r w:rsidRPr="000563AA">
              <w:rPr>
                <w:szCs w:val="24"/>
              </w:rPr>
              <w:t xml:space="preserve"> </w:t>
            </w:r>
            <w:r>
              <w:rPr>
                <w:szCs w:val="24"/>
              </w:rPr>
              <w:t>months</w:t>
            </w:r>
          </w:p>
        </w:tc>
        <w:tc>
          <w:tcPr>
            <w:tcW w:w="1242" w:type="dxa"/>
            <w:shd w:val="clear" w:color="auto" w:fill="auto"/>
            <w:vAlign w:val="center"/>
          </w:tcPr>
          <w:p w14:paraId="724402E7" w14:textId="77777777" w:rsidR="00756FBE" w:rsidRPr="009A0571" w:rsidRDefault="00756FBE" w:rsidP="00756FBE">
            <w:pPr>
              <w:jc w:val="right"/>
              <w:rPr>
                <w:highlight w:val="yellow"/>
              </w:rPr>
            </w:pPr>
            <w:r w:rsidRPr="009A0571">
              <w:rPr>
                <w:i/>
                <w:sz w:val="20"/>
                <w:highlight w:val="yellow"/>
              </w:rPr>
              <w:t>To be added</w:t>
            </w:r>
          </w:p>
        </w:tc>
      </w:tr>
      <w:tr w:rsidR="00756FBE" w:rsidRPr="009365A7" w14:paraId="680B2078" w14:textId="77777777" w:rsidTr="00EC201B">
        <w:trPr>
          <w:cantSplit/>
          <w:trHeight w:val="70"/>
        </w:trPr>
        <w:tc>
          <w:tcPr>
            <w:tcW w:w="810" w:type="dxa"/>
            <w:tcBorders>
              <w:top w:val="single" w:sz="4" w:space="0" w:color="auto"/>
              <w:left w:val="single" w:sz="4" w:space="0" w:color="auto"/>
              <w:bottom w:val="single" w:sz="4" w:space="0" w:color="auto"/>
              <w:right w:val="single" w:sz="4" w:space="0" w:color="auto"/>
            </w:tcBorders>
            <w:shd w:val="clear" w:color="auto" w:fill="auto"/>
          </w:tcPr>
          <w:p w14:paraId="73268559" w14:textId="77777777" w:rsidR="00756FBE" w:rsidRPr="0044516E" w:rsidRDefault="00756FBE" w:rsidP="00756FBE">
            <w:r w:rsidRPr="0044516E">
              <w:lastRenderedPageBreak/>
              <w:t>D4</w:t>
            </w:r>
          </w:p>
        </w:tc>
        <w:tc>
          <w:tcPr>
            <w:tcW w:w="5310" w:type="dxa"/>
            <w:tcBorders>
              <w:top w:val="single" w:sz="4" w:space="0" w:color="auto"/>
              <w:left w:val="single" w:sz="4" w:space="0" w:color="auto"/>
              <w:bottom w:val="single" w:sz="4" w:space="0" w:color="auto"/>
              <w:right w:val="single" w:sz="4" w:space="0" w:color="auto"/>
            </w:tcBorders>
            <w:shd w:val="clear" w:color="auto" w:fill="auto"/>
          </w:tcPr>
          <w:p w14:paraId="50FC174B" w14:textId="77777777" w:rsidR="001A136E" w:rsidRDefault="001A136E" w:rsidP="00756FBE">
            <w:r>
              <w:t xml:space="preserve">Phase 4: Prototyping </w:t>
            </w:r>
          </w:p>
          <w:p w14:paraId="30606D9E" w14:textId="2C8BA555" w:rsidR="001A136E" w:rsidRDefault="001A136E" w:rsidP="00756FBE">
            <w:r>
              <w:t xml:space="preserve">- Prototype Delivery (working proof-of-scale prototype, ready for testing) </w:t>
            </w:r>
          </w:p>
          <w:p w14:paraId="27D6AEA8" w14:textId="17D5EE7F" w:rsidR="00756FBE" w:rsidRPr="0044516E" w:rsidRDefault="001A136E" w:rsidP="00756FBE">
            <w:r>
              <w:t>- Options and acceptance criteria for testing – type of test and details, location of test (factory or elsewhere) and durations of tests – to be validated in the testing phase</w:t>
            </w:r>
          </w:p>
        </w:tc>
        <w:tc>
          <w:tcPr>
            <w:tcW w:w="1818" w:type="dxa"/>
            <w:tcBorders>
              <w:top w:val="single" w:sz="4" w:space="0" w:color="auto"/>
              <w:left w:val="single" w:sz="4" w:space="0" w:color="auto"/>
              <w:bottom w:val="single" w:sz="4" w:space="0" w:color="auto"/>
              <w:right w:val="single" w:sz="4" w:space="0" w:color="auto"/>
            </w:tcBorders>
            <w:shd w:val="clear" w:color="auto" w:fill="auto"/>
          </w:tcPr>
          <w:p w14:paraId="71F7184D" w14:textId="17582A68" w:rsidR="00756FBE" w:rsidRPr="002A4CBD" w:rsidRDefault="00756FBE" w:rsidP="00756FBE">
            <w:pPr>
              <w:spacing w:before="100" w:beforeAutospacing="1" w:after="100" w:afterAutospacing="1"/>
              <w:jc w:val="left"/>
              <w:rPr>
                <w:szCs w:val="24"/>
              </w:rPr>
            </w:pPr>
            <w:r w:rsidRPr="000563AA">
              <w:rPr>
                <w:szCs w:val="24"/>
              </w:rPr>
              <w:t xml:space="preserve">T0 + </w:t>
            </w:r>
            <w:r w:rsidR="00EC201B">
              <w:rPr>
                <w:szCs w:val="24"/>
              </w:rPr>
              <w:t>10</w:t>
            </w:r>
            <w:r w:rsidRPr="000563AA">
              <w:rPr>
                <w:szCs w:val="24"/>
              </w:rPr>
              <w:t xml:space="preserve"> </w:t>
            </w:r>
            <w:r>
              <w:rPr>
                <w:szCs w:val="24"/>
              </w:rPr>
              <w:t>months</w:t>
            </w:r>
          </w:p>
        </w:tc>
        <w:tc>
          <w:tcPr>
            <w:tcW w:w="1242" w:type="dxa"/>
            <w:shd w:val="clear" w:color="auto" w:fill="auto"/>
            <w:vAlign w:val="center"/>
          </w:tcPr>
          <w:p w14:paraId="2F6C47CC" w14:textId="77777777" w:rsidR="00756FBE" w:rsidRPr="009A0571" w:rsidRDefault="00756FBE" w:rsidP="00756FBE">
            <w:pPr>
              <w:jc w:val="right"/>
              <w:rPr>
                <w:highlight w:val="yellow"/>
              </w:rPr>
            </w:pPr>
            <w:r w:rsidRPr="009A0571">
              <w:rPr>
                <w:i/>
                <w:sz w:val="20"/>
                <w:highlight w:val="yellow"/>
              </w:rPr>
              <w:t>To be added</w:t>
            </w:r>
          </w:p>
        </w:tc>
      </w:tr>
      <w:tr w:rsidR="00756FBE" w:rsidRPr="009365A7" w14:paraId="206BE01D" w14:textId="77777777" w:rsidTr="00EC201B">
        <w:trPr>
          <w:cantSplit/>
          <w:trHeight w:val="190"/>
        </w:trPr>
        <w:tc>
          <w:tcPr>
            <w:tcW w:w="810" w:type="dxa"/>
            <w:tcBorders>
              <w:top w:val="single" w:sz="4" w:space="0" w:color="auto"/>
              <w:left w:val="single" w:sz="4" w:space="0" w:color="auto"/>
              <w:bottom w:val="single" w:sz="4" w:space="0" w:color="auto"/>
              <w:right w:val="single" w:sz="4" w:space="0" w:color="auto"/>
            </w:tcBorders>
            <w:shd w:val="clear" w:color="auto" w:fill="auto"/>
          </w:tcPr>
          <w:p w14:paraId="0DE980C0" w14:textId="77777777" w:rsidR="00756FBE" w:rsidRPr="0044516E" w:rsidRDefault="00756FBE" w:rsidP="00756FBE">
            <w:r w:rsidRPr="0044516E">
              <w:t>D5</w:t>
            </w:r>
          </w:p>
        </w:tc>
        <w:tc>
          <w:tcPr>
            <w:tcW w:w="5310" w:type="dxa"/>
            <w:tcBorders>
              <w:top w:val="single" w:sz="4" w:space="0" w:color="auto"/>
              <w:left w:val="single" w:sz="4" w:space="0" w:color="auto"/>
              <w:bottom w:val="single" w:sz="4" w:space="0" w:color="auto"/>
              <w:right w:val="single" w:sz="4" w:space="0" w:color="auto"/>
            </w:tcBorders>
            <w:shd w:val="clear" w:color="auto" w:fill="auto"/>
          </w:tcPr>
          <w:p w14:paraId="1FA45166" w14:textId="77777777" w:rsidR="001A136E" w:rsidRDefault="001A136E" w:rsidP="00756FBE">
            <w:r>
              <w:t xml:space="preserve">Phase 5: Test </w:t>
            </w:r>
          </w:p>
          <w:p w14:paraId="759C5F03" w14:textId="77777777" w:rsidR="001A136E" w:rsidRDefault="001A136E" w:rsidP="00756FBE">
            <w:r>
              <w:t xml:space="preserve">- Test report with summary of results, updated concept feasibility assessment, conclusions and recommendations for further development </w:t>
            </w:r>
          </w:p>
          <w:p w14:paraId="51FD0178" w14:textId="6D5F21B0" w:rsidR="00756FBE" w:rsidRPr="0044516E" w:rsidRDefault="001A136E" w:rsidP="00756FBE">
            <w:r>
              <w:t>- Review meeting and closeout report</w:t>
            </w:r>
          </w:p>
        </w:tc>
        <w:tc>
          <w:tcPr>
            <w:tcW w:w="1818" w:type="dxa"/>
            <w:tcBorders>
              <w:top w:val="single" w:sz="4" w:space="0" w:color="auto"/>
              <w:left w:val="single" w:sz="4" w:space="0" w:color="auto"/>
              <w:bottom w:val="single" w:sz="4" w:space="0" w:color="auto"/>
              <w:right w:val="single" w:sz="4" w:space="0" w:color="auto"/>
            </w:tcBorders>
            <w:shd w:val="clear" w:color="auto" w:fill="auto"/>
          </w:tcPr>
          <w:p w14:paraId="722E2983" w14:textId="07D68D8A" w:rsidR="00756FBE" w:rsidRPr="002A4CBD" w:rsidRDefault="00756FBE" w:rsidP="00756FBE">
            <w:pPr>
              <w:spacing w:before="100" w:beforeAutospacing="1" w:after="100" w:afterAutospacing="1"/>
              <w:jc w:val="left"/>
              <w:rPr>
                <w:szCs w:val="24"/>
              </w:rPr>
            </w:pPr>
            <w:r w:rsidRPr="000563AA">
              <w:rPr>
                <w:szCs w:val="24"/>
              </w:rPr>
              <w:t xml:space="preserve">T0 + </w:t>
            </w:r>
            <w:r w:rsidR="001A136E">
              <w:rPr>
                <w:szCs w:val="24"/>
              </w:rPr>
              <w:t>12</w:t>
            </w:r>
            <w:r w:rsidRPr="000563AA">
              <w:rPr>
                <w:szCs w:val="24"/>
              </w:rPr>
              <w:t xml:space="preserve"> </w:t>
            </w:r>
            <w:r>
              <w:rPr>
                <w:szCs w:val="24"/>
              </w:rPr>
              <w:t>months</w:t>
            </w:r>
          </w:p>
        </w:tc>
        <w:tc>
          <w:tcPr>
            <w:tcW w:w="1242" w:type="dxa"/>
            <w:shd w:val="clear" w:color="auto" w:fill="auto"/>
            <w:vAlign w:val="center"/>
          </w:tcPr>
          <w:p w14:paraId="6FFB8D62" w14:textId="77777777" w:rsidR="00756FBE" w:rsidRPr="009A0571" w:rsidRDefault="00756FBE" w:rsidP="00756FBE">
            <w:pPr>
              <w:jc w:val="right"/>
              <w:rPr>
                <w:highlight w:val="yellow"/>
              </w:rPr>
            </w:pPr>
            <w:r w:rsidRPr="009A0571">
              <w:rPr>
                <w:i/>
                <w:sz w:val="20"/>
                <w:highlight w:val="yellow"/>
              </w:rPr>
              <w:t>To be added</w:t>
            </w:r>
          </w:p>
        </w:tc>
      </w:tr>
      <w:tr w:rsidR="00756FBE" w:rsidRPr="009365A7" w14:paraId="042C2916" w14:textId="77777777" w:rsidTr="00EC201B">
        <w:tblPrEx>
          <w:tblLook w:val="0000" w:firstRow="0" w:lastRow="0" w:firstColumn="0" w:lastColumn="0" w:noHBand="0" w:noVBand="0"/>
        </w:tblPrEx>
        <w:trPr>
          <w:trHeight w:val="217"/>
        </w:trPr>
        <w:tc>
          <w:tcPr>
            <w:tcW w:w="7938" w:type="dxa"/>
            <w:gridSpan w:val="3"/>
            <w:vAlign w:val="center"/>
          </w:tcPr>
          <w:p w14:paraId="077569ED" w14:textId="77777777" w:rsidR="00756FBE" w:rsidRPr="009365A7" w:rsidRDefault="00756FBE" w:rsidP="00756FBE">
            <w:pPr>
              <w:widowControl w:val="0"/>
              <w:autoSpaceDE w:val="0"/>
              <w:autoSpaceDN w:val="0"/>
              <w:adjustRightInd w:val="0"/>
              <w:spacing w:before="0"/>
              <w:jc w:val="center"/>
              <w:rPr>
                <w:rFonts w:eastAsia="平成明朝"/>
                <w:b/>
                <w:szCs w:val="24"/>
              </w:rPr>
            </w:pPr>
            <w:r w:rsidRPr="009365A7">
              <w:rPr>
                <w:rFonts w:eastAsia="平成明朝"/>
                <w:b/>
                <w:szCs w:val="24"/>
              </w:rPr>
              <w:t xml:space="preserve">TOTAL </w:t>
            </w:r>
            <w:r>
              <w:rPr>
                <w:rFonts w:eastAsia="平成明朝"/>
                <w:b/>
                <w:szCs w:val="24"/>
              </w:rPr>
              <w:t xml:space="preserve">FIXED </w:t>
            </w:r>
            <w:r w:rsidRPr="009365A7">
              <w:rPr>
                <w:rFonts w:eastAsia="平成明朝"/>
                <w:b/>
                <w:szCs w:val="24"/>
              </w:rPr>
              <w:t>CONTRACT PRICE (EUR)</w:t>
            </w:r>
          </w:p>
        </w:tc>
        <w:tc>
          <w:tcPr>
            <w:tcW w:w="1242" w:type="dxa"/>
            <w:shd w:val="clear" w:color="auto" w:fill="auto"/>
            <w:vAlign w:val="center"/>
          </w:tcPr>
          <w:p w14:paraId="3E6D5A40" w14:textId="77777777" w:rsidR="00756FBE" w:rsidRPr="009A0571" w:rsidRDefault="00756FBE" w:rsidP="00756FBE">
            <w:pPr>
              <w:widowControl w:val="0"/>
              <w:autoSpaceDE w:val="0"/>
              <w:autoSpaceDN w:val="0"/>
              <w:adjustRightInd w:val="0"/>
              <w:spacing w:before="0"/>
              <w:jc w:val="right"/>
              <w:rPr>
                <w:rFonts w:eastAsia="平成明朝"/>
                <w:sz w:val="22"/>
                <w:highlight w:val="yellow"/>
              </w:rPr>
            </w:pPr>
            <w:r w:rsidRPr="009A0571">
              <w:rPr>
                <w:i/>
                <w:sz w:val="20"/>
                <w:highlight w:val="yellow"/>
              </w:rPr>
              <w:t>To be added</w:t>
            </w:r>
          </w:p>
        </w:tc>
      </w:tr>
    </w:tbl>
    <w:p w14:paraId="1E81A9F3" w14:textId="2DA7ECD5" w:rsidR="0097401E" w:rsidRDefault="009365A7" w:rsidP="00B86C00">
      <w:pPr>
        <w:autoSpaceDE w:val="0"/>
        <w:autoSpaceDN w:val="0"/>
        <w:adjustRightInd w:val="0"/>
        <w:spacing w:before="0"/>
        <w:jc w:val="left"/>
        <w:rPr>
          <w:rFonts w:eastAsia="平成明朝"/>
          <w:b/>
          <w:bCs/>
          <w:i/>
          <w:sz w:val="22"/>
          <w:lang w:val="en-US"/>
        </w:rPr>
      </w:pPr>
      <w:r w:rsidRPr="009365A7">
        <w:rPr>
          <w:rFonts w:eastAsia="平成明朝"/>
          <w:b/>
          <w:bCs/>
          <w:i/>
          <w:sz w:val="22"/>
          <w:lang w:val="en-US"/>
        </w:rPr>
        <w:t>*</w:t>
      </w:r>
      <w:r w:rsidR="009A7BE9" w:rsidRPr="009A7BE9">
        <w:rPr>
          <w:rFonts w:ascii="TimesNewRomanPSMT" w:hAnsi="TimesNewRomanPSMT" w:cs="TimesNewRomanPSMT"/>
          <w:szCs w:val="24"/>
          <w:lang w:eastAsia="en-GB"/>
        </w:rPr>
        <w:t xml:space="preserve"> </w:t>
      </w:r>
      <w:r w:rsidR="0097401E" w:rsidRPr="0097401E">
        <w:rPr>
          <w:rFonts w:eastAsia="Times New Roman"/>
          <w:i/>
          <w:szCs w:val="24"/>
          <w:lang w:eastAsia="en-GB"/>
        </w:rPr>
        <w:t>T0 is the date of signature of the Contract</w:t>
      </w:r>
    </w:p>
    <w:p w14:paraId="1E356007" w14:textId="77777777" w:rsidR="00B86C00" w:rsidRPr="00B86C00" w:rsidRDefault="00B86C00" w:rsidP="00B86C00">
      <w:pPr>
        <w:autoSpaceDE w:val="0"/>
        <w:autoSpaceDN w:val="0"/>
        <w:adjustRightInd w:val="0"/>
        <w:spacing w:before="0"/>
        <w:jc w:val="left"/>
        <w:rPr>
          <w:rFonts w:eastAsia="平成明朝"/>
          <w:b/>
          <w:bCs/>
          <w:i/>
          <w:sz w:val="22"/>
          <w:lang w:val="en-US"/>
        </w:rPr>
      </w:pPr>
    </w:p>
    <w:p w14:paraId="6E41F345" w14:textId="77777777" w:rsidR="009365A7" w:rsidRPr="009365A7" w:rsidRDefault="009365A7" w:rsidP="009365A7">
      <w:pPr>
        <w:spacing w:before="120" w:after="120"/>
        <w:ind w:left="-170"/>
        <w:rPr>
          <w:rFonts w:eastAsia="Times New Roman"/>
          <w:b/>
          <w:szCs w:val="24"/>
          <w:lang w:eastAsia="en-GB"/>
        </w:rPr>
      </w:pPr>
      <w:r w:rsidRPr="009365A7">
        <w:rPr>
          <w:rFonts w:eastAsia="Times New Roman"/>
          <w:b/>
          <w:szCs w:val="24"/>
          <w:lang w:eastAsia="en-GB"/>
        </w:rPr>
        <w:t xml:space="preserve">Proposed Payment Schedule </w:t>
      </w:r>
    </w:p>
    <w:p w14:paraId="731E82FE" w14:textId="785A4E05" w:rsidR="009365A7" w:rsidRDefault="009A7BE9" w:rsidP="009365A7">
      <w:pPr>
        <w:spacing w:before="120" w:after="120"/>
        <w:ind w:left="-147"/>
        <w:rPr>
          <w:rFonts w:eastAsia="Times New Roman"/>
          <w:szCs w:val="24"/>
          <w:lang w:eastAsia="en-GB"/>
        </w:rPr>
      </w:pPr>
      <w:r>
        <w:rPr>
          <w:rFonts w:eastAsia="Times New Roman"/>
          <w:szCs w:val="24"/>
          <w:lang w:eastAsia="en-GB"/>
        </w:rPr>
        <w:t>I</w:t>
      </w:r>
      <w:r w:rsidR="009365A7" w:rsidRPr="009365A7">
        <w:rPr>
          <w:rFonts w:eastAsia="Times New Roman"/>
          <w:szCs w:val="24"/>
          <w:lang w:eastAsia="en-GB"/>
        </w:rPr>
        <w:t xml:space="preserve">nvoices may be submitted upon the satisfactory completion of the deliverables as indicated in the table above. </w:t>
      </w:r>
      <w:r>
        <w:rPr>
          <w:rFonts w:eastAsia="Times New Roman"/>
          <w:szCs w:val="24"/>
          <w:lang w:eastAsia="en-GB"/>
        </w:rPr>
        <w:t>P</w:t>
      </w:r>
      <w:r w:rsidR="009365A7" w:rsidRPr="009365A7">
        <w:rPr>
          <w:rFonts w:eastAsia="Times New Roman"/>
          <w:szCs w:val="24"/>
          <w:lang w:eastAsia="en-GB"/>
        </w:rPr>
        <w:t>ayments shall be made upon acceptance and approval by the IO responsible officer of the corresponding deliverable/s and upon receipt of a correctly rendered invoice.</w:t>
      </w:r>
    </w:p>
    <w:tbl>
      <w:tblPr>
        <w:tblStyle w:val="TableGrid22"/>
        <w:tblW w:w="9163" w:type="dxa"/>
        <w:tblInd w:w="-34" w:type="dxa"/>
        <w:tblLayout w:type="fixed"/>
        <w:tblLook w:val="04A0" w:firstRow="1" w:lastRow="0" w:firstColumn="1" w:lastColumn="0" w:noHBand="0" w:noVBand="1"/>
      </w:tblPr>
      <w:tblGrid>
        <w:gridCol w:w="1086"/>
        <w:gridCol w:w="3479"/>
        <w:gridCol w:w="2475"/>
        <w:gridCol w:w="2123"/>
      </w:tblGrid>
      <w:tr w:rsidR="0097401E" w:rsidRPr="00486AB6" w14:paraId="1CDF8B7F" w14:textId="77777777" w:rsidTr="00524325">
        <w:trPr>
          <w:trHeight w:val="593"/>
        </w:trPr>
        <w:tc>
          <w:tcPr>
            <w:tcW w:w="1086" w:type="dxa"/>
            <w:vAlign w:val="center"/>
          </w:tcPr>
          <w:p w14:paraId="4386155B" w14:textId="77777777" w:rsidR="0097401E" w:rsidRPr="00486AB6" w:rsidRDefault="0097401E" w:rsidP="001B26A0">
            <w:pPr>
              <w:tabs>
                <w:tab w:val="left" w:pos="1134"/>
                <w:tab w:val="left" w:pos="5760"/>
              </w:tabs>
              <w:spacing w:before="0"/>
              <w:jc w:val="center"/>
              <w:rPr>
                <w:rFonts w:eastAsia="平成明朝"/>
                <w:bCs/>
                <w:szCs w:val="24"/>
                <w:lang w:val="en-US"/>
              </w:rPr>
            </w:pPr>
            <w:r>
              <w:rPr>
                <w:rFonts w:eastAsia="平成明朝"/>
                <w:bCs/>
                <w:szCs w:val="24"/>
                <w:lang w:val="en-US"/>
              </w:rPr>
              <w:t>#</w:t>
            </w:r>
          </w:p>
        </w:tc>
        <w:tc>
          <w:tcPr>
            <w:tcW w:w="3479" w:type="dxa"/>
            <w:vAlign w:val="center"/>
          </w:tcPr>
          <w:p w14:paraId="09EE2EC3" w14:textId="77777777" w:rsidR="0097401E" w:rsidRPr="00486AB6" w:rsidRDefault="0097401E" w:rsidP="001B26A0">
            <w:pPr>
              <w:tabs>
                <w:tab w:val="left" w:pos="1134"/>
                <w:tab w:val="left" w:pos="5760"/>
              </w:tabs>
              <w:spacing w:before="0"/>
              <w:jc w:val="center"/>
              <w:rPr>
                <w:rFonts w:eastAsia="平成明朝" w:cs="Times New Roman"/>
                <w:b/>
                <w:bCs/>
                <w:szCs w:val="24"/>
                <w:lang w:val="en-US"/>
              </w:rPr>
            </w:pPr>
            <w:r w:rsidRPr="00486AB6">
              <w:rPr>
                <w:rFonts w:eastAsia="平成明朝" w:cs="Times New Roman"/>
                <w:b/>
                <w:bCs/>
                <w:szCs w:val="24"/>
                <w:lang w:val="en-US"/>
              </w:rPr>
              <w:t>Deliverable #</w:t>
            </w:r>
          </w:p>
        </w:tc>
        <w:tc>
          <w:tcPr>
            <w:tcW w:w="2475" w:type="dxa"/>
            <w:vAlign w:val="center"/>
          </w:tcPr>
          <w:p w14:paraId="2659E5DC" w14:textId="77777777" w:rsidR="0097401E" w:rsidRPr="00486AB6" w:rsidRDefault="0097401E" w:rsidP="001B26A0">
            <w:pPr>
              <w:tabs>
                <w:tab w:val="left" w:pos="1134"/>
                <w:tab w:val="left" w:pos="5760"/>
              </w:tabs>
              <w:spacing w:before="0"/>
              <w:jc w:val="center"/>
              <w:rPr>
                <w:rFonts w:eastAsia="平成明朝" w:cs="Times New Roman"/>
                <w:b/>
                <w:bCs/>
                <w:szCs w:val="24"/>
                <w:lang w:val="en-US"/>
              </w:rPr>
            </w:pPr>
            <w:r>
              <w:rPr>
                <w:rFonts w:eastAsia="平成明朝" w:cs="Times New Roman"/>
                <w:b/>
                <w:bCs/>
                <w:szCs w:val="24"/>
                <w:lang w:val="en-US"/>
              </w:rPr>
              <w:t xml:space="preserve">Estimated </w:t>
            </w:r>
            <w:r w:rsidRPr="00486AB6">
              <w:rPr>
                <w:rFonts w:eastAsia="平成明朝" w:cs="Times New Roman"/>
                <w:b/>
                <w:bCs/>
                <w:szCs w:val="24"/>
                <w:lang w:val="en-US"/>
              </w:rPr>
              <w:t>Due Date</w:t>
            </w:r>
          </w:p>
        </w:tc>
        <w:tc>
          <w:tcPr>
            <w:tcW w:w="2123" w:type="dxa"/>
            <w:shd w:val="clear" w:color="auto" w:fill="auto"/>
            <w:vAlign w:val="center"/>
          </w:tcPr>
          <w:p w14:paraId="61D3FEB7" w14:textId="77777777" w:rsidR="0097401E" w:rsidRPr="00486AB6" w:rsidRDefault="0097401E" w:rsidP="001B26A0">
            <w:pPr>
              <w:tabs>
                <w:tab w:val="left" w:pos="1134"/>
                <w:tab w:val="left" w:pos="5760"/>
              </w:tabs>
              <w:spacing w:before="0"/>
              <w:jc w:val="center"/>
              <w:rPr>
                <w:rFonts w:eastAsia="平成明朝" w:cs="Times New Roman"/>
                <w:b/>
                <w:bCs/>
                <w:szCs w:val="24"/>
              </w:rPr>
            </w:pPr>
            <w:r w:rsidRPr="00486AB6">
              <w:rPr>
                <w:rFonts w:eastAsia="平成明朝" w:cs="Times New Roman"/>
                <w:b/>
                <w:bCs/>
                <w:szCs w:val="24"/>
              </w:rPr>
              <w:t>Amount (EUR)</w:t>
            </w:r>
          </w:p>
        </w:tc>
      </w:tr>
      <w:tr w:rsidR="0097401E" w:rsidRPr="007E084A" w14:paraId="14601A8F" w14:textId="77777777" w:rsidTr="00524325">
        <w:trPr>
          <w:trHeight w:val="341"/>
        </w:trPr>
        <w:tc>
          <w:tcPr>
            <w:tcW w:w="1086" w:type="dxa"/>
            <w:vAlign w:val="center"/>
          </w:tcPr>
          <w:p w14:paraId="46F758E2" w14:textId="77777777" w:rsidR="0097401E" w:rsidRPr="007E084A" w:rsidRDefault="0097401E" w:rsidP="0097401E">
            <w:pPr>
              <w:tabs>
                <w:tab w:val="left" w:pos="1134"/>
                <w:tab w:val="left" w:pos="5760"/>
              </w:tabs>
              <w:spacing w:before="0"/>
              <w:jc w:val="center"/>
              <w:rPr>
                <w:rFonts w:eastAsia="平成明朝"/>
                <w:bCs/>
                <w:szCs w:val="24"/>
                <w:lang w:val="en-US"/>
              </w:rPr>
            </w:pPr>
            <w:r w:rsidRPr="007E084A">
              <w:rPr>
                <w:rFonts w:eastAsia="平成明朝"/>
                <w:bCs/>
                <w:szCs w:val="24"/>
                <w:lang w:val="en-US"/>
              </w:rPr>
              <w:t>M1</w:t>
            </w:r>
          </w:p>
        </w:tc>
        <w:tc>
          <w:tcPr>
            <w:tcW w:w="3479" w:type="dxa"/>
            <w:vAlign w:val="center"/>
          </w:tcPr>
          <w:p w14:paraId="1A19B676" w14:textId="77777777" w:rsidR="0097401E" w:rsidRPr="007E084A" w:rsidRDefault="0097401E" w:rsidP="0097401E">
            <w:pPr>
              <w:tabs>
                <w:tab w:val="left" w:pos="1134"/>
                <w:tab w:val="left" w:pos="5760"/>
              </w:tabs>
              <w:spacing w:before="0"/>
              <w:jc w:val="center"/>
              <w:rPr>
                <w:rFonts w:eastAsia="平成明朝" w:cs="Times New Roman"/>
                <w:bCs/>
                <w:szCs w:val="24"/>
                <w:lang w:val="en-US"/>
              </w:rPr>
            </w:pPr>
            <w:r w:rsidRPr="007E084A">
              <w:rPr>
                <w:rFonts w:eastAsia="平成明朝" w:cs="Times New Roman"/>
                <w:bCs/>
                <w:szCs w:val="24"/>
                <w:lang w:val="en-US"/>
              </w:rPr>
              <w:t xml:space="preserve">Full Acceptance of  D1 </w:t>
            </w:r>
          </w:p>
        </w:tc>
        <w:tc>
          <w:tcPr>
            <w:tcW w:w="2475" w:type="dxa"/>
          </w:tcPr>
          <w:p w14:paraId="3EA19A96" w14:textId="7147FB3E" w:rsidR="0097401E" w:rsidRPr="007E084A" w:rsidRDefault="001A136E" w:rsidP="0097401E">
            <w:pPr>
              <w:spacing w:before="0"/>
              <w:jc w:val="center"/>
              <w:rPr>
                <w:sz w:val="22"/>
              </w:rPr>
            </w:pPr>
            <w:r>
              <w:rPr>
                <w:szCs w:val="24"/>
              </w:rPr>
              <w:t>T0* + 3</w:t>
            </w:r>
            <w:r w:rsidR="0097401E">
              <w:rPr>
                <w:szCs w:val="24"/>
              </w:rPr>
              <w:t xml:space="preserve"> months</w:t>
            </w:r>
          </w:p>
        </w:tc>
        <w:tc>
          <w:tcPr>
            <w:tcW w:w="2123" w:type="dxa"/>
            <w:shd w:val="clear" w:color="auto" w:fill="auto"/>
            <w:vAlign w:val="center"/>
          </w:tcPr>
          <w:p w14:paraId="58B434F2" w14:textId="77777777" w:rsidR="0097401E" w:rsidRPr="000D57FD" w:rsidRDefault="0097401E" w:rsidP="0097401E">
            <w:pPr>
              <w:jc w:val="right"/>
              <w:rPr>
                <w:highlight w:val="yellow"/>
              </w:rPr>
            </w:pPr>
            <w:r w:rsidRPr="000D57FD">
              <w:rPr>
                <w:i/>
                <w:sz w:val="20"/>
                <w:highlight w:val="yellow"/>
              </w:rPr>
              <w:t>To be added</w:t>
            </w:r>
          </w:p>
        </w:tc>
      </w:tr>
      <w:tr w:rsidR="0097401E" w:rsidRPr="007E084A" w14:paraId="03BF36F7" w14:textId="77777777" w:rsidTr="00524325">
        <w:trPr>
          <w:trHeight w:val="341"/>
        </w:trPr>
        <w:tc>
          <w:tcPr>
            <w:tcW w:w="1086" w:type="dxa"/>
            <w:vAlign w:val="center"/>
          </w:tcPr>
          <w:p w14:paraId="45E78FFA" w14:textId="77777777" w:rsidR="0097401E" w:rsidRPr="007E084A" w:rsidRDefault="0097401E" w:rsidP="0097401E">
            <w:pPr>
              <w:tabs>
                <w:tab w:val="left" w:pos="1134"/>
                <w:tab w:val="left" w:pos="5760"/>
              </w:tabs>
              <w:spacing w:before="0"/>
              <w:jc w:val="center"/>
              <w:rPr>
                <w:rFonts w:eastAsia="平成明朝"/>
                <w:bCs/>
                <w:szCs w:val="24"/>
                <w:lang w:val="en-US"/>
              </w:rPr>
            </w:pPr>
            <w:r w:rsidRPr="007E084A">
              <w:rPr>
                <w:rFonts w:eastAsia="平成明朝"/>
                <w:bCs/>
                <w:szCs w:val="24"/>
                <w:lang w:val="en-US"/>
              </w:rPr>
              <w:t>M2</w:t>
            </w:r>
          </w:p>
        </w:tc>
        <w:tc>
          <w:tcPr>
            <w:tcW w:w="3479" w:type="dxa"/>
            <w:vAlign w:val="center"/>
          </w:tcPr>
          <w:p w14:paraId="5F8B5438" w14:textId="77777777" w:rsidR="0097401E" w:rsidRPr="007E084A" w:rsidRDefault="0097401E" w:rsidP="0097401E">
            <w:pPr>
              <w:tabs>
                <w:tab w:val="left" w:pos="1134"/>
                <w:tab w:val="left" w:pos="5760"/>
              </w:tabs>
              <w:spacing w:before="0"/>
              <w:jc w:val="center"/>
              <w:rPr>
                <w:rFonts w:eastAsia="平成明朝" w:cs="Times New Roman"/>
                <w:bCs/>
                <w:szCs w:val="24"/>
                <w:lang w:val="en-US"/>
              </w:rPr>
            </w:pPr>
            <w:r w:rsidRPr="007E084A">
              <w:rPr>
                <w:rFonts w:eastAsia="平成明朝" w:cs="Times New Roman"/>
                <w:bCs/>
                <w:szCs w:val="24"/>
                <w:lang w:val="en-US"/>
              </w:rPr>
              <w:t>Full Acceptance of  D2</w:t>
            </w:r>
          </w:p>
        </w:tc>
        <w:tc>
          <w:tcPr>
            <w:tcW w:w="2475" w:type="dxa"/>
          </w:tcPr>
          <w:p w14:paraId="2600DB67" w14:textId="67F16A9F" w:rsidR="0097401E" w:rsidRPr="007E084A" w:rsidRDefault="0097401E" w:rsidP="0097401E">
            <w:pPr>
              <w:spacing w:before="0"/>
              <w:jc w:val="center"/>
              <w:rPr>
                <w:sz w:val="22"/>
              </w:rPr>
            </w:pPr>
            <w:r w:rsidRPr="000563AA">
              <w:rPr>
                <w:szCs w:val="24"/>
              </w:rPr>
              <w:t xml:space="preserve">T0 + </w:t>
            </w:r>
            <w:r w:rsidR="001A136E">
              <w:rPr>
                <w:szCs w:val="24"/>
              </w:rPr>
              <w:t>5</w:t>
            </w:r>
            <w:r w:rsidRPr="000563AA">
              <w:rPr>
                <w:szCs w:val="24"/>
              </w:rPr>
              <w:t xml:space="preserve"> </w:t>
            </w:r>
            <w:r>
              <w:rPr>
                <w:szCs w:val="24"/>
              </w:rPr>
              <w:t>months</w:t>
            </w:r>
          </w:p>
        </w:tc>
        <w:tc>
          <w:tcPr>
            <w:tcW w:w="2123" w:type="dxa"/>
            <w:shd w:val="clear" w:color="auto" w:fill="auto"/>
            <w:vAlign w:val="center"/>
          </w:tcPr>
          <w:p w14:paraId="09EDD2DE" w14:textId="77777777" w:rsidR="0097401E" w:rsidRPr="000D57FD" w:rsidRDefault="0097401E" w:rsidP="0097401E">
            <w:pPr>
              <w:jc w:val="right"/>
              <w:rPr>
                <w:highlight w:val="yellow"/>
              </w:rPr>
            </w:pPr>
            <w:r w:rsidRPr="000D57FD">
              <w:rPr>
                <w:i/>
                <w:sz w:val="20"/>
                <w:highlight w:val="yellow"/>
              </w:rPr>
              <w:t>To be added</w:t>
            </w:r>
          </w:p>
        </w:tc>
      </w:tr>
      <w:tr w:rsidR="0097401E" w:rsidRPr="007E084A" w14:paraId="26C6A65C" w14:textId="77777777" w:rsidTr="00524325">
        <w:trPr>
          <w:trHeight w:val="341"/>
        </w:trPr>
        <w:tc>
          <w:tcPr>
            <w:tcW w:w="1086" w:type="dxa"/>
            <w:vAlign w:val="center"/>
          </w:tcPr>
          <w:p w14:paraId="59AC4A91" w14:textId="77777777" w:rsidR="0097401E" w:rsidRPr="007E084A" w:rsidRDefault="0097401E" w:rsidP="0097401E">
            <w:pPr>
              <w:tabs>
                <w:tab w:val="left" w:pos="1134"/>
                <w:tab w:val="left" w:pos="5760"/>
              </w:tabs>
              <w:spacing w:before="0"/>
              <w:jc w:val="center"/>
              <w:rPr>
                <w:rFonts w:eastAsia="平成明朝"/>
                <w:bCs/>
                <w:szCs w:val="24"/>
                <w:lang w:val="en-US"/>
              </w:rPr>
            </w:pPr>
            <w:r w:rsidRPr="007E084A">
              <w:rPr>
                <w:rFonts w:eastAsia="平成明朝"/>
                <w:bCs/>
                <w:szCs w:val="24"/>
                <w:lang w:val="en-US"/>
              </w:rPr>
              <w:t>M3</w:t>
            </w:r>
          </w:p>
        </w:tc>
        <w:tc>
          <w:tcPr>
            <w:tcW w:w="3479" w:type="dxa"/>
            <w:vAlign w:val="center"/>
          </w:tcPr>
          <w:p w14:paraId="41B5764A" w14:textId="77777777" w:rsidR="0097401E" w:rsidRPr="007E084A" w:rsidRDefault="0097401E" w:rsidP="0097401E">
            <w:pPr>
              <w:tabs>
                <w:tab w:val="left" w:pos="1134"/>
                <w:tab w:val="left" w:pos="5760"/>
              </w:tabs>
              <w:spacing w:before="0"/>
              <w:jc w:val="center"/>
              <w:rPr>
                <w:rFonts w:eastAsia="平成明朝" w:cs="Times New Roman"/>
                <w:bCs/>
                <w:szCs w:val="24"/>
                <w:lang w:val="en-US"/>
              </w:rPr>
            </w:pPr>
            <w:r w:rsidRPr="007E084A">
              <w:rPr>
                <w:rFonts w:eastAsia="平成明朝" w:cs="Times New Roman"/>
                <w:bCs/>
                <w:szCs w:val="24"/>
                <w:lang w:val="en-US"/>
              </w:rPr>
              <w:t>Full Acceptance of  D3</w:t>
            </w:r>
          </w:p>
        </w:tc>
        <w:tc>
          <w:tcPr>
            <w:tcW w:w="2475" w:type="dxa"/>
          </w:tcPr>
          <w:p w14:paraId="1B76D0D8" w14:textId="577B5AEF" w:rsidR="0097401E" w:rsidRPr="007E084A" w:rsidRDefault="0097401E" w:rsidP="0097401E">
            <w:pPr>
              <w:spacing w:before="0"/>
              <w:jc w:val="center"/>
              <w:rPr>
                <w:sz w:val="22"/>
              </w:rPr>
            </w:pPr>
            <w:r w:rsidRPr="000563AA">
              <w:rPr>
                <w:szCs w:val="24"/>
              </w:rPr>
              <w:t xml:space="preserve">T0 + </w:t>
            </w:r>
            <w:r w:rsidR="00B86C00">
              <w:rPr>
                <w:szCs w:val="24"/>
              </w:rPr>
              <w:t>6</w:t>
            </w:r>
            <w:r w:rsidRPr="000563AA">
              <w:rPr>
                <w:szCs w:val="24"/>
              </w:rPr>
              <w:t xml:space="preserve"> </w:t>
            </w:r>
            <w:r>
              <w:rPr>
                <w:szCs w:val="24"/>
              </w:rPr>
              <w:t>months</w:t>
            </w:r>
          </w:p>
        </w:tc>
        <w:tc>
          <w:tcPr>
            <w:tcW w:w="2123" w:type="dxa"/>
            <w:shd w:val="clear" w:color="auto" w:fill="auto"/>
            <w:vAlign w:val="center"/>
          </w:tcPr>
          <w:p w14:paraId="3836BB92" w14:textId="77777777" w:rsidR="0097401E" w:rsidRPr="000D57FD" w:rsidRDefault="0097401E" w:rsidP="0097401E">
            <w:pPr>
              <w:jc w:val="right"/>
              <w:rPr>
                <w:highlight w:val="yellow"/>
              </w:rPr>
            </w:pPr>
            <w:r w:rsidRPr="000D57FD">
              <w:rPr>
                <w:i/>
                <w:sz w:val="20"/>
                <w:highlight w:val="yellow"/>
              </w:rPr>
              <w:t>To be added</w:t>
            </w:r>
          </w:p>
        </w:tc>
      </w:tr>
      <w:tr w:rsidR="0097401E" w:rsidRPr="007E084A" w14:paraId="545627F5" w14:textId="77777777" w:rsidTr="00524325">
        <w:trPr>
          <w:trHeight w:val="341"/>
        </w:trPr>
        <w:tc>
          <w:tcPr>
            <w:tcW w:w="1086" w:type="dxa"/>
            <w:vAlign w:val="center"/>
          </w:tcPr>
          <w:p w14:paraId="2DE8D47D" w14:textId="77777777" w:rsidR="0097401E" w:rsidRPr="007E084A" w:rsidRDefault="0097401E" w:rsidP="0097401E">
            <w:pPr>
              <w:tabs>
                <w:tab w:val="left" w:pos="1134"/>
                <w:tab w:val="left" w:pos="5760"/>
              </w:tabs>
              <w:spacing w:before="0"/>
              <w:jc w:val="center"/>
              <w:rPr>
                <w:rFonts w:eastAsia="平成明朝"/>
                <w:bCs/>
                <w:szCs w:val="24"/>
                <w:lang w:val="en-US"/>
              </w:rPr>
            </w:pPr>
            <w:r w:rsidRPr="007E084A">
              <w:rPr>
                <w:rFonts w:eastAsia="平成明朝"/>
                <w:bCs/>
                <w:szCs w:val="24"/>
                <w:lang w:val="en-US"/>
              </w:rPr>
              <w:t>M4</w:t>
            </w:r>
          </w:p>
        </w:tc>
        <w:tc>
          <w:tcPr>
            <w:tcW w:w="3479" w:type="dxa"/>
            <w:vAlign w:val="center"/>
          </w:tcPr>
          <w:p w14:paraId="582C9AAC" w14:textId="77777777" w:rsidR="0097401E" w:rsidRPr="007E084A" w:rsidRDefault="0097401E" w:rsidP="0097401E">
            <w:pPr>
              <w:tabs>
                <w:tab w:val="left" w:pos="1134"/>
                <w:tab w:val="left" w:pos="5760"/>
              </w:tabs>
              <w:spacing w:before="0"/>
              <w:jc w:val="center"/>
              <w:rPr>
                <w:rFonts w:eastAsia="平成明朝" w:cs="Times New Roman"/>
                <w:bCs/>
                <w:szCs w:val="24"/>
                <w:lang w:val="en-US"/>
              </w:rPr>
            </w:pPr>
            <w:r w:rsidRPr="007E084A">
              <w:rPr>
                <w:rFonts w:eastAsia="平成明朝" w:cs="Times New Roman"/>
                <w:bCs/>
                <w:szCs w:val="24"/>
                <w:lang w:val="en-US"/>
              </w:rPr>
              <w:t>Full Acceptance of  D4</w:t>
            </w:r>
          </w:p>
        </w:tc>
        <w:tc>
          <w:tcPr>
            <w:tcW w:w="2475" w:type="dxa"/>
          </w:tcPr>
          <w:p w14:paraId="43F6FC0C" w14:textId="58058AE8" w:rsidR="0097401E" w:rsidRPr="007E084A" w:rsidRDefault="0097401E" w:rsidP="0097401E">
            <w:pPr>
              <w:spacing w:before="0"/>
              <w:jc w:val="center"/>
              <w:rPr>
                <w:sz w:val="22"/>
              </w:rPr>
            </w:pPr>
            <w:r w:rsidRPr="000563AA">
              <w:rPr>
                <w:szCs w:val="24"/>
              </w:rPr>
              <w:t xml:space="preserve">T0 + </w:t>
            </w:r>
            <w:r w:rsidR="00B86C00">
              <w:rPr>
                <w:szCs w:val="24"/>
              </w:rPr>
              <w:t>11</w:t>
            </w:r>
            <w:r w:rsidRPr="000563AA">
              <w:rPr>
                <w:szCs w:val="24"/>
              </w:rPr>
              <w:t xml:space="preserve"> </w:t>
            </w:r>
            <w:r>
              <w:rPr>
                <w:szCs w:val="24"/>
              </w:rPr>
              <w:t>months</w:t>
            </w:r>
          </w:p>
        </w:tc>
        <w:tc>
          <w:tcPr>
            <w:tcW w:w="2123" w:type="dxa"/>
            <w:shd w:val="clear" w:color="auto" w:fill="auto"/>
            <w:vAlign w:val="center"/>
          </w:tcPr>
          <w:p w14:paraId="75302DB3" w14:textId="77777777" w:rsidR="0097401E" w:rsidRPr="000D57FD" w:rsidRDefault="0097401E" w:rsidP="0097401E">
            <w:pPr>
              <w:jc w:val="right"/>
              <w:rPr>
                <w:highlight w:val="yellow"/>
              </w:rPr>
            </w:pPr>
            <w:r w:rsidRPr="000D57FD">
              <w:rPr>
                <w:i/>
                <w:sz w:val="20"/>
                <w:highlight w:val="yellow"/>
              </w:rPr>
              <w:t>To be added</w:t>
            </w:r>
          </w:p>
        </w:tc>
      </w:tr>
      <w:tr w:rsidR="0097401E" w:rsidRPr="007E084A" w14:paraId="14020705" w14:textId="77777777" w:rsidTr="00524325">
        <w:trPr>
          <w:trHeight w:val="341"/>
        </w:trPr>
        <w:tc>
          <w:tcPr>
            <w:tcW w:w="1086" w:type="dxa"/>
            <w:vAlign w:val="center"/>
          </w:tcPr>
          <w:p w14:paraId="0847CCA1" w14:textId="77777777" w:rsidR="0097401E" w:rsidRPr="007E084A" w:rsidRDefault="0097401E" w:rsidP="0097401E">
            <w:pPr>
              <w:tabs>
                <w:tab w:val="left" w:pos="1134"/>
                <w:tab w:val="left" w:pos="5760"/>
              </w:tabs>
              <w:spacing w:before="0"/>
              <w:jc w:val="center"/>
              <w:rPr>
                <w:rFonts w:eastAsia="平成明朝"/>
                <w:bCs/>
                <w:szCs w:val="24"/>
                <w:lang w:val="en-US"/>
              </w:rPr>
            </w:pPr>
            <w:r w:rsidRPr="007E084A">
              <w:rPr>
                <w:rFonts w:eastAsia="平成明朝"/>
                <w:bCs/>
                <w:szCs w:val="24"/>
                <w:lang w:val="en-US"/>
              </w:rPr>
              <w:t>M5</w:t>
            </w:r>
          </w:p>
        </w:tc>
        <w:tc>
          <w:tcPr>
            <w:tcW w:w="3479" w:type="dxa"/>
            <w:vAlign w:val="center"/>
          </w:tcPr>
          <w:p w14:paraId="4582022C" w14:textId="77777777" w:rsidR="0097401E" w:rsidRPr="007E084A" w:rsidRDefault="0097401E" w:rsidP="0097401E">
            <w:pPr>
              <w:tabs>
                <w:tab w:val="left" w:pos="1134"/>
                <w:tab w:val="left" w:pos="5760"/>
              </w:tabs>
              <w:spacing w:before="0"/>
              <w:jc w:val="center"/>
              <w:rPr>
                <w:rFonts w:eastAsia="平成明朝" w:cs="Times New Roman"/>
                <w:bCs/>
                <w:szCs w:val="24"/>
                <w:lang w:val="en-US"/>
              </w:rPr>
            </w:pPr>
            <w:r w:rsidRPr="007E084A">
              <w:rPr>
                <w:rFonts w:eastAsia="平成明朝" w:cs="Times New Roman"/>
                <w:bCs/>
                <w:szCs w:val="24"/>
                <w:lang w:val="en-US"/>
              </w:rPr>
              <w:t xml:space="preserve">Full Acceptance of  D5 </w:t>
            </w:r>
          </w:p>
        </w:tc>
        <w:tc>
          <w:tcPr>
            <w:tcW w:w="2475" w:type="dxa"/>
          </w:tcPr>
          <w:p w14:paraId="6022D43D" w14:textId="2CE4CE50" w:rsidR="0097401E" w:rsidRPr="007E084A" w:rsidRDefault="0097401E" w:rsidP="0097401E">
            <w:pPr>
              <w:spacing w:before="0"/>
              <w:jc w:val="center"/>
              <w:rPr>
                <w:sz w:val="22"/>
              </w:rPr>
            </w:pPr>
            <w:r w:rsidRPr="000563AA">
              <w:rPr>
                <w:szCs w:val="24"/>
              </w:rPr>
              <w:t xml:space="preserve">T0 + </w:t>
            </w:r>
            <w:r w:rsidR="00B86C00">
              <w:rPr>
                <w:szCs w:val="24"/>
              </w:rPr>
              <w:t>13</w:t>
            </w:r>
            <w:r w:rsidRPr="000563AA">
              <w:rPr>
                <w:szCs w:val="24"/>
              </w:rPr>
              <w:t xml:space="preserve"> </w:t>
            </w:r>
            <w:r>
              <w:rPr>
                <w:szCs w:val="24"/>
              </w:rPr>
              <w:t>months</w:t>
            </w:r>
          </w:p>
        </w:tc>
        <w:tc>
          <w:tcPr>
            <w:tcW w:w="2123" w:type="dxa"/>
            <w:shd w:val="clear" w:color="auto" w:fill="auto"/>
            <w:vAlign w:val="center"/>
          </w:tcPr>
          <w:p w14:paraId="333504B3" w14:textId="77777777" w:rsidR="0097401E" w:rsidRPr="000D57FD" w:rsidRDefault="0097401E" w:rsidP="0097401E">
            <w:pPr>
              <w:jc w:val="right"/>
              <w:rPr>
                <w:highlight w:val="yellow"/>
              </w:rPr>
            </w:pPr>
            <w:r w:rsidRPr="000D57FD">
              <w:rPr>
                <w:i/>
                <w:sz w:val="20"/>
                <w:highlight w:val="yellow"/>
              </w:rPr>
              <w:t>To be added</w:t>
            </w:r>
          </w:p>
        </w:tc>
      </w:tr>
      <w:tr w:rsidR="0097401E" w:rsidRPr="0097401E" w14:paraId="7F53CA71" w14:textId="77777777" w:rsidTr="001B26A0">
        <w:trPr>
          <w:trHeight w:val="341"/>
        </w:trPr>
        <w:tc>
          <w:tcPr>
            <w:tcW w:w="7040" w:type="dxa"/>
            <w:gridSpan w:val="3"/>
            <w:vAlign w:val="center"/>
          </w:tcPr>
          <w:p w14:paraId="1057248C" w14:textId="43BEACDC" w:rsidR="0097401E" w:rsidRPr="0097401E" w:rsidRDefault="0097401E" w:rsidP="0097401E">
            <w:pPr>
              <w:spacing w:before="0"/>
              <w:jc w:val="center"/>
              <w:rPr>
                <w:b/>
                <w:sz w:val="22"/>
              </w:rPr>
            </w:pPr>
            <w:r w:rsidRPr="0097401E">
              <w:rPr>
                <w:b/>
                <w:sz w:val="22"/>
              </w:rPr>
              <w:t xml:space="preserve">Total </w:t>
            </w:r>
          </w:p>
        </w:tc>
        <w:tc>
          <w:tcPr>
            <w:tcW w:w="2123" w:type="dxa"/>
            <w:shd w:val="clear" w:color="auto" w:fill="auto"/>
            <w:vAlign w:val="center"/>
          </w:tcPr>
          <w:p w14:paraId="7A21D776" w14:textId="04AAFAD0" w:rsidR="0097401E" w:rsidRPr="0097401E" w:rsidRDefault="0097401E" w:rsidP="0097401E">
            <w:pPr>
              <w:jc w:val="right"/>
              <w:rPr>
                <w:b/>
                <w:i/>
                <w:sz w:val="20"/>
                <w:highlight w:val="yellow"/>
              </w:rPr>
            </w:pPr>
            <w:r w:rsidRPr="0097401E">
              <w:rPr>
                <w:b/>
                <w:i/>
                <w:sz w:val="20"/>
                <w:highlight w:val="yellow"/>
              </w:rPr>
              <w:t>To be added</w:t>
            </w:r>
          </w:p>
        </w:tc>
      </w:tr>
    </w:tbl>
    <w:p w14:paraId="0B652792" w14:textId="77777777" w:rsidR="0097401E" w:rsidRDefault="0097401E" w:rsidP="0097401E">
      <w:pPr>
        <w:spacing w:before="0"/>
        <w:ind w:left="-147"/>
        <w:rPr>
          <w:rFonts w:eastAsia="Times New Roman"/>
          <w:szCs w:val="24"/>
          <w:lang w:eastAsia="en-GB"/>
        </w:rPr>
      </w:pPr>
    </w:p>
    <w:p w14:paraId="74943DE3" w14:textId="77777777" w:rsidR="006E7874" w:rsidRDefault="006E7874" w:rsidP="009365A7">
      <w:pPr>
        <w:tabs>
          <w:tab w:val="left" w:pos="2700"/>
        </w:tabs>
        <w:spacing w:before="0"/>
        <w:ind w:left="-170"/>
        <w:rPr>
          <w:rFonts w:eastAsia="Times New Roman"/>
          <w:b/>
          <w:bCs/>
          <w:szCs w:val="24"/>
          <w:u w:val="single"/>
          <w:lang w:eastAsia="en-GB"/>
        </w:rPr>
      </w:pPr>
    </w:p>
    <w:p w14:paraId="761711CA" w14:textId="77777777" w:rsidR="009365A7" w:rsidRPr="009365A7" w:rsidRDefault="009365A7" w:rsidP="009365A7">
      <w:pPr>
        <w:tabs>
          <w:tab w:val="left" w:pos="2700"/>
        </w:tabs>
        <w:spacing w:before="0"/>
        <w:ind w:left="-170"/>
        <w:rPr>
          <w:rFonts w:eastAsia="Times New Roman"/>
          <w:b/>
          <w:bCs/>
          <w:szCs w:val="24"/>
          <w:u w:val="single"/>
          <w:lang w:eastAsia="en-GB"/>
        </w:rPr>
      </w:pPr>
      <w:r w:rsidRPr="009365A7">
        <w:rPr>
          <w:rFonts w:eastAsia="Times New Roman"/>
          <w:b/>
          <w:bCs/>
          <w:szCs w:val="24"/>
          <w:u w:val="single"/>
          <w:lang w:eastAsia="en-GB"/>
        </w:rPr>
        <w:t>COST BREAKDOWN</w:t>
      </w:r>
    </w:p>
    <w:p w14:paraId="6E127AF9" w14:textId="77777777" w:rsidR="009365A7" w:rsidRPr="009365A7" w:rsidRDefault="009365A7" w:rsidP="009365A7">
      <w:pPr>
        <w:spacing w:before="120" w:after="120"/>
        <w:ind w:left="-147"/>
        <w:rPr>
          <w:rFonts w:eastAsia="Times New Roman"/>
          <w:szCs w:val="24"/>
          <w:lang w:eastAsia="en-GB"/>
        </w:rPr>
      </w:pPr>
      <w:r w:rsidRPr="009365A7">
        <w:rPr>
          <w:rFonts w:eastAsia="Times New Roman"/>
          <w:szCs w:val="24"/>
          <w:lang w:eastAsia="en-GB"/>
        </w:rPr>
        <w:t xml:space="preserve">In addition to providing your prices for the deliverables in the price schedule above, </w:t>
      </w:r>
      <w:proofErr w:type="gramStart"/>
      <w:r w:rsidRPr="009365A7">
        <w:rPr>
          <w:rFonts w:eastAsia="Times New Roman"/>
          <w:szCs w:val="24"/>
          <w:lang w:eastAsia="en-GB"/>
        </w:rPr>
        <w:t>please  provide</w:t>
      </w:r>
      <w:proofErr w:type="gramEnd"/>
      <w:r w:rsidRPr="009365A7">
        <w:rPr>
          <w:rFonts w:eastAsia="Times New Roman"/>
          <w:szCs w:val="24"/>
          <w:lang w:eastAsia="en-GB"/>
        </w:rPr>
        <w:t xml:space="preserve"> your cost breakdown of the manpower and/or other resources you intend to provide to complete this work. </w:t>
      </w:r>
    </w:p>
    <w:p w14:paraId="5604A7C1" w14:textId="77777777" w:rsidR="00647658" w:rsidRPr="009365A7" w:rsidRDefault="00647658" w:rsidP="00647658">
      <w:pPr>
        <w:spacing w:before="120" w:after="120"/>
        <w:ind w:left="-147"/>
        <w:rPr>
          <w:rFonts w:eastAsia="Times New Roman"/>
          <w:b/>
          <w:szCs w:val="24"/>
          <w:lang w:eastAsia="en-GB"/>
        </w:rPr>
      </w:pPr>
      <w:r>
        <w:rPr>
          <w:rFonts w:eastAsia="Times New Roman"/>
          <w:szCs w:val="24"/>
          <w:lang w:eastAsia="en-GB"/>
        </w:rPr>
        <w:t>Cost Breakdown Form is attached as a separate excel file, and th</w:t>
      </w:r>
      <w:r w:rsidRPr="009365A7">
        <w:rPr>
          <w:rFonts w:eastAsia="Times New Roman"/>
          <w:szCs w:val="24"/>
          <w:lang w:eastAsia="en-GB"/>
        </w:rPr>
        <w:t xml:space="preserve">e table </w:t>
      </w:r>
      <w:r>
        <w:rPr>
          <w:rFonts w:eastAsia="Times New Roman"/>
          <w:szCs w:val="24"/>
          <w:lang w:eastAsia="en-GB"/>
        </w:rPr>
        <w:t xml:space="preserve">in the form </w:t>
      </w:r>
      <w:r w:rsidRPr="009365A7">
        <w:rPr>
          <w:rFonts w:eastAsia="Times New Roman"/>
          <w:szCs w:val="24"/>
          <w:lang w:eastAsia="en-GB"/>
        </w:rPr>
        <w:t>is an example however, alternatively you may provide your own version or expand on the table.</w:t>
      </w:r>
      <w:r w:rsidRPr="009365A7">
        <w:rPr>
          <w:rFonts w:eastAsia="Times New Roman"/>
          <w:b/>
          <w:szCs w:val="24"/>
          <w:lang w:eastAsia="en-GB"/>
        </w:rPr>
        <w:t xml:space="preserve">  </w:t>
      </w:r>
    </w:p>
    <w:p w14:paraId="0BA4765A" w14:textId="77777777" w:rsidR="009365A7" w:rsidRPr="009365A7" w:rsidRDefault="009365A7" w:rsidP="009365A7">
      <w:pPr>
        <w:spacing w:before="120" w:after="120"/>
        <w:ind w:left="-147"/>
        <w:rPr>
          <w:rFonts w:eastAsia="Times New Roman"/>
          <w:b/>
          <w:szCs w:val="24"/>
          <w:lang w:eastAsia="en-GB"/>
        </w:rPr>
      </w:pPr>
      <w:r w:rsidRPr="009365A7">
        <w:rPr>
          <w:rFonts w:eastAsia="Times New Roman"/>
          <w:b/>
          <w:szCs w:val="24"/>
          <w:lang w:eastAsia="en-GB"/>
        </w:rPr>
        <w:t>For the purposes hereof, the unit rates shall be based on eight (8) hour working days.</w:t>
      </w:r>
    </w:p>
    <w:p w14:paraId="3F5D0900" w14:textId="77777777" w:rsidR="009365A7" w:rsidRPr="009365A7" w:rsidRDefault="009365A7" w:rsidP="009365A7">
      <w:pPr>
        <w:spacing w:before="0"/>
        <w:ind w:left="-147"/>
        <w:rPr>
          <w:rFonts w:eastAsia="Times New Roman"/>
          <w:szCs w:val="24"/>
          <w:lang w:eastAsia="en-GB"/>
        </w:rPr>
      </w:pPr>
    </w:p>
    <w:p w14:paraId="7F349EF6" w14:textId="40D1A280" w:rsidR="00E479D5" w:rsidRDefault="009365A7" w:rsidP="00E479D5">
      <w:pPr>
        <w:spacing w:before="0"/>
        <w:ind w:left="-170"/>
        <w:rPr>
          <w:rFonts w:eastAsia="Times New Roman"/>
          <w:color w:val="FF0000"/>
          <w:sz w:val="22"/>
          <w:lang w:eastAsia="en-GB"/>
        </w:rPr>
      </w:pPr>
      <w:r w:rsidRPr="009365A7">
        <w:rPr>
          <w:rFonts w:eastAsia="Times New Roman"/>
          <w:b/>
          <w:color w:val="FF0000"/>
          <w:sz w:val="22"/>
          <w:u w:val="single"/>
          <w:lang w:eastAsia="en-GB"/>
        </w:rPr>
        <w:t>NB:</w:t>
      </w:r>
      <w:r w:rsidRPr="009365A7">
        <w:rPr>
          <w:rFonts w:eastAsia="Times New Roman"/>
          <w:b/>
          <w:color w:val="FF0000"/>
          <w:sz w:val="22"/>
          <w:lang w:eastAsia="en-GB"/>
        </w:rPr>
        <w:t xml:space="preserve"> </w:t>
      </w:r>
      <w:r w:rsidRPr="009365A7">
        <w:rPr>
          <w:rFonts w:eastAsia="Times New Roman"/>
          <w:color w:val="FF0000"/>
          <w:sz w:val="22"/>
          <w:lang w:eastAsia="en-GB"/>
        </w:rPr>
        <w:t xml:space="preserve">THE TOTAL PRICE QUOTED IN THE COST BREAKDOWN FORM BELOW MUST MATCH THE TOTAL VALUE QUOTED IN THE PRICE SCHEDULE FOR THE DELIVERABLES. </w:t>
      </w:r>
    </w:p>
    <w:p w14:paraId="20C34479" w14:textId="77777777" w:rsidR="00E479D5" w:rsidRDefault="00E479D5" w:rsidP="00E479D5">
      <w:pPr>
        <w:spacing w:before="0"/>
        <w:ind w:left="-170"/>
        <w:rPr>
          <w:rFonts w:eastAsia="Times New Roman"/>
          <w:color w:val="FF0000"/>
          <w:sz w:val="22"/>
          <w:lang w:eastAsia="en-GB"/>
        </w:rPr>
      </w:pPr>
    </w:p>
    <w:p w14:paraId="53FF7F60" w14:textId="7429FAA3" w:rsidR="00D24190" w:rsidRPr="00B86C00" w:rsidRDefault="00647658" w:rsidP="00B86C00">
      <w:pPr>
        <w:spacing w:before="0"/>
        <w:ind w:left="-170"/>
        <w:rPr>
          <w:b/>
          <w:color w:val="000000"/>
          <w:szCs w:val="24"/>
          <w:lang w:val="en-US" w:eastAsia="en-GB"/>
        </w:rPr>
      </w:pPr>
      <w:r>
        <w:rPr>
          <w:rFonts w:eastAsia="Times New Roman"/>
          <w:b/>
          <w:color w:val="000000" w:themeColor="text1"/>
          <w:lang w:eastAsia="en-GB"/>
        </w:rPr>
        <w:t xml:space="preserve">Cost Breakdown </w:t>
      </w:r>
      <w:r w:rsidRPr="00E479D5">
        <w:rPr>
          <w:rFonts w:eastAsia="Times New Roman"/>
          <w:b/>
          <w:color w:val="000000" w:themeColor="text1"/>
          <w:lang w:eastAsia="en-GB"/>
        </w:rPr>
        <w:t xml:space="preserve">Form </w:t>
      </w:r>
      <w:r w:rsidRPr="006D3168">
        <w:rPr>
          <w:b/>
          <w:color w:val="000000"/>
          <w:szCs w:val="24"/>
          <w:lang w:val="en-US" w:eastAsia="en-GB"/>
        </w:rPr>
        <w:t>must be completed in conjunction with this form</w:t>
      </w:r>
      <w:r w:rsidR="00B86C00">
        <w:rPr>
          <w:b/>
          <w:color w:val="000000"/>
          <w:szCs w:val="24"/>
          <w:lang w:val="en-US" w:eastAsia="en-GB"/>
        </w:rPr>
        <w:t xml:space="preserve"> 6.</w:t>
      </w:r>
    </w:p>
    <w:p w14:paraId="25F7C9ED" w14:textId="5E1F8822" w:rsidR="00DA578D" w:rsidRPr="00616093" w:rsidRDefault="00DA578D" w:rsidP="00DA578D">
      <w:pPr>
        <w:pBdr>
          <w:top w:val="single" w:sz="4" w:space="1" w:color="auto"/>
          <w:left w:val="single" w:sz="4" w:space="4" w:color="auto"/>
          <w:bottom w:val="single" w:sz="4" w:space="5" w:color="auto"/>
          <w:right w:val="single" w:sz="4" w:space="4" w:color="auto"/>
        </w:pBdr>
        <w:tabs>
          <w:tab w:val="left" w:pos="1134"/>
        </w:tabs>
        <w:spacing w:before="240" w:after="120"/>
        <w:ind w:right="431"/>
        <w:jc w:val="center"/>
        <w:outlineLvl w:val="0"/>
        <w:rPr>
          <w:b/>
          <w:sz w:val="32"/>
        </w:rPr>
      </w:pPr>
      <w:bookmarkStart w:id="11" w:name="_Toc13731873"/>
      <w:r w:rsidRPr="00616093">
        <w:rPr>
          <w:b/>
          <w:sz w:val="28"/>
        </w:rPr>
        <w:lastRenderedPageBreak/>
        <w:t xml:space="preserve">FORM </w:t>
      </w:r>
      <w:r>
        <w:rPr>
          <w:b/>
          <w:sz w:val="28"/>
        </w:rPr>
        <w:t>7</w:t>
      </w:r>
      <w:r w:rsidRPr="00616093">
        <w:rPr>
          <w:b/>
          <w:sz w:val="28"/>
        </w:rPr>
        <w:t xml:space="preserve"> –</w:t>
      </w:r>
      <w:r w:rsidR="00AB36C3">
        <w:rPr>
          <w:b/>
          <w:sz w:val="28"/>
        </w:rPr>
        <w:t xml:space="preserve"> </w:t>
      </w:r>
      <w:r>
        <w:rPr>
          <w:b/>
          <w:sz w:val="28"/>
        </w:rPr>
        <w:t>CO</w:t>
      </w:r>
      <w:r w:rsidR="001467DC">
        <w:rPr>
          <w:b/>
          <w:sz w:val="28"/>
        </w:rPr>
        <w:t>RRESPONDENCE</w:t>
      </w:r>
      <w:r>
        <w:rPr>
          <w:b/>
          <w:sz w:val="28"/>
        </w:rPr>
        <w:t xml:space="preserve"> MATRIX</w:t>
      </w:r>
      <w:bookmarkEnd w:id="11"/>
    </w:p>
    <w:p w14:paraId="2E0A5F44" w14:textId="77777777" w:rsidR="00DA578D" w:rsidRDefault="00DA578D" w:rsidP="009365A7">
      <w:pPr>
        <w:rPr>
          <w:rFonts w:eastAsia="Times New Roman"/>
          <w:b/>
          <w:bCs/>
          <w:sz w:val="32"/>
          <w:szCs w:val="32"/>
        </w:rPr>
      </w:pPr>
    </w:p>
    <w:p w14:paraId="234A3C77" w14:textId="327932A2" w:rsidR="00B86C00" w:rsidRPr="009365A7" w:rsidRDefault="00B86C00" w:rsidP="00B86C00">
      <w:pPr>
        <w:tabs>
          <w:tab w:val="right" w:pos="8789"/>
        </w:tabs>
        <w:spacing w:before="0"/>
        <w:rPr>
          <w:b/>
          <w:szCs w:val="24"/>
        </w:rPr>
      </w:pPr>
      <w:r w:rsidRPr="009365A7">
        <w:rPr>
          <w:szCs w:val="24"/>
          <w:lang w:val="es-ES"/>
        </w:rPr>
        <w:t xml:space="preserve">Tender No. </w:t>
      </w:r>
      <w:r w:rsidR="00A46CAE" w:rsidRPr="00A46CAE">
        <w:rPr>
          <w:b/>
          <w:szCs w:val="24"/>
        </w:rPr>
        <w:t>IO/21/OT/10021777/JLE</w:t>
      </w:r>
    </w:p>
    <w:p w14:paraId="71FE72F9" w14:textId="77777777" w:rsidR="00B86C00" w:rsidRDefault="00B86C00" w:rsidP="00B86C00">
      <w:pPr>
        <w:tabs>
          <w:tab w:val="right" w:pos="8789"/>
        </w:tabs>
        <w:spacing w:before="0"/>
        <w:ind w:left="540" w:hanging="540"/>
        <w:jc w:val="left"/>
        <w:rPr>
          <w:b/>
          <w:szCs w:val="24"/>
        </w:rPr>
      </w:pPr>
      <w:r w:rsidRPr="009365A7">
        <w:rPr>
          <w:szCs w:val="24"/>
        </w:rPr>
        <w:t xml:space="preserve">Title: </w:t>
      </w:r>
      <w:r w:rsidRPr="001A136E">
        <w:rPr>
          <w:b/>
          <w:szCs w:val="24"/>
        </w:rPr>
        <w:t>DMS Fast Shutter - Concept design and proof-of-principle prototyping/testing design</w:t>
      </w:r>
    </w:p>
    <w:p w14:paraId="03E1505B" w14:textId="77777777" w:rsidR="00BA5937" w:rsidRDefault="00BA5937" w:rsidP="00B74B9E">
      <w:pPr>
        <w:tabs>
          <w:tab w:val="left" w:pos="426"/>
        </w:tabs>
        <w:spacing w:before="6"/>
        <w:contextualSpacing/>
        <w:rPr>
          <w:b/>
          <w:szCs w:val="24"/>
        </w:rPr>
      </w:pPr>
    </w:p>
    <w:p w14:paraId="712EFEC6" w14:textId="77777777" w:rsidR="006B5A82" w:rsidRDefault="006B5A82" w:rsidP="006B5A82">
      <w:pPr>
        <w:spacing w:before="0"/>
      </w:pPr>
      <w:r>
        <w:t>This form is to be used to indicate if you comply with the IO’s technical requirements and to indicate the location/s in your offer where the response to the technical award criteria can be found. It will be to your advantage to be as specific as possible to ensure that our evaluation team find all your information.</w:t>
      </w:r>
    </w:p>
    <w:p w14:paraId="32F0EA31" w14:textId="77777777" w:rsidR="00647658" w:rsidRDefault="00647658" w:rsidP="006B5A82">
      <w:pPr>
        <w:spacing w:before="0"/>
      </w:pPr>
    </w:p>
    <w:tbl>
      <w:tblPr>
        <w:tblW w:w="9133" w:type="dxa"/>
        <w:tblInd w:w="-5" w:type="dxa"/>
        <w:tblLook w:val="04A0" w:firstRow="1" w:lastRow="0" w:firstColumn="1" w:lastColumn="0" w:noHBand="0" w:noVBand="1"/>
      </w:tblPr>
      <w:tblGrid>
        <w:gridCol w:w="728"/>
        <w:gridCol w:w="4852"/>
        <w:gridCol w:w="1890"/>
        <w:gridCol w:w="1663"/>
      </w:tblGrid>
      <w:tr w:rsidR="00AE2B6C" w:rsidRPr="00DC70F1" w14:paraId="4CBFBAA9" w14:textId="421B9AE7" w:rsidTr="008E79BD">
        <w:trPr>
          <w:trHeight w:val="555"/>
        </w:trPr>
        <w:tc>
          <w:tcPr>
            <w:tcW w:w="5580" w:type="dxa"/>
            <w:gridSpan w:val="2"/>
            <w:tcBorders>
              <w:top w:val="single" w:sz="4" w:space="0" w:color="auto"/>
              <w:left w:val="single" w:sz="4" w:space="0" w:color="auto"/>
              <w:bottom w:val="single" w:sz="4" w:space="0" w:color="auto"/>
              <w:right w:val="single" w:sz="4" w:space="0" w:color="000000"/>
            </w:tcBorders>
            <w:shd w:val="clear" w:color="auto" w:fill="EAF1DD" w:themeFill="accent3" w:themeFillTint="33"/>
            <w:vAlign w:val="center"/>
            <w:hideMark/>
          </w:tcPr>
          <w:p w14:paraId="5F5521CE" w14:textId="77777777" w:rsidR="00AE2B6C" w:rsidRPr="00E0183F" w:rsidRDefault="00AE2B6C" w:rsidP="006B5A82">
            <w:pPr>
              <w:spacing w:before="0"/>
              <w:jc w:val="center"/>
              <w:rPr>
                <w:rFonts w:eastAsia="Times New Roman"/>
                <w:b/>
                <w:bCs/>
                <w:color w:val="000000"/>
                <w:szCs w:val="24"/>
                <w:highlight w:val="yellow"/>
                <w:lang w:eastAsia="en-GB"/>
              </w:rPr>
            </w:pPr>
            <w:r w:rsidRPr="007F3C46">
              <w:rPr>
                <w:rFonts w:eastAsia="Times New Roman"/>
                <w:b/>
                <w:bCs/>
                <w:color w:val="000000"/>
                <w:szCs w:val="24"/>
                <w:lang w:eastAsia="en-GB"/>
              </w:rPr>
              <w:t>Technical Award  Criteria</w:t>
            </w:r>
          </w:p>
        </w:tc>
        <w:tc>
          <w:tcPr>
            <w:tcW w:w="1890"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14:paraId="5FFECB07" w14:textId="0FA2DD9B" w:rsidR="00AE2B6C" w:rsidRPr="00DC70F1" w:rsidRDefault="00AE2B6C" w:rsidP="006F7BAB">
            <w:pPr>
              <w:spacing w:before="0"/>
              <w:jc w:val="center"/>
              <w:rPr>
                <w:rFonts w:eastAsia="Times New Roman"/>
                <w:b/>
                <w:bCs/>
                <w:color w:val="000000"/>
                <w:szCs w:val="24"/>
                <w:lang w:eastAsia="en-GB"/>
              </w:rPr>
            </w:pPr>
            <w:r w:rsidRPr="00AE2B6C">
              <w:rPr>
                <w:rFonts w:eastAsia="Times New Roman"/>
                <w:b/>
                <w:bCs/>
                <w:color w:val="000000"/>
                <w:szCs w:val="24"/>
                <w:lang w:eastAsia="en-GB"/>
              </w:rPr>
              <w:t>Documents be submitted by Tenderers</w:t>
            </w:r>
            <w:r>
              <w:rPr>
                <w:rFonts w:eastAsia="Times New Roman"/>
                <w:b/>
                <w:bCs/>
                <w:color w:val="000000"/>
                <w:szCs w:val="24"/>
                <w:lang w:eastAsia="en-GB"/>
              </w:rPr>
              <w:t xml:space="preserve"> </w:t>
            </w:r>
          </w:p>
        </w:tc>
        <w:tc>
          <w:tcPr>
            <w:tcW w:w="1663" w:type="dxa"/>
            <w:tcBorders>
              <w:top w:val="single" w:sz="4" w:space="0" w:color="auto"/>
              <w:left w:val="nil"/>
              <w:bottom w:val="single" w:sz="4" w:space="0" w:color="auto"/>
              <w:right w:val="single" w:sz="4" w:space="0" w:color="auto"/>
            </w:tcBorders>
            <w:shd w:val="clear" w:color="auto" w:fill="EAF1DD" w:themeFill="accent3" w:themeFillTint="33"/>
            <w:vAlign w:val="center"/>
          </w:tcPr>
          <w:p w14:paraId="3812577A" w14:textId="23323577" w:rsidR="00AE2B6C" w:rsidRPr="00AE2B6C" w:rsidRDefault="00AE2B6C" w:rsidP="006F7BAB">
            <w:pPr>
              <w:spacing w:before="0"/>
              <w:jc w:val="center"/>
              <w:rPr>
                <w:rFonts w:eastAsia="Times New Roman"/>
                <w:b/>
                <w:bCs/>
                <w:color w:val="000000"/>
                <w:szCs w:val="24"/>
                <w:lang w:eastAsia="en-GB"/>
              </w:rPr>
            </w:pPr>
            <w:r w:rsidRPr="00DC70F1">
              <w:rPr>
                <w:rFonts w:eastAsia="Times New Roman"/>
                <w:b/>
                <w:bCs/>
                <w:color w:val="000000"/>
                <w:szCs w:val="24"/>
                <w:lang w:eastAsia="en-GB"/>
              </w:rPr>
              <w:t>Location/s?</w:t>
            </w:r>
          </w:p>
        </w:tc>
      </w:tr>
      <w:tr w:rsidR="00A46CAE" w:rsidRPr="00DC70F1" w14:paraId="4C068E5F" w14:textId="32B2A8B4" w:rsidTr="00A46CAE">
        <w:trPr>
          <w:trHeight w:val="840"/>
        </w:trPr>
        <w:tc>
          <w:tcPr>
            <w:tcW w:w="728" w:type="dxa"/>
            <w:tcBorders>
              <w:top w:val="nil"/>
              <w:left w:val="single" w:sz="4" w:space="0" w:color="auto"/>
              <w:bottom w:val="single" w:sz="4" w:space="0" w:color="auto"/>
              <w:right w:val="single" w:sz="4" w:space="0" w:color="auto"/>
            </w:tcBorders>
            <w:shd w:val="clear" w:color="000000" w:fill="FCE4D6"/>
            <w:vAlign w:val="center"/>
            <w:hideMark/>
          </w:tcPr>
          <w:p w14:paraId="7268CD8B" w14:textId="4B345BAC" w:rsidR="00A46CAE" w:rsidRDefault="00A46CAE" w:rsidP="00A46CAE">
            <w:pPr>
              <w:spacing w:before="0"/>
              <w:jc w:val="center"/>
              <w:rPr>
                <w:rFonts w:eastAsia="Times New Roman"/>
                <w:color w:val="000000"/>
                <w:szCs w:val="24"/>
                <w:lang w:eastAsia="en-GB"/>
              </w:rPr>
            </w:pPr>
            <w:r>
              <w:rPr>
                <w:rFonts w:eastAsia="Times New Roman"/>
                <w:color w:val="000000"/>
                <w:szCs w:val="24"/>
                <w:lang w:eastAsia="en-GB"/>
              </w:rPr>
              <w:t>T1</w:t>
            </w:r>
          </w:p>
        </w:tc>
        <w:tc>
          <w:tcPr>
            <w:tcW w:w="4852" w:type="dxa"/>
            <w:tcBorders>
              <w:top w:val="nil"/>
              <w:left w:val="single" w:sz="4" w:space="0" w:color="000000"/>
              <w:bottom w:val="single" w:sz="4" w:space="0" w:color="000000"/>
              <w:right w:val="single" w:sz="8" w:space="0" w:color="auto"/>
            </w:tcBorders>
          </w:tcPr>
          <w:p w14:paraId="39A239C5" w14:textId="02955875" w:rsidR="00A46CAE" w:rsidRPr="008E79BD" w:rsidRDefault="00A46CAE" w:rsidP="00A46CAE">
            <w:pPr>
              <w:spacing w:before="0" w:line="240" w:lineRule="atLeast"/>
              <w:jc w:val="left"/>
              <w:rPr>
                <w:color w:val="000000"/>
                <w:szCs w:val="24"/>
                <w:highlight w:val="yellow"/>
                <w:lang w:eastAsia="en-GB"/>
              </w:rPr>
            </w:pPr>
            <w:r w:rsidRPr="0095125C">
              <w:rPr>
                <w:szCs w:val="24"/>
              </w:rPr>
              <w:t>Demonstrate experience and competency with design and assembly of valves for vacuum applications, mechanical designs including pneumatic/electrical actuators and prototyping of novel components.</w:t>
            </w:r>
          </w:p>
        </w:tc>
        <w:tc>
          <w:tcPr>
            <w:tcW w:w="1890" w:type="dxa"/>
            <w:tcBorders>
              <w:top w:val="nil"/>
              <w:left w:val="nil"/>
              <w:bottom w:val="single" w:sz="4" w:space="0" w:color="auto"/>
              <w:right w:val="single" w:sz="4" w:space="0" w:color="auto"/>
            </w:tcBorders>
            <w:shd w:val="clear" w:color="auto" w:fill="auto"/>
            <w:noWrap/>
            <w:vAlign w:val="center"/>
            <w:hideMark/>
          </w:tcPr>
          <w:p w14:paraId="4E7074BA" w14:textId="77777777" w:rsidR="00A46CAE" w:rsidRPr="00B94FD1" w:rsidRDefault="00A46CAE" w:rsidP="00A46CAE">
            <w:pPr>
              <w:spacing w:before="0" w:line="240" w:lineRule="atLeast"/>
              <w:jc w:val="center"/>
              <w:rPr>
                <w:szCs w:val="24"/>
              </w:rPr>
            </w:pPr>
            <w:r w:rsidRPr="00B94FD1">
              <w:rPr>
                <w:szCs w:val="24"/>
              </w:rPr>
              <w:t>TS6 and</w:t>
            </w:r>
          </w:p>
          <w:p w14:paraId="1F8F002D" w14:textId="4B3AF097" w:rsidR="00A46CAE" w:rsidRPr="008E79BD" w:rsidRDefault="00A46CAE" w:rsidP="00A46CAE">
            <w:pPr>
              <w:spacing w:before="0" w:line="240" w:lineRule="atLeast"/>
              <w:jc w:val="center"/>
              <w:rPr>
                <w:szCs w:val="20"/>
              </w:rPr>
            </w:pPr>
            <w:r w:rsidRPr="00B94FD1">
              <w:rPr>
                <w:szCs w:val="24"/>
              </w:rPr>
              <w:t>TS10</w:t>
            </w:r>
          </w:p>
        </w:tc>
        <w:tc>
          <w:tcPr>
            <w:tcW w:w="1663" w:type="dxa"/>
            <w:tcBorders>
              <w:top w:val="single" w:sz="4" w:space="0" w:color="auto"/>
              <w:left w:val="nil"/>
              <w:bottom w:val="single" w:sz="4" w:space="0" w:color="auto"/>
              <w:right w:val="single" w:sz="4" w:space="0" w:color="auto"/>
            </w:tcBorders>
            <w:vAlign w:val="center"/>
          </w:tcPr>
          <w:p w14:paraId="0AFEE2E0" w14:textId="087AC4DE" w:rsidR="00A46CAE" w:rsidRPr="006F7BAB" w:rsidRDefault="00A46CAE" w:rsidP="00A46CAE">
            <w:pPr>
              <w:spacing w:before="0"/>
              <w:jc w:val="center"/>
              <w:rPr>
                <w:rFonts w:eastAsia="Times New Roman"/>
                <w:color w:val="000000"/>
                <w:sz w:val="22"/>
                <w:szCs w:val="24"/>
                <w:lang w:eastAsia="en-GB"/>
              </w:rPr>
            </w:pPr>
            <w:r w:rsidRPr="006F7BAB">
              <w:rPr>
                <w:rFonts w:eastAsia="Times New Roman"/>
                <w:i/>
                <w:color w:val="000000"/>
                <w:sz w:val="22"/>
                <w:szCs w:val="24"/>
                <w:highlight w:val="yellow"/>
                <w:lang w:eastAsia="en-GB"/>
              </w:rPr>
              <w:t>To be indicated</w:t>
            </w:r>
          </w:p>
        </w:tc>
      </w:tr>
      <w:tr w:rsidR="00A46CAE" w:rsidRPr="00DC70F1" w14:paraId="12A3A8A0" w14:textId="6F526AE9" w:rsidTr="00A46CAE">
        <w:trPr>
          <w:trHeight w:val="855"/>
        </w:trPr>
        <w:tc>
          <w:tcPr>
            <w:tcW w:w="728" w:type="dxa"/>
            <w:tcBorders>
              <w:top w:val="nil"/>
              <w:left w:val="single" w:sz="4" w:space="0" w:color="auto"/>
              <w:bottom w:val="single" w:sz="4" w:space="0" w:color="auto"/>
              <w:right w:val="single" w:sz="4" w:space="0" w:color="auto"/>
            </w:tcBorders>
            <w:shd w:val="clear" w:color="000000" w:fill="FCE4D6"/>
            <w:vAlign w:val="center"/>
            <w:hideMark/>
          </w:tcPr>
          <w:p w14:paraId="3290AC0D" w14:textId="497A22FE" w:rsidR="00A46CAE" w:rsidRDefault="00A46CAE" w:rsidP="00A46CAE">
            <w:pPr>
              <w:spacing w:before="0"/>
              <w:jc w:val="center"/>
              <w:rPr>
                <w:rFonts w:eastAsia="Times New Roman"/>
                <w:color w:val="000000"/>
                <w:szCs w:val="24"/>
                <w:lang w:eastAsia="en-GB"/>
              </w:rPr>
            </w:pPr>
            <w:r>
              <w:rPr>
                <w:rFonts w:eastAsia="Times New Roman"/>
                <w:color w:val="000000"/>
                <w:szCs w:val="24"/>
                <w:lang w:eastAsia="en-GB"/>
              </w:rPr>
              <w:t>T2</w:t>
            </w:r>
          </w:p>
        </w:tc>
        <w:tc>
          <w:tcPr>
            <w:tcW w:w="4852" w:type="dxa"/>
            <w:tcBorders>
              <w:top w:val="single" w:sz="4" w:space="0" w:color="000000"/>
              <w:left w:val="single" w:sz="4" w:space="0" w:color="000000"/>
              <w:bottom w:val="single" w:sz="8" w:space="0" w:color="auto"/>
              <w:right w:val="single" w:sz="8" w:space="0" w:color="auto"/>
            </w:tcBorders>
          </w:tcPr>
          <w:p w14:paraId="73254AE2" w14:textId="656BBBDC" w:rsidR="00A46CAE" w:rsidRPr="008E79BD" w:rsidRDefault="00A46CAE" w:rsidP="00A46CAE">
            <w:pPr>
              <w:spacing w:before="0" w:line="240" w:lineRule="atLeast"/>
              <w:jc w:val="left"/>
              <w:rPr>
                <w:szCs w:val="24"/>
                <w:highlight w:val="yellow"/>
                <w:lang w:val="en-US"/>
              </w:rPr>
            </w:pPr>
            <w:r w:rsidRPr="0095125C">
              <w:rPr>
                <w:szCs w:val="24"/>
              </w:rPr>
              <w:t>Proposed methodology and strategy to develop a fast shutter. This should include possible concepts, their feasibilities and potential expected technical challenges in the realisation.</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14:paraId="78B6A9F9" w14:textId="2247E879" w:rsidR="00A46CAE" w:rsidRPr="00A46CAE" w:rsidRDefault="00A46CAE" w:rsidP="00A46CAE">
            <w:pPr>
              <w:spacing w:before="0" w:line="240" w:lineRule="atLeast"/>
              <w:jc w:val="center"/>
              <w:rPr>
                <w:szCs w:val="24"/>
              </w:rPr>
            </w:pPr>
            <w:r w:rsidRPr="00B94FD1">
              <w:rPr>
                <w:szCs w:val="24"/>
              </w:rPr>
              <w:t>TS6.1-6.4</w:t>
            </w:r>
          </w:p>
        </w:tc>
        <w:tc>
          <w:tcPr>
            <w:tcW w:w="1663" w:type="dxa"/>
            <w:tcBorders>
              <w:top w:val="single" w:sz="4" w:space="0" w:color="auto"/>
              <w:left w:val="nil"/>
              <w:bottom w:val="single" w:sz="4" w:space="0" w:color="auto"/>
              <w:right w:val="single" w:sz="4" w:space="0" w:color="auto"/>
            </w:tcBorders>
            <w:vAlign w:val="center"/>
          </w:tcPr>
          <w:p w14:paraId="47DC6E0C" w14:textId="314186C7" w:rsidR="00A46CAE" w:rsidRPr="006F7BAB" w:rsidRDefault="00A46CAE" w:rsidP="00A46CAE">
            <w:pPr>
              <w:spacing w:before="0"/>
              <w:jc w:val="center"/>
              <w:rPr>
                <w:rFonts w:eastAsia="Times New Roman"/>
                <w:color w:val="000000"/>
                <w:sz w:val="22"/>
                <w:szCs w:val="24"/>
                <w:lang w:eastAsia="en-GB"/>
              </w:rPr>
            </w:pPr>
            <w:r w:rsidRPr="006F7BAB">
              <w:rPr>
                <w:rFonts w:eastAsia="Times New Roman"/>
                <w:i/>
                <w:color w:val="000000"/>
                <w:sz w:val="22"/>
                <w:szCs w:val="24"/>
                <w:highlight w:val="yellow"/>
                <w:lang w:eastAsia="en-GB"/>
              </w:rPr>
              <w:t>To be indicated</w:t>
            </w:r>
          </w:p>
        </w:tc>
      </w:tr>
      <w:tr w:rsidR="00A46CAE" w:rsidRPr="00DC70F1" w14:paraId="19AC8AAC" w14:textId="6E769082" w:rsidTr="00A46CAE">
        <w:trPr>
          <w:trHeight w:val="855"/>
        </w:trPr>
        <w:tc>
          <w:tcPr>
            <w:tcW w:w="728" w:type="dxa"/>
            <w:tcBorders>
              <w:top w:val="nil"/>
              <w:left w:val="single" w:sz="4" w:space="0" w:color="auto"/>
              <w:bottom w:val="single" w:sz="4" w:space="0" w:color="auto"/>
              <w:right w:val="single" w:sz="4" w:space="0" w:color="auto"/>
            </w:tcBorders>
            <w:shd w:val="clear" w:color="000000" w:fill="FCE4D6"/>
            <w:vAlign w:val="center"/>
          </w:tcPr>
          <w:p w14:paraId="2B88BCA5" w14:textId="31A1D557" w:rsidR="00A46CAE" w:rsidRPr="00DC70F1" w:rsidRDefault="00A46CAE" w:rsidP="00A46CAE">
            <w:pPr>
              <w:spacing w:before="0"/>
              <w:jc w:val="center"/>
              <w:rPr>
                <w:rFonts w:eastAsia="Times New Roman"/>
                <w:color w:val="000000"/>
                <w:szCs w:val="24"/>
                <w:lang w:eastAsia="en-GB"/>
              </w:rPr>
            </w:pPr>
            <w:r>
              <w:rPr>
                <w:rFonts w:eastAsia="Times New Roman"/>
                <w:color w:val="000000"/>
                <w:szCs w:val="24"/>
                <w:lang w:eastAsia="en-GB"/>
              </w:rPr>
              <w:t>T3</w:t>
            </w:r>
          </w:p>
        </w:tc>
        <w:tc>
          <w:tcPr>
            <w:tcW w:w="4852" w:type="dxa"/>
            <w:tcBorders>
              <w:top w:val="nil"/>
              <w:left w:val="single" w:sz="4" w:space="0" w:color="000000"/>
              <w:bottom w:val="single" w:sz="8" w:space="0" w:color="auto"/>
              <w:right w:val="single" w:sz="8" w:space="0" w:color="auto"/>
            </w:tcBorders>
          </w:tcPr>
          <w:p w14:paraId="37B9DA76" w14:textId="7D33C88D" w:rsidR="00A46CAE" w:rsidRPr="008E79BD" w:rsidRDefault="00A46CAE" w:rsidP="00A46CAE">
            <w:pPr>
              <w:spacing w:before="0" w:line="240" w:lineRule="atLeast"/>
              <w:jc w:val="left"/>
              <w:rPr>
                <w:szCs w:val="24"/>
                <w:highlight w:val="yellow"/>
              </w:rPr>
            </w:pPr>
            <w:r w:rsidRPr="0095125C">
              <w:rPr>
                <w:color w:val="000000"/>
                <w:szCs w:val="24"/>
              </w:rPr>
              <w:t xml:space="preserve">Proposed conceptual test procedure to demonstrate compliance with the technical </w:t>
            </w:r>
            <w:proofErr w:type="spellStart"/>
            <w:r w:rsidRPr="0095125C">
              <w:rPr>
                <w:color w:val="000000"/>
                <w:szCs w:val="24"/>
              </w:rPr>
              <w:t>requriements</w:t>
            </w:r>
            <w:proofErr w:type="spellEnd"/>
            <w:r w:rsidRPr="0095125C">
              <w:rPr>
                <w:color w:val="000000"/>
                <w:szCs w:val="24"/>
              </w:rPr>
              <w:t>.</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6FFEB682" w14:textId="4ED088CE" w:rsidR="00A46CAE" w:rsidRPr="008E79BD" w:rsidRDefault="00A46CAE" w:rsidP="00A46CAE">
            <w:pPr>
              <w:spacing w:before="0" w:line="240" w:lineRule="atLeast"/>
              <w:jc w:val="center"/>
              <w:rPr>
                <w:szCs w:val="20"/>
              </w:rPr>
            </w:pPr>
            <w:r w:rsidRPr="00B94FD1">
              <w:rPr>
                <w:szCs w:val="24"/>
              </w:rPr>
              <w:t>TS6.5</w:t>
            </w:r>
          </w:p>
        </w:tc>
        <w:tc>
          <w:tcPr>
            <w:tcW w:w="1663" w:type="dxa"/>
            <w:tcBorders>
              <w:top w:val="single" w:sz="4" w:space="0" w:color="auto"/>
              <w:left w:val="nil"/>
              <w:bottom w:val="single" w:sz="4" w:space="0" w:color="auto"/>
              <w:right w:val="single" w:sz="4" w:space="0" w:color="auto"/>
            </w:tcBorders>
            <w:vAlign w:val="center"/>
          </w:tcPr>
          <w:p w14:paraId="5592B65F" w14:textId="3E8B20A1" w:rsidR="00A46CAE" w:rsidRPr="006F7BAB" w:rsidRDefault="00A46CAE" w:rsidP="00A46CAE">
            <w:pPr>
              <w:spacing w:before="0"/>
              <w:jc w:val="center"/>
              <w:rPr>
                <w:rFonts w:eastAsia="Times New Roman"/>
                <w:i/>
                <w:color w:val="000000"/>
                <w:sz w:val="22"/>
                <w:szCs w:val="24"/>
                <w:lang w:eastAsia="en-GB"/>
              </w:rPr>
            </w:pPr>
            <w:r w:rsidRPr="006F7BAB">
              <w:rPr>
                <w:rFonts w:eastAsia="Times New Roman"/>
                <w:i/>
                <w:color w:val="000000"/>
                <w:sz w:val="22"/>
                <w:szCs w:val="24"/>
                <w:highlight w:val="yellow"/>
                <w:lang w:eastAsia="en-GB"/>
              </w:rPr>
              <w:t>To be indicated</w:t>
            </w:r>
          </w:p>
        </w:tc>
      </w:tr>
      <w:tr w:rsidR="00A46CAE" w:rsidRPr="00DC70F1" w14:paraId="298BB838" w14:textId="386ED3B4" w:rsidTr="00A46CAE">
        <w:trPr>
          <w:trHeight w:val="855"/>
        </w:trPr>
        <w:tc>
          <w:tcPr>
            <w:tcW w:w="728" w:type="dxa"/>
            <w:tcBorders>
              <w:top w:val="nil"/>
              <w:left w:val="single" w:sz="4" w:space="0" w:color="auto"/>
              <w:bottom w:val="single" w:sz="4" w:space="0" w:color="auto"/>
              <w:right w:val="single" w:sz="4" w:space="0" w:color="auto"/>
            </w:tcBorders>
            <w:shd w:val="clear" w:color="000000" w:fill="FCE4D6"/>
            <w:vAlign w:val="center"/>
          </w:tcPr>
          <w:p w14:paraId="0B509C43" w14:textId="77777777" w:rsidR="00A46CAE" w:rsidRDefault="00A46CAE" w:rsidP="00A46CAE">
            <w:pPr>
              <w:spacing w:before="0"/>
              <w:jc w:val="center"/>
              <w:rPr>
                <w:rFonts w:eastAsia="Times New Roman"/>
                <w:color w:val="000000"/>
                <w:szCs w:val="24"/>
                <w:lang w:eastAsia="en-GB"/>
              </w:rPr>
            </w:pPr>
            <w:r>
              <w:rPr>
                <w:rFonts w:eastAsia="Times New Roman"/>
                <w:color w:val="000000"/>
                <w:szCs w:val="24"/>
                <w:lang w:eastAsia="en-GB"/>
              </w:rPr>
              <w:t>M1</w:t>
            </w:r>
          </w:p>
        </w:tc>
        <w:tc>
          <w:tcPr>
            <w:tcW w:w="4852" w:type="dxa"/>
            <w:tcBorders>
              <w:top w:val="nil"/>
              <w:left w:val="single" w:sz="4" w:space="0" w:color="000000"/>
              <w:bottom w:val="single" w:sz="8" w:space="0" w:color="auto"/>
              <w:right w:val="single" w:sz="4" w:space="0" w:color="auto"/>
            </w:tcBorders>
            <w:vAlign w:val="center"/>
          </w:tcPr>
          <w:p w14:paraId="2E877D86" w14:textId="77777777" w:rsidR="00A46CAE" w:rsidRPr="008E79BD" w:rsidRDefault="00A46CAE" w:rsidP="00A46CAE">
            <w:pPr>
              <w:spacing w:before="0" w:line="240" w:lineRule="atLeast"/>
              <w:jc w:val="left"/>
              <w:rPr>
                <w:color w:val="000000"/>
                <w:szCs w:val="24"/>
                <w:lang w:eastAsia="en-GB"/>
              </w:rPr>
            </w:pPr>
            <w:r w:rsidRPr="008E79BD">
              <w:rPr>
                <w:szCs w:val="24"/>
              </w:rPr>
              <w:t>Demonstrated Quality System to execute the works in compliance with the IO requirements</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E74696" w14:textId="5C71C624" w:rsidR="00A46CAE" w:rsidRPr="008E79BD" w:rsidRDefault="00A46CAE" w:rsidP="00A46CAE">
            <w:pPr>
              <w:spacing w:before="0" w:line="240" w:lineRule="atLeast"/>
              <w:jc w:val="center"/>
              <w:rPr>
                <w:szCs w:val="20"/>
              </w:rPr>
            </w:pPr>
            <w:r w:rsidRPr="0095125C">
              <w:rPr>
                <w:szCs w:val="24"/>
              </w:rPr>
              <w:t>TS12</w:t>
            </w:r>
          </w:p>
        </w:tc>
        <w:tc>
          <w:tcPr>
            <w:tcW w:w="1663" w:type="dxa"/>
            <w:tcBorders>
              <w:top w:val="single" w:sz="4" w:space="0" w:color="auto"/>
              <w:left w:val="nil"/>
              <w:bottom w:val="single" w:sz="4" w:space="0" w:color="auto"/>
              <w:right w:val="single" w:sz="4" w:space="0" w:color="auto"/>
            </w:tcBorders>
            <w:vAlign w:val="center"/>
          </w:tcPr>
          <w:p w14:paraId="0EBC6507" w14:textId="5CB6FC03" w:rsidR="00A46CAE" w:rsidRPr="006F7BAB" w:rsidRDefault="00A46CAE" w:rsidP="00A46CAE">
            <w:pPr>
              <w:spacing w:before="0"/>
              <w:jc w:val="center"/>
              <w:rPr>
                <w:rFonts w:eastAsia="Times New Roman"/>
                <w:color w:val="000000"/>
                <w:sz w:val="22"/>
                <w:szCs w:val="24"/>
                <w:lang w:eastAsia="en-GB"/>
              </w:rPr>
            </w:pPr>
            <w:r w:rsidRPr="006F7BAB">
              <w:rPr>
                <w:rFonts w:eastAsia="Times New Roman"/>
                <w:i/>
                <w:color w:val="000000"/>
                <w:sz w:val="22"/>
                <w:szCs w:val="24"/>
                <w:highlight w:val="yellow"/>
                <w:lang w:eastAsia="en-GB"/>
              </w:rPr>
              <w:t>To be indicated</w:t>
            </w:r>
          </w:p>
        </w:tc>
      </w:tr>
      <w:tr w:rsidR="00A46CAE" w:rsidRPr="00DC70F1" w14:paraId="34F25605" w14:textId="6C7C7FB4" w:rsidTr="00A46CAE">
        <w:trPr>
          <w:trHeight w:val="855"/>
        </w:trPr>
        <w:tc>
          <w:tcPr>
            <w:tcW w:w="728" w:type="dxa"/>
            <w:tcBorders>
              <w:top w:val="nil"/>
              <w:left w:val="single" w:sz="4" w:space="0" w:color="auto"/>
              <w:bottom w:val="single" w:sz="4" w:space="0" w:color="auto"/>
              <w:right w:val="single" w:sz="4" w:space="0" w:color="auto"/>
            </w:tcBorders>
            <w:shd w:val="clear" w:color="000000" w:fill="FCE4D6"/>
            <w:vAlign w:val="center"/>
          </w:tcPr>
          <w:p w14:paraId="7026FA02" w14:textId="77777777" w:rsidR="00A46CAE" w:rsidRPr="00DC70F1" w:rsidRDefault="00A46CAE" w:rsidP="00A46CAE">
            <w:pPr>
              <w:spacing w:before="0"/>
              <w:jc w:val="center"/>
              <w:rPr>
                <w:rFonts w:eastAsia="Times New Roman"/>
                <w:color w:val="000000"/>
                <w:szCs w:val="24"/>
                <w:lang w:eastAsia="en-GB"/>
              </w:rPr>
            </w:pPr>
            <w:r>
              <w:rPr>
                <w:rFonts w:eastAsia="Times New Roman"/>
                <w:color w:val="000000"/>
                <w:szCs w:val="24"/>
                <w:lang w:eastAsia="en-GB"/>
              </w:rPr>
              <w:t>M2</w:t>
            </w:r>
          </w:p>
        </w:tc>
        <w:tc>
          <w:tcPr>
            <w:tcW w:w="4852" w:type="dxa"/>
            <w:tcBorders>
              <w:top w:val="nil"/>
              <w:left w:val="single" w:sz="4" w:space="0" w:color="000000"/>
              <w:bottom w:val="single" w:sz="4" w:space="0" w:color="auto"/>
              <w:right w:val="single" w:sz="4" w:space="0" w:color="auto"/>
            </w:tcBorders>
            <w:vAlign w:val="center"/>
          </w:tcPr>
          <w:p w14:paraId="22520B60" w14:textId="77777777" w:rsidR="00A46CAE" w:rsidRPr="008E79BD" w:rsidRDefault="00A46CAE" w:rsidP="00A46CAE">
            <w:pPr>
              <w:spacing w:before="0" w:line="240" w:lineRule="atLeast"/>
              <w:jc w:val="left"/>
              <w:rPr>
                <w:szCs w:val="24"/>
              </w:rPr>
            </w:pPr>
            <w:r w:rsidRPr="008E79BD">
              <w:rPr>
                <w:szCs w:val="24"/>
              </w:rPr>
              <w:t>Adequacy of the proposed Contractor's Project Implement Team for the proposed scope of work</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8B2409" w14:textId="13CB3A68" w:rsidR="00A46CAE" w:rsidRPr="006F7BAB" w:rsidRDefault="00A46CAE" w:rsidP="00A46CAE">
            <w:pPr>
              <w:spacing w:before="0" w:line="240" w:lineRule="atLeast"/>
              <w:jc w:val="center"/>
              <w:rPr>
                <w:sz w:val="20"/>
                <w:szCs w:val="20"/>
              </w:rPr>
            </w:pPr>
            <w:r w:rsidRPr="0095125C">
              <w:rPr>
                <w:szCs w:val="24"/>
              </w:rPr>
              <w:t>TS10</w:t>
            </w:r>
          </w:p>
        </w:tc>
        <w:tc>
          <w:tcPr>
            <w:tcW w:w="1663" w:type="dxa"/>
            <w:tcBorders>
              <w:top w:val="single" w:sz="4" w:space="0" w:color="auto"/>
              <w:left w:val="nil"/>
              <w:bottom w:val="single" w:sz="4" w:space="0" w:color="auto"/>
              <w:right w:val="single" w:sz="4" w:space="0" w:color="auto"/>
            </w:tcBorders>
            <w:vAlign w:val="center"/>
          </w:tcPr>
          <w:p w14:paraId="7F3C0523" w14:textId="0068EF5F" w:rsidR="00A46CAE" w:rsidRPr="006F7BAB" w:rsidRDefault="00A46CAE" w:rsidP="00A46CAE">
            <w:pPr>
              <w:spacing w:before="0"/>
              <w:jc w:val="center"/>
              <w:rPr>
                <w:rFonts w:eastAsia="Times New Roman"/>
                <w:color w:val="000000"/>
                <w:sz w:val="22"/>
                <w:szCs w:val="24"/>
                <w:lang w:eastAsia="en-GB"/>
              </w:rPr>
            </w:pPr>
            <w:r w:rsidRPr="006F7BAB">
              <w:rPr>
                <w:rFonts w:eastAsia="Times New Roman"/>
                <w:i/>
                <w:color w:val="000000"/>
                <w:sz w:val="22"/>
                <w:szCs w:val="24"/>
                <w:highlight w:val="yellow"/>
                <w:lang w:eastAsia="en-GB"/>
              </w:rPr>
              <w:t>To be indicated</w:t>
            </w:r>
          </w:p>
        </w:tc>
      </w:tr>
      <w:tr w:rsidR="00A46CAE" w:rsidRPr="00DC70F1" w14:paraId="0D440AFE" w14:textId="3C9E0D85" w:rsidTr="00A46CAE">
        <w:trPr>
          <w:trHeight w:val="855"/>
        </w:trPr>
        <w:tc>
          <w:tcPr>
            <w:tcW w:w="728" w:type="dxa"/>
            <w:tcBorders>
              <w:top w:val="single" w:sz="4" w:space="0" w:color="auto"/>
              <w:left w:val="single" w:sz="4" w:space="0" w:color="auto"/>
              <w:bottom w:val="single" w:sz="4" w:space="0" w:color="auto"/>
              <w:right w:val="single" w:sz="4" w:space="0" w:color="auto"/>
            </w:tcBorders>
            <w:shd w:val="clear" w:color="000000" w:fill="FCE4D6"/>
            <w:vAlign w:val="center"/>
          </w:tcPr>
          <w:p w14:paraId="4FDAD51B" w14:textId="77777777" w:rsidR="00A46CAE" w:rsidRDefault="00A46CAE" w:rsidP="00A46CAE">
            <w:pPr>
              <w:spacing w:before="0"/>
              <w:jc w:val="center"/>
              <w:rPr>
                <w:rFonts w:eastAsia="Times New Roman"/>
                <w:color w:val="000000"/>
                <w:szCs w:val="24"/>
                <w:lang w:eastAsia="en-GB"/>
              </w:rPr>
            </w:pPr>
            <w:r>
              <w:rPr>
                <w:rFonts w:eastAsia="Times New Roman"/>
                <w:color w:val="000000"/>
                <w:szCs w:val="24"/>
                <w:lang w:eastAsia="en-GB"/>
              </w:rPr>
              <w:t>M3</w:t>
            </w:r>
          </w:p>
        </w:tc>
        <w:tc>
          <w:tcPr>
            <w:tcW w:w="4852" w:type="dxa"/>
            <w:tcBorders>
              <w:top w:val="single" w:sz="4" w:space="0" w:color="auto"/>
              <w:left w:val="single" w:sz="4" w:space="0" w:color="000000"/>
              <w:bottom w:val="single" w:sz="8" w:space="0" w:color="auto"/>
              <w:right w:val="single" w:sz="4" w:space="0" w:color="auto"/>
            </w:tcBorders>
            <w:vAlign w:val="center"/>
          </w:tcPr>
          <w:p w14:paraId="192E5E1A" w14:textId="77777777" w:rsidR="00A46CAE" w:rsidRPr="008E79BD" w:rsidRDefault="00A46CAE" w:rsidP="00A46CAE">
            <w:pPr>
              <w:spacing w:before="0" w:line="240" w:lineRule="atLeast"/>
              <w:jc w:val="left"/>
              <w:rPr>
                <w:szCs w:val="24"/>
              </w:rPr>
            </w:pPr>
            <w:r w:rsidRPr="008E79BD">
              <w:rPr>
                <w:szCs w:val="24"/>
              </w:rPr>
              <w:t>Consistency of  schedule and work  distribution</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DCD780" w14:textId="768C6DC3" w:rsidR="00A46CAE" w:rsidRPr="006F7BAB" w:rsidRDefault="00A46CAE" w:rsidP="00A46CAE">
            <w:pPr>
              <w:spacing w:before="0" w:line="240" w:lineRule="atLeast"/>
              <w:jc w:val="center"/>
              <w:rPr>
                <w:sz w:val="20"/>
                <w:szCs w:val="20"/>
              </w:rPr>
            </w:pPr>
            <w:r w:rsidRPr="0095125C">
              <w:rPr>
                <w:szCs w:val="24"/>
              </w:rPr>
              <w:t>TS8</w:t>
            </w:r>
          </w:p>
        </w:tc>
        <w:tc>
          <w:tcPr>
            <w:tcW w:w="1663" w:type="dxa"/>
            <w:tcBorders>
              <w:top w:val="single" w:sz="4" w:space="0" w:color="auto"/>
              <w:left w:val="nil"/>
              <w:bottom w:val="single" w:sz="4" w:space="0" w:color="auto"/>
              <w:right w:val="single" w:sz="4" w:space="0" w:color="auto"/>
            </w:tcBorders>
            <w:vAlign w:val="center"/>
          </w:tcPr>
          <w:p w14:paraId="16798042" w14:textId="6E386BD2" w:rsidR="00A46CAE" w:rsidRPr="006F7BAB" w:rsidRDefault="00A46CAE" w:rsidP="00A46CAE">
            <w:pPr>
              <w:spacing w:before="0"/>
              <w:jc w:val="center"/>
              <w:rPr>
                <w:rFonts w:eastAsia="Times New Roman"/>
                <w:color w:val="000000"/>
                <w:sz w:val="22"/>
                <w:szCs w:val="24"/>
                <w:lang w:eastAsia="en-GB"/>
              </w:rPr>
            </w:pPr>
            <w:r w:rsidRPr="006F7BAB">
              <w:rPr>
                <w:rFonts w:eastAsia="Times New Roman"/>
                <w:i/>
                <w:color w:val="000000"/>
                <w:sz w:val="22"/>
                <w:szCs w:val="24"/>
                <w:highlight w:val="yellow"/>
                <w:lang w:eastAsia="en-GB"/>
              </w:rPr>
              <w:t>To be indicated</w:t>
            </w:r>
          </w:p>
        </w:tc>
      </w:tr>
    </w:tbl>
    <w:p w14:paraId="29EB4220" w14:textId="7C51BBB3" w:rsidR="008E79BD" w:rsidRDefault="008E79BD" w:rsidP="00DA578D">
      <w:pPr>
        <w:rPr>
          <w:b/>
          <w:color w:val="000000"/>
          <w:szCs w:val="24"/>
          <w:u w:val="single"/>
          <w:lang w:val="en-US" w:eastAsia="en-GB"/>
        </w:rPr>
      </w:pPr>
    </w:p>
    <w:p w14:paraId="669ABBB5" w14:textId="77777777" w:rsidR="008E79BD" w:rsidRDefault="008E79BD">
      <w:pPr>
        <w:spacing w:before="0"/>
        <w:jc w:val="left"/>
        <w:rPr>
          <w:b/>
          <w:color w:val="000000"/>
          <w:szCs w:val="24"/>
          <w:u w:val="single"/>
          <w:lang w:val="en-US" w:eastAsia="en-GB"/>
        </w:rPr>
      </w:pPr>
      <w:r>
        <w:rPr>
          <w:b/>
          <w:color w:val="000000"/>
          <w:szCs w:val="24"/>
          <w:u w:val="single"/>
          <w:lang w:val="en-US" w:eastAsia="en-GB"/>
        </w:rPr>
        <w:br w:type="page"/>
      </w:r>
    </w:p>
    <w:p w14:paraId="32C3FC01" w14:textId="77777777" w:rsidR="008E79BD" w:rsidRPr="00616093" w:rsidRDefault="008E79BD" w:rsidP="008E79BD">
      <w:pPr>
        <w:pBdr>
          <w:top w:val="single" w:sz="4" w:space="1" w:color="auto"/>
          <w:left w:val="single" w:sz="4" w:space="4" w:color="auto"/>
          <w:bottom w:val="single" w:sz="4" w:space="5" w:color="auto"/>
          <w:right w:val="single" w:sz="4" w:space="4" w:color="auto"/>
        </w:pBdr>
        <w:tabs>
          <w:tab w:val="left" w:pos="1134"/>
        </w:tabs>
        <w:spacing w:before="240" w:after="120"/>
        <w:ind w:right="431"/>
        <w:jc w:val="center"/>
        <w:outlineLvl w:val="0"/>
        <w:rPr>
          <w:b/>
          <w:sz w:val="32"/>
        </w:rPr>
      </w:pPr>
      <w:bookmarkStart w:id="12" w:name="_Toc10207490"/>
      <w:bookmarkStart w:id="13" w:name="_Toc11405824"/>
      <w:bookmarkStart w:id="14" w:name="_Toc13731874"/>
      <w:r w:rsidRPr="00616093">
        <w:rPr>
          <w:b/>
          <w:sz w:val="28"/>
        </w:rPr>
        <w:lastRenderedPageBreak/>
        <w:t xml:space="preserve">FORM 8 – </w:t>
      </w:r>
      <w:r w:rsidRPr="00616093">
        <w:rPr>
          <w:b/>
          <w:color w:val="000000"/>
          <w:szCs w:val="24"/>
          <w:lang w:val="en-US" w:eastAsia="en-GB"/>
        </w:rPr>
        <w:t>QA QUESTIONNAIRE</w:t>
      </w:r>
      <w:bookmarkEnd w:id="12"/>
      <w:bookmarkEnd w:id="13"/>
      <w:bookmarkEnd w:id="14"/>
    </w:p>
    <w:p w14:paraId="3DBFA60B" w14:textId="77777777" w:rsidR="00DA578D" w:rsidRPr="00616093" w:rsidRDefault="00DA578D" w:rsidP="00DA578D">
      <w:pPr>
        <w:rPr>
          <w:b/>
          <w:color w:val="000000"/>
          <w:szCs w:val="24"/>
          <w:u w:val="single"/>
          <w:lang w:val="en-US" w:eastAsia="en-GB"/>
        </w:rPr>
      </w:pPr>
    </w:p>
    <w:p w14:paraId="7C083436" w14:textId="1A5DF50D" w:rsidR="00B86C00" w:rsidRPr="009365A7" w:rsidRDefault="00B86C00" w:rsidP="00B86C00">
      <w:pPr>
        <w:tabs>
          <w:tab w:val="right" w:pos="8789"/>
        </w:tabs>
        <w:spacing w:before="0"/>
        <w:rPr>
          <w:b/>
          <w:szCs w:val="24"/>
        </w:rPr>
      </w:pPr>
      <w:r w:rsidRPr="009365A7">
        <w:rPr>
          <w:szCs w:val="24"/>
          <w:lang w:val="es-ES"/>
        </w:rPr>
        <w:t xml:space="preserve">Tender No. </w:t>
      </w:r>
      <w:r w:rsidR="00A46CAE" w:rsidRPr="00A46CAE">
        <w:rPr>
          <w:b/>
          <w:szCs w:val="24"/>
        </w:rPr>
        <w:t>IO/21/OT/10021777/JLE</w:t>
      </w:r>
    </w:p>
    <w:p w14:paraId="61C7F945" w14:textId="77777777" w:rsidR="00B86C00" w:rsidRDefault="00B86C00" w:rsidP="00B86C00">
      <w:pPr>
        <w:tabs>
          <w:tab w:val="right" w:pos="8789"/>
        </w:tabs>
        <w:spacing w:before="0"/>
        <w:ind w:left="540" w:hanging="540"/>
        <w:jc w:val="left"/>
        <w:rPr>
          <w:b/>
          <w:szCs w:val="24"/>
        </w:rPr>
      </w:pPr>
      <w:r w:rsidRPr="009365A7">
        <w:rPr>
          <w:szCs w:val="24"/>
        </w:rPr>
        <w:t xml:space="preserve">Title: </w:t>
      </w:r>
      <w:r w:rsidRPr="001A136E">
        <w:rPr>
          <w:b/>
          <w:szCs w:val="24"/>
        </w:rPr>
        <w:t>DMS Fast Shutter - Concept design and proof-of-principle prototyping/testing design</w:t>
      </w:r>
    </w:p>
    <w:p w14:paraId="26D62A47" w14:textId="77777777" w:rsidR="00DA578D" w:rsidRDefault="00DA578D" w:rsidP="00DA578D">
      <w:pPr>
        <w:rPr>
          <w:color w:val="000000"/>
          <w:szCs w:val="24"/>
          <w:lang w:eastAsia="en-GB"/>
        </w:rPr>
      </w:pPr>
    </w:p>
    <w:p w14:paraId="0120AD47" w14:textId="77777777" w:rsidR="00BA5937" w:rsidRPr="00BA5937" w:rsidRDefault="00BA5937" w:rsidP="00DA578D">
      <w:pPr>
        <w:rPr>
          <w:color w:val="000000"/>
          <w:szCs w:val="24"/>
          <w:lang w:eastAsia="en-GB"/>
        </w:rPr>
      </w:pPr>
    </w:p>
    <w:tbl>
      <w:tblPr>
        <w:tblW w:w="9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5948"/>
      </w:tblGrid>
      <w:tr w:rsidR="00DA578D" w:rsidRPr="00616093" w14:paraId="008045DD" w14:textId="77777777" w:rsidTr="00386EE7">
        <w:trPr>
          <w:cantSplit/>
          <w:trHeight w:val="20"/>
        </w:trPr>
        <w:tc>
          <w:tcPr>
            <w:tcW w:w="9322" w:type="dxa"/>
            <w:gridSpan w:val="2"/>
            <w:tcBorders>
              <w:top w:val="single" w:sz="4" w:space="0" w:color="auto"/>
              <w:left w:val="single" w:sz="4" w:space="0" w:color="auto"/>
              <w:bottom w:val="single" w:sz="4" w:space="0" w:color="auto"/>
              <w:right w:val="single" w:sz="4" w:space="0" w:color="auto"/>
            </w:tcBorders>
            <w:hideMark/>
          </w:tcPr>
          <w:p w14:paraId="5DA43B35" w14:textId="77777777" w:rsidR="00DA578D" w:rsidRPr="00616093" w:rsidRDefault="00DA578D" w:rsidP="00386EE7">
            <w:pPr>
              <w:rPr>
                <w:color w:val="000000"/>
                <w:szCs w:val="24"/>
                <w:lang w:val="en-US" w:eastAsia="en-GB"/>
              </w:rPr>
            </w:pPr>
            <w:r w:rsidRPr="00616093">
              <w:rPr>
                <w:color w:val="000000"/>
                <w:szCs w:val="24"/>
                <w:lang w:val="en-US" w:eastAsia="en-GB"/>
              </w:rPr>
              <w:t>Please answer the following questions regarding Quality Assurance, the purpose of which is to assess pre-qualification for the supply of services to the ITER Organization</w:t>
            </w:r>
          </w:p>
        </w:tc>
      </w:tr>
      <w:tr w:rsidR="00DA578D" w:rsidRPr="00616093" w14:paraId="75BBA2A3" w14:textId="77777777" w:rsidTr="00386EE7">
        <w:trPr>
          <w:cantSplit/>
          <w:trHeight w:val="633"/>
        </w:trPr>
        <w:tc>
          <w:tcPr>
            <w:tcW w:w="3369" w:type="dxa"/>
            <w:tcBorders>
              <w:top w:val="single" w:sz="4" w:space="0" w:color="auto"/>
              <w:left w:val="single" w:sz="4" w:space="0" w:color="auto"/>
              <w:bottom w:val="single" w:sz="4" w:space="0" w:color="auto"/>
              <w:right w:val="single" w:sz="4" w:space="0" w:color="auto"/>
            </w:tcBorders>
            <w:hideMark/>
          </w:tcPr>
          <w:p w14:paraId="5404D38D" w14:textId="77777777" w:rsidR="00DA578D" w:rsidRPr="00616093" w:rsidRDefault="00DA578D" w:rsidP="00386EE7">
            <w:pPr>
              <w:rPr>
                <w:b/>
                <w:bCs/>
                <w:color w:val="000000"/>
                <w:szCs w:val="24"/>
                <w:lang w:val="en-US" w:eastAsia="en-GB"/>
              </w:rPr>
            </w:pPr>
            <w:r w:rsidRPr="00616093">
              <w:rPr>
                <w:b/>
                <w:bCs/>
                <w:color w:val="000000"/>
                <w:szCs w:val="24"/>
                <w:lang w:val="en-US" w:eastAsia="en-GB"/>
              </w:rPr>
              <w:t xml:space="preserve">1. Candidate Number </w:t>
            </w:r>
            <w:r w:rsidRPr="00616093">
              <w:rPr>
                <w:bCs/>
                <w:i/>
                <w:color w:val="000000"/>
                <w:szCs w:val="24"/>
                <w:lang w:val="en-US" w:eastAsia="en-GB"/>
              </w:rPr>
              <w:t>(if applicable):</w:t>
            </w:r>
          </w:p>
        </w:tc>
        <w:tc>
          <w:tcPr>
            <w:tcW w:w="5953" w:type="dxa"/>
            <w:tcBorders>
              <w:top w:val="single" w:sz="4" w:space="0" w:color="auto"/>
              <w:left w:val="single" w:sz="4" w:space="0" w:color="auto"/>
              <w:bottom w:val="single" w:sz="4" w:space="0" w:color="auto"/>
              <w:right w:val="single" w:sz="4" w:space="0" w:color="auto"/>
            </w:tcBorders>
          </w:tcPr>
          <w:p w14:paraId="58349EC4" w14:textId="77777777" w:rsidR="00DA578D" w:rsidRPr="00616093" w:rsidRDefault="00DA578D" w:rsidP="00386EE7">
            <w:pPr>
              <w:rPr>
                <w:color w:val="000000"/>
                <w:szCs w:val="24"/>
                <w:lang w:val="en-US" w:eastAsia="en-GB"/>
              </w:rPr>
            </w:pPr>
          </w:p>
        </w:tc>
      </w:tr>
      <w:tr w:rsidR="00DA578D" w:rsidRPr="00616093" w14:paraId="6F7DB849" w14:textId="77777777" w:rsidTr="00386EE7">
        <w:trPr>
          <w:cantSplit/>
          <w:trHeight w:val="343"/>
        </w:trPr>
        <w:tc>
          <w:tcPr>
            <w:tcW w:w="3369" w:type="dxa"/>
            <w:tcBorders>
              <w:top w:val="single" w:sz="4" w:space="0" w:color="auto"/>
              <w:left w:val="single" w:sz="4" w:space="0" w:color="auto"/>
              <w:bottom w:val="single" w:sz="4" w:space="0" w:color="auto"/>
              <w:right w:val="single" w:sz="4" w:space="0" w:color="auto"/>
            </w:tcBorders>
            <w:hideMark/>
          </w:tcPr>
          <w:p w14:paraId="3A5B3476" w14:textId="77777777" w:rsidR="00DA578D" w:rsidRPr="00616093" w:rsidRDefault="00DA578D" w:rsidP="00386EE7">
            <w:pPr>
              <w:rPr>
                <w:b/>
                <w:bCs/>
                <w:color w:val="000000"/>
                <w:szCs w:val="24"/>
                <w:lang w:val="en-US" w:eastAsia="en-GB"/>
              </w:rPr>
            </w:pPr>
            <w:r w:rsidRPr="00616093">
              <w:rPr>
                <w:b/>
                <w:bCs/>
                <w:color w:val="000000"/>
                <w:szCs w:val="24"/>
                <w:lang w:val="en-US" w:eastAsia="en-GB"/>
              </w:rPr>
              <w:t>2. Name of Proposed Supplier:</w:t>
            </w:r>
          </w:p>
        </w:tc>
        <w:tc>
          <w:tcPr>
            <w:tcW w:w="5953" w:type="dxa"/>
            <w:tcBorders>
              <w:top w:val="single" w:sz="4" w:space="0" w:color="auto"/>
              <w:left w:val="single" w:sz="4" w:space="0" w:color="auto"/>
              <w:bottom w:val="single" w:sz="4" w:space="0" w:color="auto"/>
              <w:right w:val="single" w:sz="4" w:space="0" w:color="auto"/>
            </w:tcBorders>
          </w:tcPr>
          <w:p w14:paraId="57F86669" w14:textId="77777777" w:rsidR="00DA578D" w:rsidRPr="00616093" w:rsidRDefault="00DA578D" w:rsidP="00386EE7">
            <w:pPr>
              <w:rPr>
                <w:color w:val="000000"/>
                <w:szCs w:val="24"/>
                <w:lang w:val="en-US" w:eastAsia="en-GB"/>
              </w:rPr>
            </w:pPr>
          </w:p>
        </w:tc>
      </w:tr>
    </w:tbl>
    <w:p w14:paraId="4513C92C" w14:textId="77777777" w:rsidR="00DA578D" w:rsidRPr="00616093" w:rsidRDefault="00DA578D" w:rsidP="00DA578D">
      <w:pPr>
        <w:rPr>
          <w:color w:val="000000"/>
          <w:szCs w:val="24"/>
          <w:lang w:val="en-US" w:eastAsia="en-GB"/>
        </w:rPr>
      </w:pPr>
    </w:p>
    <w:tbl>
      <w:tblPr>
        <w:tblW w:w="93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6"/>
        <w:gridCol w:w="6799"/>
      </w:tblGrid>
      <w:tr w:rsidR="00DA578D" w:rsidRPr="00616093" w14:paraId="5CD7B638" w14:textId="77777777" w:rsidTr="00386EE7">
        <w:trPr>
          <w:cantSplit/>
          <w:trHeight w:val="534"/>
        </w:trPr>
        <w:tc>
          <w:tcPr>
            <w:tcW w:w="2518" w:type="dxa"/>
            <w:tcBorders>
              <w:top w:val="single" w:sz="4" w:space="0" w:color="auto"/>
              <w:left w:val="single" w:sz="4" w:space="0" w:color="auto"/>
              <w:bottom w:val="single" w:sz="4" w:space="0" w:color="auto"/>
              <w:right w:val="single" w:sz="4" w:space="0" w:color="auto"/>
            </w:tcBorders>
            <w:vAlign w:val="center"/>
            <w:hideMark/>
          </w:tcPr>
          <w:p w14:paraId="2319722E" w14:textId="77777777" w:rsidR="00DA578D" w:rsidRPr="00616093" w:rsidRDefault="00DA578D" w:rsidP="00386EE7">
            <w:pPr>
              <w:rPr>
                <w:b/>
                <w:bCs/>
                <w:color w:val="000000"/>
                <w:szCs w:val="24"/>
                <w:lang w:val="en-US" w:eastAsia="en-GB"/>
              </w:rPr>
            </w:pPr>
            <w:r w:rsidRPr="00616093">
              <w:rPr>
                <w:b/>
                <w:bCs/>
                <w:color w:val="000000"/>
                <w:szCs w:val="24"/>
                <w:lang w:val="en-US" w:eastAsia="en-GB"/>
              </w:rPr>
              <w:t>3. Nature of Business</w:t>
            </w:r>
          </w:p>
        </w:tc>
        <w:tc>
          <w:tcPr>
            <w:tcW w:w="6804" w:type="dxa"/>
            <w:tcBorders>
              <w:top w:val="single" w:sz="4" w:space="0" w:color="auto"/>
              <w:left w:val="single" w:sz="4" w:space="0" w:color="auto"/>
              <w:bottom w:val="single" w:sz="4" w:space="0" w:color="auto"/>
              <w:right w:val="single" w:sz="4" w:space="0" w:color="auto"/>
            </w:tcBorders>
            <w:vAlign w:val="center"/>
          </w:tcPr>
          <w:p w14:paraId="223E1658" w14:textId="77777777" w:rsidR="00DA578D" w:rsidRPr="00616093" w:rsidRDefault="00DA578D" w:rsidP="00386EE7">
            <w:pPr>
              <w:rPr>
                <w:b/>
                <w:bCs/>
                <w:color w:val="000000"/>
                <w:szCs w:val="24"/>
                <w:lang w:val="en-US" w:eastAsia="en-GB"/>
              </w:rPr>
            </w:pPr>
          </w:p>
          <w:p w14:paraId="42EBFA52" w14:textId="77777777" w:rsidR="00DA578D" w:rsidRPr="00616093" w:rsidRDefault="00DA578D" w:rsidP="00386EE7">
            <w:pPr>
              <w:rPr>
                <w:b/>
                <w:bCs/>
                <w:color w:val="000000"/>
                <w:szCs w:val="24"/>
                <w:lang w:val="en-US" w:eastAsia="en-GB"/>
              </w:rPr>
            </w:pPr>
          </w:p>
          <w:p w14:paraId="71EEF926" w14:textId="77777777" w:rsidR="00DA578D" w:rsidRPr="00616093" w:rsidRDefault="00DA578D" w:rsidP="00386EE7">
            <w:pPr>
              <w:rPr>
                <w:b/>
                <w:bCs/>
                <w:color w:val="000000"/>
                <w:szCs w:val="24"/>
                <w:lang w:val="en-US" w:eastAsia="en-GB"/>
              </w:rPr>
            </w:pPr>
          </w:p>
          <w:p w14:paraId="77D90D14" w14:textId="77777777" w:rsidR="00DA578D" w:rsidRPr="00616093" w:rsidRDefault="00DA578D" w:rsidP="00386EE7">
            <w:pPr>
              <w:rPr>
                <w:b/>
                <w:bCs/>
                <w:color w:val="000000"/>
                <w:szCs w:val="24"/>
                <w:lang w:val="en-US" w:eastAsia="en-GB"/>
              </w:rPr>
            </w:pPr>
          </w:p>
        </w:tc>
      </w:tr>
    </w:tbl>
    <w:p w14:paraId="5A766938" w14:textId="77777777" w:rsidR="00DA578D" w:rsidRPr="00616093" w:rsidRDefault="00DA578D" w:rsidP="00DA578D">
      <w:pPr>
        <w:rPr>
          <w:color w:val="000000"/>
          <w:szCs w:val="24"/>
          <w:lang w:val="en-US" w:eastAsia="en-GB"/>
        </w:rPr>
      </w:pPr>
    </w:p>
    <w:tbl>
      <w:tblPr>
        <w:tblW w:w="93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83"/>
        <w:gridCol w:w="2555"/>
        <w:gridCol w:w="992"/>
        <w:gridCol w:w="985"/>
      </w:tblGrid>
      <w:tr w:rsidR="00DA578D" w:rsidRPr="00616093" w14:paraId="64BE99C0" w14:textId="77777777" w:rsidTr="00386EE7">
        <w:trPr>
          <w:cantSplit/>
          <w:trHeight w:val="534"/>
        </w:trPr>
        <w:tc>
          <w:tcPr>
            <w:tcW w:w="9315" w:type="dxa"/>
            <w:gridSpan w:val="4"/>
            <w:tcBorders>
              <w:top w:val="single" w:sz="4" w:space="0" w:color="auto"/>
              <w:left w:val="single" w:sz="4" w:space="0" w:color="auto"/>
              <w:bottom w:val="single" w:sz="4" w:space="0" w:color="auto"/>
              <w:right w:val="single" w:sz="4" w:space="0" w:color="auto"/>
            </w:tcBorders>
            <w:vAlign w:val="center"/>
            <w:hideMark/>
          </w:tcPr>
          <w:p w14:paraId="0BAF723F" w14:textId="77777777" w:rsidR="00DA578D" w:rsidRPr="00616093" w:rsidRDefault="00DA578D" w:rsidP="00386EE7">
            <w:pPr>
              <w:rPr>
                <w:b/>
                <w:bCs/>
                <w:color w:val="000000"/>
                <w:szCs w:val="24"/>
                <w:lang w:val="en-US" w:eastAsia="en-GB"/>
              </w:rPr>
            </w:pPr>
            <w:r w:rsidRPr="00616093">
              <w:rPr>
                <w:b/>
                <w:bCs/>
                <w:color w:val="000000"/>
                <w:szCs w:val="24"/>
                <w:lang w:val="en-US" w:eastAsia="en-GB"/>
              </w:rPr>
              <w:t>4. Qualification</w:t>
            </w:r>
          </w:p>
        </w:tc>
      </w:tr>
      <w:tr w:rsidR="00DA578D" w:rsidRPr="00616093" w14:paraId="2CD0B395" w14:textId="77777777" w:rsidTr="00386EE7">
        <w:trPr>
          <w:cantSplit/>
          <w:trHeight w:val="390"/>
        </w:trPr>
        <w:tc>
          <w:tcPr>
            <w:tcW w:w="7338" w:type="dxa"/>
            <w:gridSpan w:val="2"/>
            <w:tcBorders>
              <w:top w:val="single" w:sz="4" w:space="0" w:color="auto"/>
              <w:left w:val="single" w:sz="4" w:space="0" w:color="auto"/>
              <w:bottom w:val="single" w:sz="4" w:space="0" w:color="auto"/>
              <w:right w:val="single" w:sz="4" w:space="0" w:color="auto"/>
            </w:tcBorders>
            <w:hideMark/>
          </w:tcPr>
          <w:p w14:paraId="7F1D43CC" w14:textId="77777777" w:rsidR="00DA578D" w:rsidRPr="00616093" w:rsidRDefault="00DA578D" w:rsidP="00386EE7">
            <w:pPr>
              <w:rPr>
                <w:color w:val="000000"/>
                <w:szCs w:val="24"/>
                <w:lang w:val="en-US" w:eastAsia="en-GB"/>
              </w:rPr>
            </w:pPr>
            <w:r w:rsidRPr="00616093">
              <w:rPr>
                <w:color w:val="000000"/>
                <w:szCs w:val="24"/>
                <w:lang w:val="en-US" w:eastAsia="en-GB"/>
              </w:rPr>
              <w:t xml:space="preserve"> Does the company have a Quality Manual (or </w:t>
            </w:r>
            <w:proofErr w:type="spellStart"/>
            <w:r w:rsidRPr="00616093">
              <w:rPr>
                <w:color w:val="000000"/>
                <w:szCs w:val="24"/>
                <w:lang w:val="en-US" w:eastAsia="en-GB"/>
              </w:rPr>
              <w:t>Programme</w:t>
            </w:r>
            <w:proofErr w:type="spellEnd"/>
            <w:r w:rsidRPr="00616093">
              <w:rPr>
                <w:color w:val="000000"/>
                <w:szCs w:val="24"/>
                <w:lang w:val="en-US" w:eastAsia="en-GB"/>
              </w:rPr>
              <w:t xml:space="preserve">)? </w:t>
            </w:r>
          </w:p>
        </w:tc>
        <w:tc>
          <w:tcPr>
            <w:tcW w:w="992" w:type="dxa"/>
            <w:tcBorders>
              <w:top w:val="single" w:sz="4" w:space="0" w:color="auto"/>
              <w:left w:val="single" w:sz="4" w:space="0" w:color="auto"/>
              <w:bottom w:val="single" w:sz="4" w:space="0" w:color="auto"/>
              <w:right w:val="single" w:sz="4" w:space="0" w:color="auto"/>
            </w:tcBorders>
            <w:vAlign w:val="center"/>
            <w:hideMark/>
          </w:tcPr>
          <w:p w14:paraId="20BEDC47" w14:textId="77777777" w:rsidR="00DA578D" w:rsidRPr="00616093" w:rsidRDefault="00DA578D" w:rsidP="00386EE7">
            <w:pPr>
              <w:rPr>
                <w:b/>
                <w:color w:val="000000"/>
                <w:szCs w:val="24"/>
                <w:lang w:val="en-US" w:eastAsia="en-GB"/>
              </w:rPr>
            </w:pPr>
            <w:r w:rsidRPr="00616093">
              <w:rPr>
                <w:b/>
                <w:color w:val="000000"/>
                <w:szCs w:val="24"/>
                <w:lang w:val="en-US" w:eastAsia="en-GB"/>
              </w:rPr>
              <w:t>Yes</w:t>
            </w:r>
          </w:p>
        </w:tc>
        <w:tc>
          <w:tcPr>
            <w:tcW w:w="985" w:type="dxa"/>
            <w:tcBorders>
              <w:top w:val="single" w:sz="4" w:space="0" w:color="auto"/>
              <w:left w:val="single" w:sz="4" w:space="0" w:color="auto"/>
              <w:bottom w:val="single" w:sz="4" w:space="0" w:color="auto"/>
              <w:right w:val="single" w:sz="4" w:space="0" w:color="auto"/>
            </w:tcBorders>
            <w:vAlign w:val="center"/>
            <w:hideMark/>
          </w:tcPr>
          <w:p w14:paraId="55154A50" w14:textId="77777777" w:rsidR="00DA578D" w:rsidRPr="00616093" w:rsidRDefault="00DA578D" w:rsidP="00386EE7">
            <w:pPr>
              <w:rPr>
                <w:b/>
                <w:color w:val="000000"/>
                <w:szCs w:val="24"/>
                <w:lang w:val="en-US" w:eastAsia="en-GB"/>
              </w:rPr>
            </w:pPr>
            <w:r w:rsidRPr="00616093">
              <w:rPr>
                <w:b/>
                <w:color w:val="000000"/>
                <w:szCs w:val="24"/>
                <w:lang w:val="en-US" w:eastAsia="en-GB"/>
              </w:rPr>
              <w:t>No</w:t>
            </w:r>
          </w:p>
        </w:tc>
      </w:tr>
      <w:tr w:rsidR="00DA578D" w:rsidRPr="00616093" w14:paraId="12E47918" w14:textId="77777777" w:rsidTr="00386EE7">
        <w:trPr>
          <w:cantSplit/>
          <w:trHeight w:val="335"/>
        </w:trPr>
        <w:tc>
          <w:tcPr>
            <w:tcW w:w="7338" w:type="dxa"/>
            <w:gridSpan w:val="2"/>
            <w:tcBorders>
              <w:top w:val="single" w:sz="4" w:space="0" w:color="auto"/>
              <w:left w:val="single" w:sz="4" w:space="0" w:color="auto"/>
              <w:bottom w:val="single" w:sz="4" w:space="0" w:color="auto"/>
              <w:right w:val="single" w:sz="4" w:space="0" w:color="auto"/>
            </w:tcBorders>
            <w:hideMark/>
          </w:tcPr>
          <w:p w14:paraId="5D8630C5" w14:textId="77777777" w:rsidR="00DA578D" w:rsidRPr="00616093" w:rsidRDefault="00DA578D" w:rsidP="00386EE7">
            <w:pPr>
              <w:rPr>
                <w:color w:val="000000"/>
                <w:szCs w:val="24"/>
                <w:lang w:val="en-US" w:eastAsia="en-GB"/>
              </w:rPr>
            </w:pPr>
            <w:r w:rsidRPr="00616093">
              <w:rPr>
                <w:color w:val="000000"/>
                <w:szCs w:val="24"/>
                <w:lang w:val="en-US" w:eastAsia="en-GB"/>
              </w:rPr>
              <w:t xml:space="preserve">Has the company’s Quality System been approved to any International or National Standard? </w:t>
            </w:r>
          </w:p>
        </w:tc>
        <w:tc>
          <w:tcPr>
            <w:tcW w:w="992" w:type="dxa"/>
            <w:tcBorders>
              <w:top w:val="single" w:sz="4" w:space="0" w:color="auto"/>
              <w:left w:val="single" w:sz="4" w:space="0" w:color="auto"/>
              <w:bottom w:val="single" w:sz="4" w:space="0" w:color="auto"/>
              <w:right w:val="single" w:sz="4" w:space="0" w:color="auto"/>
            </w:tcBorders>
            <w:vAlign w:val="center"/>
            <w:hideMark/>
          </w:tcPr>
          <w:p w14:paraId="0009E703" w14:textId="77777777" w:rsidR="00DA578D" w:rsidRPr="00616093" w:rsidRDefault="00DA578D" w:rsidP="00386EE7">
            <w:pPr>
              <w:rPr>
                <w:b/>
                <w:bCs/>
                <w:color w:val="000000"/>
                <w:szCs w:val="24"/>
                <w:lang w:val="en-US" w:eastAsia="en-GB"/>
              </w:rPr>
            </w:pPr>
            <w:r w:rsidRPr="00616093">
              <w:rPr>
                <w:b/>
                <w:bCs/>
                <w:color w:val="000000"/>
                <w:szCs w:val="24"/>
                <w:lang w:val="en-US" w:eastAsia="en-GB"/>
              </w:rPr>
              <w:t>Yes</w:t>
            </w:r>
          </w:p>
        </w:tc>
        <w:tc>
          <w:tcPr>
            <w:tcW w:w="985" w:type="dxa"/>
            <w:tcBorders>
              <w:top w:val="single" w:sz="4" w:space="0" w:color="auto"/>
              <w:left w:val="single" w:sz="4" w:space="0" w:color="auto"/>
              <w:bottom w:val="single" w:sz="4" w:space="0" w:color="auto"/>
              <w:right w:val="single" w:sz="4" w:space="0" w:color="auto"/>
            </w:tcBorders>
            <w:vAlign w:val="center"/>
            <w:hideMark/>
          </w:tcPr>
          <w:p w14:paraId="16F011B8" w14:textId="77777777" w:rsidR="00DA578D" w:rsidRPr="00616093" w:rsidRDefault="00DA578D" w:rsidP="00386EE7">
            <w:pPr>
              <w:rPr>
                <w:b/>
                <w:bCs/>
                <w:color w:val="000000"/>
                <w:szCs w:val="24"/>
                <w:lang w:val="en-US" w:eastAsia="en-GB"/>
              </w:rPr>
            </w:pPr>
            <w:r w:rsidRPr="00616093">
              <w:rPr>
                <w:b/>
                <w:bCs/>
                <w:color w:val="000000"/>
                <w:szCs w:val="24"/>
                <w:lang w:val="en-US" w:eastAsia="en-GB"/>
              </w:rPr>
              <w:t>No</w:t>
            </w:r>
          </w:p>
        </w:tc>
      </w:tr>
      <w:tr w:rsidR="00DA578D" w:rsidRPr="00616093" w14:paraId="31F09B0B" w14:textId="77777777" w:rsidTr="00386EE7">
        <w:trPr>
          <w:cantSplit/>
          <w:trHeight w:val="262"/>
        </w:trPr>
        <w:tc>
          <w:tcPr>
            <w:tcW w:w="7338" w:type="dxa"/>
            <w:gridSpan w:val="2"/>
            <w:tcBorders>
              <w:top w:val="single" w:sz="4" w:space="0" w:color="auto"/>
              <w:left w:val="single" w:sz="4" w:space="0" w:color="auto"/>
              <w:bottom w:val="single" w:sz="4" w:space="0" w:color="auto"/>
              <w:right w:val="single" w:sz="4" w:space="0" w:color="auto"/>
            </w:tcBorders>
            <w:hideMark/>
          </w:tcPr>
          <w:p w14:paraId="62064628" w14:textId="77777777" w:rsidR="00DA578D" w:rsidRPr="00616093" w:rsidRDefault="00DA578D" w:rsidP="00386EE7">
            <w:pPr>
              <w:rPr>
                <w:color w:val="000000"/>
                <w:szCs w:val="24"/>
                <w:lang w:val="en-US" w:eastAsia="en-GB"/>
              </w:rPr>
            </w:pPr>
            <w:r w:rsidRPr="00616093">
              <w:rPr>
                <w:color w:val="000000"/>
                <w:szCs w:val="24"/>
                <w:lang w:val="en-US" w:eastAsia="en-GB"/>
              </w:rPr>
              <w:t>If no, does the company use written procedures?</w:t>
            </w:r>
          </w:p>
        </w:tc>
        <w:tc>
          <w:tcPr>
            <w:tcW w:w="992" w:type="dxa"/>
            <w:tcBorders>
              <w:top w:val="single" w:sz="4" w:space="0" w:color="auto"/>
              <w:left w:val="single" w:sz="4" w:space="0" w:color="auto"/>
              <w:bottom w:val="single" w:sz="4" w:space="0" w:color="auto"/>
              <w:right w:val="single" w:sz="4" w:space="0" w:color="auto"/>
            </w:tcBorders>
            <w:vAlign w:val="center"/>
            <w:hideMark/>
          </w:tcPr>
          <w:p w14:paraId="25BE5C45" w14:textId="77777777" w:rsidR="00DA578D" w:rsidRPr="00616093" w:rsidRDefault="00DA578D" w:rsidP="00386EE7">
            <w:pPr>
              <w:rPr>
                <w:b/>
                <w:bCs/>
                <w:color w:val="000000"/>
                <w:szCs w:val="24"/>
                <w:lang w:val="en-US" w:eastAsia="en-GB"/>
              </w:rPr>
            </w:pPr>
            <w:r w:rsidRPr="00616093">
              <w:rPr>
                <w:b/>
                <w:bCs/>
                <w:color w:val="000000"/>
                <w:szCs w:val="24"/>
                <w:lang w:val="en-US" w:eastAsia="en-GB"/>
              </w:rPr>
              <w:t>Yes</w:t>
            </w:r>
          </w:p>
        </w:tc>
        <w:tc>
          <w:tcPr>
            <w:tcW w:w="985" w:type="dxa"/>
            <w:tcBorders>
              <w:top w:val="single" w:sz="4" w:space="0" w:color="auto"/>
              <w:left w:val="single" w:sz="4" w:space="0" w:color="auto"/>
              <w:bottom w:val="single" w:sz="4" w:space="0" w:color="auto"/>
              <w:right w:val="single" w:sz="4" w:space="0" w:color="auto"/>
            </w:tcBorders>
            <w:vAlign w:val="center"/>
            <w:hideMark/>
          </w:tcPr>
          <w:p w14:paraId="12E68E5F" w14:textId="77777777" w:rsidR="00DA578D" w:rsidRPr="00616093" w:rsidRDefault="00DA578D" w:rsidP="00386EE7">
            <w:pPr>
              <w:rPr>
                <w:b/>
                <w:bCs/>
                <w:color w:val="000000"/>
                <w:szCs w:val="24"/>
                <w:lang w:val="en-US" w:eastAsia="en-GB"/>
              </w:rPr>
            </w:pPr>
            <w:r w:rsidRPr="00616093">
              <w:rPr>
                <w:b/>
                <w:bCs/>
                <w:color w:val="000000"/>
                <w:szCs w:val="24"/>
                <w:lang w:val="en-US" w:eastAsia="en-GB"/>
              </w:rPr>
              <w:t>No</w:t>
            </w:r>
          </w:p>
        </w:tc>
      </w:tr>
      <w:tr w:rsidR="00DA578D" w:rsidRPr="00616093" w14:paraId="22D88AAC" w14:textId="77777777" w:rsidTr="00386EE7">
        <w:trPr>
          <w:cantSplit/>
          <w:trHeight w:val="20"/>
        </w:trPr>
        <w:tc>
          <w:tcPr>
            <w:tcW w:w="4783" w:type="dxa"/>
            <w:tcBorders>
              <w:top w:val="single" w:sz="4" w:space="0" w:color="auto"/>
              <w:left w:val="single" w:sz="4" w:space="0" w:color="auto"/>
              <w:bottom w:val="single" w:sz="4" w:space="0" w:color="auto"/>
              <w:right w:val="single" w:sz="4" w:space="0" w:color="auto"/>
            </w:tcBorders>
            <w:hideMark/>
          </w:tcPr>
          <w:p w14:paraId="7678C83D" w14:textId="77777777" w:rsidR="00DA578D" w:rsidRPr="00616093" w:rsidRDefault="00DA578D" w:rsidP="00386EE7">
            <w:pPr>
              <w:rPr>
                <w:color w:val="000000"/>
                <w:szCs w:val="24"/>
                <w:lang w:val="en-US" w:eastAsia="en-GB"/>
              </w:rPr>
            </w:pPr>
            <w:r w:rsidRPr="00616093">
              <w:rPr>
                <w:color w:val="000000"/>
                <w:szCs w:val="24"/>
                <w:lang w:val="en-US" w:eastAsia="en-GB"/>
              </w:rPr>
              <w:t>If yes, please indicate the relevant Standard:</w:t>
            </w:r>
          </w:p>
        </w:tc>
        <w:tc>
          <w:tcPr>
            <w:tcW w:w="4532" w:type="dxa"/>
            <w:gridSpan w:val="3"/>
            <w:tcBorders>
              <w:top w:val="single" w:sz="4" w:space="0" w:color="auto"/>
              <w:left w:val="single" w:sz="4" w:space="0" w:color="auto"/>
              <w:bottom w:val="single" w:sz="4" w:space="0" w:color="auto"/>
              <w:right w:val="single" w:sz="4" w:space="0" w:color="auto"/>
            </w:tcBorders>
          </w:tcPr>
          <w:p w14:paraId="12A6C4CC" w14:textId="77777777" w:rsidR="00DA578D" w:rsidRPr="00616093" w:rsidRDefault="00DA578D" w:rsidP="00386EE7">
            <w:pPr>
              <w:rPr>
                <w:color w:val="000000"/>
                <w:szCs w:val="24"/>
                <w:lang w:val="en-US" w:eastAsia="en-GB"/>
              </w:rPr>
            </w:pPr>
          </w:p>
        </w:tc>
      </w:tr>
      <w:tr w:rsidR="00DA578D" w:rsidRPr="00616093" w14:paraId="51FE39C3" w14:textId="77777777" w:rsidTr="00386EE7">
        <w:trPr>
          <w:cantSplit/>
          <w:trHeight w:val="20"/>
        </w:trPr>
        <w:tc>
          <w:tcPr>
            <w:tcW w:w="4783" w:type="dxa"/>
            <w:tcBorders>
              <w:top w:val="single" w:sz="4" w:space="0" w:color="auto"/>
              <w:left w:val="single" w:sz="4" w:space="0" w:color="auto"/>
              <w:bottom w:val="single" w:sz="4" w:space="0" w:color="auto"/>
              <w:right w:val="single" w:sz="4" w:space="0" w:color="auto"/>
            </w:tcBorders>
            <w:hideMark/>
          </w:tcPr>
          <w:p w14:paraId="684CA3AD" w14:textId="77777777" w:rsidR="00DA578D" w:rsidRPr="00616093" w:rsidRDefault="00DA578D" w:rsidP="00386EE7">
            <w:pPr>
              <w:rPr>
                <w:i/>
                <w:iCs/>
                <w:color w:val="000000"/>
                <w:szCs w:val="24"/>
                <w:lang w:val="en-US" w:eastAsia="en-GB"/>
              </w:rPr>
            </w:pPr>
            <w:r w:rsidRPr="00616093">
              <w:rPr>
                <w:color w:val="000000"/>
                <w:szCs w:val="24"/>
                <w:lang w:val="en-US" w:eastAsia="en-GB"/>
              </w:rPr>
              <w:t>Approval Authority:</w:t>
            </w:r>
          </w:p>
        </w:tc>
        <w:tc>
          <w:tcPr>
            <w:tcW w:w="4532" w:type="dxa"/>
            <w:gridSpan w:val="3"/>
            <w:tcBorders>
              <w:top w:val="single" w:sz="4" w:space="0" w:color="auto"/>
              <w:left w:val="single" w:sz="4" w:space="0" w:color="auto"/>
              <w:bottom w:val="single" w:sz="4" w:space="0" w:color="auto"/>
              <w:right w:val="single" w:sz="4" w:space="0" w:color="auto"/>
            </w:tcBorders>
          </w:tcPr>
          <w:p w14:paraId="5F3010B8" w14:textId="77777777" w:rsidR="00DA578D" w:rsidRPr="00616093" w:rsidRDefault="00DA578D" w:rsidP="00386EE7">
            <w:pPr>
              <w:rPr>
                <w:color w:val="000000"/>
                <w:szCs w:val="24"/>
                <w:lang w:val="en-US" w:eastAsia="en-GB"/>
              </w:rPr>
            </w:pPr>
          </w:p>
        </w:tc>
      </w:tr>
      <w:tr w:rsidR="00DA578D" w:rsidRPr="00616093" w14:paraId="4729EB1C" w14:textId="77777777" w:rsidTr="00386EE7">
        <w:trPr>
          <w:cantSplit/>
          <w:trHeight w:val="20"/>
        </w:trPr>
        <w:tc>
          <w:tcPr>
            <w:tcW w:w="4783" w:type="dxa"/>
            <w:tcBorders>
              <w:top w:val="single" w:sz="4" w:space="0" w:color="auto"/>
              <w:left w:val="single" w:sz="4" w:space="0" w:color="auto"/>
              <w:bottom w:val="single" w:sz="4" w:space="0" w:color="auto"/>
              <w:right w:val="single" w:sz="4" w:space="0" w:color="auto"/>
            </w:tcBorders>
            <w:hideMark/>
          </w:tcPr>
          <w:p w14:paraId="20FABC4B" w14:textId="77777777" w:rsidR="00DA578D" w:rsidRPr="00616093" w:rsidRDefault="00DA578D" w:rsidP="00386EE7">
            <w:pPr>
              <w:rPr>
                <w:color w:val="000000"/>
                <w:szCs w:val="24"/>
                <w:lang w:val="en-US" w:eastAsia="en-GB"/>
              </w:rPr>
            </w:pPr>
            <w:r w:rsidRPr="00616093">
              <w:rPr>
                <w:color w:val="000000"/>
                <w:szCs w:val="24"/>
                <w:lang w:val="en-US" w:eastAsia="en-GB"/>
              </w:rPr>
              <w:t>Date of Approval:</w:t>
            </w:r>
          </w:p>
        </w:tc>
        <w:tc>
          <w:tcPr>
            <w:tcW w:w="4532" w:type="dxa"/>
            <w:gridSpan w:val="3"/>
            <w:tcBorders>
              <w:top w:val="single" w:sz="4" w:space="0" w:color="auto"/>
              <w:left w:val="single" w:sz="4" w:space="0" w:color="auto"/>
              <w:bottom w:val="single" w:sz="4" w:space="0" w:color="auto"/>
              <w:right w:val="single" w:sz="4" w:space="0" w:color="auto"/>
            </w:tcBorders>
          </w:tcPr>
          <w:p w14:paraId="4E16438A" w14:textId="77777777" w:rsidR="00DA578D" w:rsidRPr="00616093" w:rsidRDefault="00DA578D" w:rsidP="00386EE7">
            <w:pPr>
              <w:rPr>
                <w:color w:val="000000"/>
                <w:szCs w:val="24"/>
                <w:lang w:val="en-US" w:eastAsia="en-GB"/>
              </w:rPr>
            </w:pPr>
          </w:p>
        </w:tc>
      </w:tr>
      <w:tr w:rsidR="00DA578D" w:rsidRPr="00616093" w14:paraId="20A875AB" w14:textId="77777777" w:rsidTr="00386EE7">
        <w:trPr>
          <w:cantSplit/>
          <w:trHeight w:val="20"/>
        </w:trPr>
        <w:tc>
          <w:tcPr>
            <w:tcW w:w="9315" w:type="dxa"/>
            <w:gridSpan w:val="4"/>
            <w:tcBorders>
              <w:top w:val="single" w:sz="4" w:space="0" w:color="auto"/>
              <w:left w:val="single" w:sz="4" w:space="0" w:color="auto"/>
              <w:bottom w:val="single" w:sz="4" w:space="0" w:color="auto"/>
              <w:right w:val="single" w:sz="4" w:space="0" w:color="auto"/>
            </w:tcBorders>
            <w:hideMark/>
          </w:tcPr>
          <w:p w14:paraId="2E2D732E" w14:textId="77777777" w:rsidR="00DA578D" w:rsidRPr="00616093" w:rsidRDefault="00DA578D" w:rsidP="00386EE7">
            <w:pPr>
              <w:rPr>
                <w:color w:val="000000"/>
                <w:szCs w:val="24"/>
                <w:lang w:val="en-US" w:eastAsia="en-GB"/>
              </w:rPr>
            </w:pPr>
            <w:r w:rsidRPr="00616093">
              <w:rPr>
                <w:i/>
                <w:iCs/>
                <w:color w:val="000000"/>
                <w:szCs w:val="24"/>
                <w:lang w:val="en-US" w:eastAsia="en-GB"/>
              </w:rPr>
              <w:t>Please attach copies of approval certificates (Submission of ISO 9001 certificate is mandatory).</w:t>
            </w:r>
          </w:p>
        </w:tc>
      </w:tr>
    </w:tbl>
    <w:p w14:paraId="79B6DF4F" w14:textId="77777777" w:rsidR="00DA578D" w:rsidRPr="00616093" w:rsidRDefault="00DA578D" w:rsidP="00DA578D">
      <w:pPr>
        <w:rPr>
          <w:color w:val="000000"/>
          <w:szCs w:val="24"/>
          <w:lang w:val="en-US" w:eastAsia="en-GB"/>
        </w:rPr>
      </w:pPr>
    </w:p>
    <w:tbl>
      <w:tblPr>
        <w:tblW w:w="93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82"/>
        <w:gridCol w:w="4533"/>
      </w:tblGrid>
      <w:tr w:rsidR="00DA578D" w:rsidRPr="00616093" w14:paraId="67E30622" w14:textId="77777777" w:rsidTr="00386EE7">
        <w:trPr>
          <w:cantSplit/>
          <w:trHeight w:val="952"/>
        </w:trPr>
        <w:tc>
          <w:tcPr>
            <w:tcW w:w="4786" w:type="dxa"/>
            <w:tcBorders>
              <w:top w:val="single" w:sz="4" w:space="0" w:color="auto"/>
              <w:left w:val="single" w:sz="4" w:space="0" w:color="auto"/>
              <w:bottom w:val="single" w:sz="4" w:space="0" w:color="auto"/>
              <w:right w:val="single" w:sz="4" w:space="0" w:color="auto"/>
            </w:tcBorders>
            <w:vAlign w:val="center"/>
            <w:hideMark/>
          </w:tcPr>
          <w:p w14:paraId="77A1D0C2" w14:textId="77777777" w:rsidR="00DA578D" w:rsidRPr="00616093" w:rsidRDefault="00DA578D" w:rsidP="00386EE7">
            <w:pPr>
              <w:rPr>
                <w:b/>
                <w:bCs/>
                <w:color w:val="000000"/>
                <w:szCs w:val="24"/>
                <w:lang w:val="en-US" w:eastAsia="en-GB"/>
              </w:rPr>
            </w:pPr>
            <w:r w:rsidRPr="00616093">
              <w:rPr>
                <w:b/>
                <w:bCs/>
                <w:color w:val="000000"/>
                <w:szCs w:val="24"/>
                <w:lang w:val="en-US" w:eastAsia="en-GB"/>
              </w:rPr>
              <w:t>5. Name and contact details of Quality Manager:</w:t>
            </w:r>
          </w:p>
        </w:tc>
        <w:tc>
          <w:tcPr>
            <w:tcW w:w="4536" w:type="dxa"/>
            <w:tcBorders>
              <w:top w:val="single" w:sz="4" w:space="0" w:color="auto"/>
              <w:left w:val="single" w:sz="4" w:space="0" w:color="000000"/>
              <w:bottom w:val="single" w:sz="4" w:space="0" w:color="auto"/>
              <w:right w:val="single" w:sz="4" w:space="0" w:color="auto"/>
            </w:tcBorders>
            <w:vAlign w:val="center"/>
          </w:tcPr>
          <w:p w14:paraId="15D29472" w14:textId="77777777" w:rsidR="00DA578D" w:rsidRPr="00616093" w:rsidRDefault="00DA578D" w:rsidP="00386EE7">
            <w:pPr>
              <w:rPr>
                <w:b/>
                <w:bCs/>
                <w:color w:val="000000"/>
                <w:szCs w:val="24"/>
                <w:lang w:val="en-US" w:eastAsia="en-GB"/>
              </w:rPr>
            </w:pPr>
          </w:p>
          <w:p w14:paraId="4A959788" w14:textId="77777777" w:rsidR="00DA578D" w:rsidRPr="00616093" w:rsidRDefault="00DA578D" w:rsidP="00386EE7">
            <w:pPr>
              <w:rPr>
                <w:b/>
                <w:bCs/>
                <w:color w:val="000000"/>
                <w:szCs w:val="24"/>
                <w:lang w:val="en-US" w:eastAsia="en-GB"/>
              </w:rPr>
            </w:pPr>
          </w:p>
        </w:tc>
      </w:tr>
    </w:tbl>
    <w:p w14:paraId="0B6F3C5E" w14:textId="77777777" w:rsidR="00DA578D" w:rsidRPr="00616093" w:rsidRDefault="00DA578D" w:rsidP="00DA578D">
      <w:pPr>
        <w:rPr>
          <w:color w:val="000000"/>
          <w:szCs w:val="24"/>
          <w:lang w:val="en-US" w:eastAsia="en-GB"/>
        </w:rPr>
      </w:pPr>
    </w:p>
    <w:tbl>
      <w:tblPr>
        <w:tblW w:w="93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15"/>
      </w:tblGrid>
      <w:tr w:rsidR="00DA578D" w:rsidRPr="00616093" w14:paraId="4BD3873C" w14:textId="77777777" w:rsidTr="00386EE7">
        <w:trPr>
          <w:cantSplit/>
          <w:trHeight w:val="534"/>
        </w:trPr>
        <w:tc>
          <w:tcPr>
            <w:tcW w:w="9322" w:type="dxa"/>
            <w:tcBorders>
              <w:top w:val="single" w:sz="4" w:space="0" w:color="auto"/>
              <w:left w:val="single" w:sz="4" w:space="0" w:color="auto"/>
              <w:bottom w:val="single" w:sz="4" w:space="0" w:color="auto"/>
              <w:right w:val="single" w:sz="4" w:space="0" w:color="auto"/>
            </w:tcBorders>
            <w:vAlign w:val="center"/>
            <w:hideMark/>
          </w:tcPr>
          <w:p w14:paraId="456B98D9" w14:textId="77777777" w:rsidR="00DA578D" w:rsidRPr="00616093" w:rsidRDefault="00DA578D" w:rsidP="00386EE7">
            <w:pPr>
              <w:rPr>
                <w:b/>
                <w:bCs/>
                <w:color w:val="000000"/>
                <w:szCs w:val="24"/>
                <w:lang w:val="en-US" w:eastAsia="en-GB"/>
              </w:rPr>
            </w:pPr>
            <w:r w:rsidRPr="00616093">
              <w:rPr>
                <w:b/>
                <w:bCs/>
                <w:color w:val="000000"/>
                <w:szCs w:val="24"/>
                <w:lang w:val="en-US" w:eastAsia="en-GB"/>
              </w:rPr>
              <w:t>Date:</w:t>
            </w:r>
          </w:p>
        </w:tc>
      </w:tr>
      <w:tr w:rsidR="00DA578D" w:rsidRPr="00616093" w14:paraId="37610331" w14:textId="77777777" w:rsidTr="009A0571">
        <w:trPr>
          <w:cantSplit/>
          <w:trHeight w:val="1900"/>
        </w:trPr>
        <w:tc>
          <w:tcPr>
            <w:tcW w:w="9322" w:type="dxa"/>
            <w:tcBorders>
              <w:top w:val="single" w:sz="4" w:space="0" w:color="auto"/>
              <w:left w:val="single" w:sz="4" w:space="0" w:color="auto"/>
              <w:bottom w:val="single" w:sz="4" w:space="0" w:color="auto"/>
              <w:right w:val="single" w:sz="4" w:space="0" w:color="auto"/>
            </w:tcBorders>
          </w:tcPr>
          <w:p w14:paraId="0CF7F0CD" w14:textId="77777777" w:rsidR="00DA578D" w:rsidRPr="00616093" w:rsidRDefault="00DA578D" w:rsidP="00386EE7">
            <w:pPr>
              <w:rPr>
                <w:b/>
                <w:bCs/>
                <w:color w:val="000000"/>
                <w:szCs w:val="24"/>
                <w:lang w:val="en-US" w:eastAsia="en-GB"/>
              </w:rPr>
            </w:pPr>
            <w:r w:rsidRPr="00616093">
              <w:rPr>
                <w:b/>
                <w:bCs/>
                <w:color w:val="000000"/>
                <w:szCs w:val="24"/>
                <w:lang w:val="en-US" w:eastAsia="en-GB"/>
              </w:rPr>
              <w:t>Name and position of the person who has completed this questionnaire:</w:t>
            </w:r>
          </w:p>
          <w:p w14:paraId="1EDDA072" w14:textId="77777777" w:rsidR="00DA578D" w:rsidRPr="00616093" w:rsidRDefault="00DA578D" w:rsidP="00386EE7">
            <w:pPr>
              <w:rPr>
                <w:b/>
                <w:bCs/>
                <w:color w:val="000000"/>
                <w:szCs w:val="24"/>
                <w:lang w:val="en-US" w:eastAsia="en-GB"/>
              </w:rPr>
            </w:pPr>
          </w:p>
        </w:tc>
      </w:tr>
    </w:tbl>
    <w:p w14:paraId="1FC4371C" w14:textId="77777777" w:rsidR="00E2676A" w:rsidRDefault="00E2676A">
      <w:pPr>
        <w:rPr>
          <w:b/>
        </w:rPr>
      </w:pPr>
    </w:p>
    <w:sectPr w:rsidR="00E2676A" w:rsidSect="008960D9">
      <w:headerReference w:type="default" r:id="rId14"/>
      <w:footerReference w:type="default" r:id="rId15"/>
      <w:headerReference w:type="first" r:id="rId16"/>
      <w:footerReference w:type="first" r:id="rId17"/>
      <w:pgSz w:w="11906" w:h="16838" w:code="9"/>
      <w:pgMar w:top="1276" w:right="1270" w:bottom="1440" w:left="1440" w:header="709" w:footer="6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3DC34B" w14:textId="77777777" w:rsidR="001A136E" w:rsidRDefault="001A136E" w:rsidP="009410EC">
      <w:r>
        <w:separator/>
      </w:r>
    </w:p>
  </w:endnote>
  <w:endnote w:type="continuationSeparator" w:id="0">
    <w:p w14:paraId="320FCB7A" w14:textId="77777777" w:rsidR="001A136E" w:rsidRDefault="001A136E" w:rsidP="00941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Garamond">
    <w:panose1 w:val="02020404030301010803"/>
    <w:charset w:val="00"/>
    <w:family w:val="roman"/>
    <w:pitch w:val="variable"/>
    <w:sig w:usb0="00000287" w:usb1="00000000" w:usb2="00000000" w:usb3="00000000" w:csb0="0000009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平成明朝">
    <w:altName w:val="MS Gothic"/>
    <w:charset w:val="80"/>
    <w:family w:val="auto"/>
    <w:pitch w:val="variable"/>
    <w:sig w:usb0="01000001" w:usb1="08070708" w:usb2="10000010" w:usb3="00000000" w:csb0="00020000" w:csb1="00000000"/>
  </w:font>
  <w:font w:name="Times">
    <w:panose1 w:val="02020603050405020304"/>
    <w:charset w:val="00"/>
    <w:family w:val="roman"/>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____">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notTrueType/>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3837417"/>
      <w:docPartObj>
        <w:docPartGallery w:val="Page Numbers (Bottom of Page)"/>
        <w:docPartUnique/>
      </w:docPartObj>
    </w:sdtPr>
    <w:sdtEndPr>
      <w:rPr>
        <w:noProof/>
      </w:rPr>
    </w:sdtEndPr>
    <w:sdtContent>
      <w:p w14:paraId="3358EC10" w14:textId="7271E44D" w:rsidR="001A136E" w:rsidRDefault="001A136E">
        <w:pPr>
          <w:pStyle w:val="Footer"/>
          <w:jc w:val="center"/>
        </w:pPr>
        <w:r>
          <w:fldChar w:fldCharType="begin"/>
        </w:r>
        <w:r>
          <w:instrText xml:space="preserve"> PAGE   \* MERGEFORMAT </w:instrText>
        </w:r>
        <w:r>
          <w:fldChar w:fldCharType="separate"/>
        </w:r>
        <w:r w:rsidR="00A46CAE">
          <w:rPr>
            <w:noProof/>
          </w:rPr>
          <w:t>16</w:t>
        </w:r>
        <w:r>
          <w:rPr>
            <w:noProof/>
          </w:rPr>
          <w:fldChar w:fldCharType="end"/>
        </w:r>
      </w:p>
    </w:sdtContent>
  </w:sdt>
  <w:p w14:paraId="7564E28C" w14:textId="77777777" w:rsidR="001A136E" w:rsidRDefault="001A13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28850" w14:textId="77777777" w:rsidR="001A136E" w:rsidRDefault="001A136E">
    <w:pPr>
      <w:pStyle w:val="Footer"/>
    </w:pP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0D53E3" w14:textId="77777777" w:rsidR="001A136E" w:rsidRDefault="001A136E" w:rsidP="009410EC">
      <w:r>
        <w:separator/>
      </w:r>
    </w:p>
  </w:footnote>
  <w:footnote w:type="continuationSeparator" w:id="0">
    <w:p w14:paraId="2EFDCE8F" w14:textId="77777777" w:rsidR="001A136E" w:rsidRDefault="001A136E" w:rsidP="009410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7D59E" w14:textId="546CC8A7" w:rsidR="001A136E" w:rsidRPr="00A46CAE" w:rsidRDefault="00A46CAE" w:rsidP="00A46CAE">
    <w:pPr>
      <w:pStyle w:val="Header"/>
      <w:jc w:val="right"/>
    </w:pPr>
    <w:r w:rsidRPr="00A46CAE">
      <w:rPr>
        <w:sz w:val="18"/>
        <w:szCs w:val="18"/>
      </w:rPr>
      <w:t>IO/21/OT/10021777/JLE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CDCB3" w14:textId="631B7940" w:rsidR="001A136E" w:rsidRDefault="001A136E" w:rsidP="00D960F9">
    <w:pPr>
      <w:pStyle w:val="Header"/>
      <w:jc w:val="right"/>
    </w:pPr>
    <w:r>
      <w:rPr>
        <w:noProof/>
        <w:lang w:eastAsia="en-GB"/>
      </w:rPr>
      <w:drawing>
        <wp:inline distT="0" distB="0" distL="0" distR="0" wp14:anchorId="300784D0" wp14:editId="2B7EDD01">
          <wp:extent cx="3466465" cy="1097915"/>
          <wp:effectExtent l="0" t="0" r="63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TER Adress .PNG"/>
                  <pic:cNvPicPr/>
                </pic:nvPicPr>
                <pic:blipFill>
                  <a:blip r:embed="rId1">
                    <a:extLst>
                      <a:ext uri="{28A0092B-C50C-407E-A947-70E740481C1C}">
                        <a14:useLocalDpi xmlns:a14="http://schemas.microsoft.com/office/drawing/2010/main" val="0"/>
                      </a:ext>
                    </a:extLst>
                  </a:blip>
                  <a:stretch>
                    <a:fillRect/>
                  </a:stretch>
                </pic:blipFill>
                <pic:spPr>
                  <a:xfrm>
                    <a:off x="0" y="0"/>
                    <a:ext cx="3466465" cy="10979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5DB52E7"/>
    <w:multiLevelType w:val="hybridMultilevel"/>
    <w:tmpl w:val="5F84C020"/>
    <w:lvl w:ilvl="0" w:tplc="9F8E8C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5536F8"/>
    <w:multiLevelType w:val="hybridMultilevel"/>
    <w:tmpl w:val="F788D64E"/>
    <w:lvl w:ilvl="0" w:tplc="08090001">
      <w:start w:val="1"/>
      <w:numFmt w:val="bullet"/>
      <w:lvlText w:val=""/>
      <w:lvlJc w:val="left"/>
      <w:pPr>
        <w:ind w:left="791" w:hanging="360"/>
      </w:pPr>
      <w:rPr>
        <w:rFonts w:ascii="Symbol" w:hAnsi="Symbol" w:hint="default"/>
      </w:rPr>
    </w:lvl>
    <w:lvl w:ilvl="1" w:tplc="08090003">
      <w:start w:val="1"/>
      <w:numFmt w:val="bullet"/>
      <w:lvlText w:val="o"/>
      <w:lvlJc w:val="left"/>
      <w:pPr>
        <w:ind w:left="1511" w:hanging="360"/>
      </w:pPr>
      <w:rPr>
        <w:rFonts w:ascii="Courier New" w:hAnsi="Courier New" w:cs="Courier New" w:hint="default"/>
      </w:rPr>
    </w:lvl>
    <w:lvl w:ilvl="2" w:tplc="08090005" w:tentative="1">
      <w:start w:val="1"/>
      <w:numFmt w:val="bullet"/>
      <w:lvlText w:val=""/>
      <w:lvlJc w:val="left"/>
      <w:pPr>
        <w:ind w:left="2231" w:hanging="360"/>
      </w:pPr>
      <w:rPr>
        <w:rFonts w:ascii="Wingdings" w:hAnsi="Wingdings" w:hint="default"/>
      </w:rPr>
    </w:lvl>
    <w:lvl w:ilvl="3" w:tplc="08090001" w:tentative="1">
      <w:start w:val="1"/>
      <w:numFmt w:val="bullet"/>
      <w:lvlText w:val=""/>
      <w:lvlJc w:val="left"/>
      <w:pPr>
        <w:ind w:left="2951" w:hanging="360"/>
      </w:pPr>
      <w:rPr>
        <w:rFonts w:ascii="Symbol" w:hAnsi="Symbol" w:hint="default"/>
      </w:rPr>
    </w:lvl>
    <w:lvl w:ilvl="4" w:tplc="08090003" w:tentative="1">
      <w:start w:val="1"/>
      <w:numFmt w:val="bullet"/>
      <w:lvlText w:val="o"/>
      <w:lvlJc w:val="left"/>
      <w:pPr>
        <w:ind w:left="3671" w:hanging="360"/>
      </w:pPr>
      <w:rPr>
        <w:rFonts w:ascii="Courier New" w:hAnsi="Courier New" w:cs="Courier New" w:hint="default"/>
      </w:rPr>
    </w:lvl>
    <w:lvl w:ilvl="5" w:tplc="08090005" w:tentative="1">
      <w:start w:val="1"/>
      <w:numFmt w:val="bullet"/>
      <w:lvlText w:val=""/>
      <w:lvlJc w:val="left"/>
      <w:pPr>
        <w:ind w:left="4391" w:hanging="360"/>
      </w:pPr>
      <w:rPr>
        <w:rFonts w:ascii="Wingdings" w:hAnsi="Wingdings" w:hint="default"/>
      </w:rPr>
    </w:lvl>
    <w:lvl w:ilvl="6" w:tplc="08090001" w:tentative="1">
      <w:start w:val="1"/>
      <w:numFmt w:val="bullet"/>
      <w:lvlText w:val=""/>
      <w:lvlJc w:val="left"/>
      <w:pPr>
        <w:ind w:left="5111" w:hanging="360"/>
      </w:pPr>
      <w:rPr>
        <w:rFonts w:ascii="Symbol" w:hAnsi="Symbol" w:hint="default"/>
      </w:rPr>
    </w:lvl>
    <w:lvl w:ilvl="7" w:tplc="08090003" w:tentative="1">
      <w:start w:val="1"/>
      <w:numFmt w:val="bullet"/>
      <w:lvlText w:val="o"/>
      <w:lvlJc w:val="left"/>
      <w:pPr>
        <w:ind w:left="5831" w:hanging="360"/>
      </w:pPr>
      <w:rPr>
        <w:rFonts w:ascii="Courier New" w:hAnsi="Courier New" w:cs="Courier New" w:hint="default"/>
      </w:rPr>
    </w:lvl>
    <w:lvl w:ilvl="8" w:tplc="08090005" w:tentative="1">
      <w:start w:val="1"/>
      <w:numFmt w:val="bullet"/>
      <w:lvlText w:val=""/>
      <w:lvlJc w:val="left"/>
      <w:pPr>
        <w:ind w:left="6551" w:hanging="360"/>
      </w:pPr>
      <w:rPr>
        <w:rFonts w:ascii="Wingdings" w:hAnsi="Wingdings" w:hint="default"/>
      </w:rPr>
    </w:lvl>
  </w:abstractNum>
  <w:abstractNum w:abstractNumId="5" w15:restartNumberingAfterBreak="0">
    <w:nsid w:val="16974893"/>
    <w:multiLevelType w:val="hybridMultilevel"/>
    <w:tmpl w:val="DF9E5554"/>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C1518F3"/>
    <w:multiLevelType w:val="hybridMultilevel"/>
    <w:tmpl w:val="B08C9E1A"/>
    <w:lvl w:ilvl="0" w:tplc="BC024306">
      <w:start w:val="60"/>
      <w:numFmt w:val="bullet"/>
      <w:lvlText w:val=""/>
      <w:lvlJc w:val="left"/>
      <w:pPr>
        <w:ind w:left="1080" w:hanging="72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21F5646D"/>
    <w:multiLevelType w:val="hybridMultilevel"/>
    <w:tmpl w:val="E97868C2"/>
    <w:lvl w:ilvl="0" w:tplc="BBB231F8">
      <w:start w:val="1"/>
      <w:numFmt w:val="bullet"/>
      <w:lvlText w:val="-"/>
      <w:lvlJc w:val="left"/>
      <w:pPr>
        <w:ind w:left="720" w:hanging="360"/>
      </w:pPr>
      <w:rPr>
        <w:rFonts w:ascii="Garamond" w:hAnsi="Garamond"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3424C27"/>
    <w:multiLevelType w:val="hybridMultilevel"/>
    <w:tmpl w:val="5EF4221E"/>
    <w:lvl w:ilvl="0" w:tplc="50727E72">
      <w:start w:val="1"/>
      <w:numFmt w:val="upperLetter"/>
      <w:lvlText w:val="%1."/>
      <w:lvlJc w:val="left"/>
      <w:pPr>
        <w:ind w:left="392" w:hanging="360"/>
      </w:pPr>
      <w:rPr>
        <w:rFonts w:hint="default"/>
      </w:rPr>
    </w:lvl>
    <w:lvl w:ilvl="1" w:tplc="08090019" w:tentative="1">
      <w:start w:val="1"/>
      <w:numFmt w:val="lowerLetter"/>
      <w:lvlText w:val="%2."/>
      <w:lvlJc w:val="left"/>
      <w:pPr>
        <w:ind w:left="1112" w:hanging="360"/>
      </w:pPr>
    </w:lvl>
    <w:lvl w:ilvl="2" w:tplc="0809001B" w:tentative="1">
      <w:start w:val="1"/>
      <w:numFmt w:val="lowerRoman"/>
      <w:lvlText w:val="%3."/>
      <w:lvlJc w:val="right"/>
      <w:pPr>
        <w:ind w:left="1832" w:hanging="180"/>
      </w:pPr>
    </w:lvl>
    <w:lvl w:ilvl="3" w:tplc="0809000F" w:tentative="1">
      <w:start w:val="1"/>
      <w:numFmt w:val="decimal"/>
      <w:lvlText w:val="%4."/>
      <w:lvlJc w:val="left"/>
      <w:pPr>
        <w:ind w:left="2552" w:hanging="360"/>
      </w:pPr>
    </w:lvl>
    <w:lvl w:ilvl="4" w:tplc="08090019" w:tentative="1">
      <w:start w:val="1"/>
      <w:numFmt w:val="lowerLetter"/>
      <w:lvlText w:val="%5."/>
      <w:lvlJc w:val="left"/>
      <w:pPr>
        <w:ind w:left="3272" w:hanging="360"/>
      </w:pPr>
    </w:lvl>
    <w:lvl w:ilvl="5" w:tplc="0809001B" w:tentative="1">
      <w:start w:val="1"/>
      <w:numFmt w:val="lowerRoman"/>
      <w:lvlText w:val="%6."/>
      <w:lvlJc w:val="right"/>
      <w:pPr>
        <w:ind w:left="3992" w:hanging="180"/>
      </w:pPr>
    </w:lvl>
    <w:lvl w:ilvl="6" w:tplc="0809000F" w:tentative="1">
      <w:start w:val="1"/>
      <w:numFmt w:val="decimal"/>
      <w:lvlText w:val="%7."/>
      <w:lvlJc w:val="left"/>
      <w:pPr>
        <w:ind w:left="4712" w:hanging="360"/>
      </w:pPr>
    </w:lvl>
    <w:lvl w:ilvl="7" w:tplc="08090019" w:tentative="1">
      <w:start w:val="1"/>
      <w:numFmt w:val="lowerLetter"/>
      <w:lvlText w:val="%8."/>
      <w:lvlJc w:val="left"/>
      <w:pPr>
        <w:ind w:left="5432" w:hanging="360"/>
      </w:pPr>
    </w:lvl>
    <w:lvl w:ilvl="8" w:tplc="0809001B" w:tentative="1">
      <w:start w:val="1"/>
      <w:numFmt w:val="lowerRoman"/>
      <w:lvlText w:val="%9."/>
      <w:lvlJc w:val="right"/>
      <w:pPr>
        <w:ind w:left="6152" w:hanging="180"/>
      </w:pPr>
    </w:lvl>
  </w:abstractNum>
  <w:abstractNum w:abstractNumId="10" w15:restartNumberingAfterBreak="0">
    <w:nsid w:val="24C435BE"/>
    <w:multiLevelType w:val="hybridMultilevel"/>
    <w:tmpl w:val="15D60D14"/>
    <w:lvl w:ilvl="0" w:tplc="2B1E8CB8">
      <w:numFmt w:val="bullet"/>
      <w:lvlText w:val="-"/>
      <w:lvlJc w:val="left"/>
      <w:pPr>
        <w:ind w:left="720" w:hanging="360"/>
      </w:pPr>
      <w:rPr>
        <w:rFonts w:ascii="TimesNewRomanPSMT" w:eastAsiaTheme="minorHAnsi" w:hAnsi="TimesNewRomanPSMT" w:cs="TimesNewRomanPSM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D8D296E"/>
    <w:multiLevelType w:val="hybridMultilevel"/>
    <w:tmpl w:val="508A3644"/>
    <w:lvl w:ilvl="0" w:tplc="9F8E8C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A1055A"/>
    <w:multiLevelType w:val="hybridMultilevel"/>
    <w:tmpl w:val="D8D4EDFA"/>
    <w:lvl w:ilvl="0" w:tplc="5BF2C054">
      <w:start w:val="1"/>
      <w:numFmt w:val="decimal"/>
      <w:lvlText w:val="%1)"/>
      <w:lvlJc w:val="left"/>
      <w:pPr>
        <w:ind w:left="1102" w:hanging="360"/>
      </w:pPr>
      <w:rPr>
        <w:rFonts w:hint="default"/>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13" w15:restartNumberingAfterBreak="0">
    <w:nsid w:val="3473596C"/>
    <w:multiLevelType w:val="hybridMultilevel"/>
    <w:tmpl w:val="38BCCFCE"/>
    <w:lvl w:ilvl="0" w:tplc="08090011">
      <w:start w:val="1"/>
      <w:numFmt w:val="decimal"/>
      <w:lvlText w:val="%1)"/>
      <w:lvlJc w:val="left"/>
      <w:pPr>
        <w:ind w:left="106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0361CD"/>
    <w:multiLevelType w:val="hybridMultilevel"/>
    <w:tmpl w:val="5786426C"/>
    <w:lvl w:ilvl="0" w:tplc="8F72A5EE">
      <w:start w:val="1"/>
      <w:numFmt w:val="decimal"/>
      <w:lvlText w:val="T%1."/>
      <w:lvlJc w:val="left"/>
      <w:pPr>
        <w:ind w:left="644"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4C35B9"/>
    <w:multiLevelType w:val="hybridMultilevel"/>
    <w:tmpl w:val="68F28B72"/>
    <w:lvl w:ilvl="0" w:tplc="BBB231F8">
      <w:start w:val="1"/>
      <w:numFmt w:val="bullet"/>
      <w:lvlText w:val="-"/>
      <w:lvlJc w:val="left"/>
      <w:pPr>
        <w:ind w:left="720" w:hanging="360"/>
      </w:pPr>
      <w:rPr>
        <w:rFonts w:ascii="Garamond" w:hAnsi="Garamond"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4085667A"/>
    <w:multiLevelType w:val="hybridMultilevel"/>
    <w:tmpl w:val="6B7A7DA0"/>
    <w:lvl w:ilvl="0" w:tplc="3B4E9268">
      <w:start w:val="1"/>
      <w:numFmt w:val="decimal"/>
      <w:lvlText w:val="%1."/>
      <w:lvlJc w:val="right"/>
      <w:pPr>
        <w:ind w:left="720" w:hanging="360"/>
      </w:pPr>
      <w:rPr>
        <w:rFonts w:ascii="Garamond" w:hAnsi="Garamond"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5576A28"/>
    <w:multiLevelType w:val="hybridMultilevel"/>
    <w:tmpl w:val="785E3B46"/>
    <w:lvl w:ilvl="0" w:tplc="07883278">
      <w:start w:val="1"/>
      <w:numFmt w:val="decimal"/>
      <w:lvlText w:val="M%1."/>
      <w:lvlJc w:val="left"/>
      <w:pPr>
        <w:ind w:left="3660" w:hanging="360"/>
      </w:pPr>
      <w:rPr>
        <w:rFonts w:hint="default"/>
      </w:rPr>
    </w:lvl>
    <w:lvl w:ilvl="1" w:tplc="04090019" w:tentative="1">
      <w:start w:val="1"/>
      <w:numFmt w:val="lowerLetter"/>
      <w:lvlText w:val="%2."/>
      <w:lvlJc w:val="left"/>
      <w:pPr>
        <w:ind w:left="4380" w:hanging="360"/>
      </w:pPr>
    </w:lvl>
    <w:lvl w:ilvl="2" w:tplc="0409001B" w:tentative="1">
      <w:start w:val="1"/>
      <w:numFmt w:val="lowerRoman"/>
      <w:lvlText w:val="%3."/>
      <w:lvlJc w:val="right"/>
      <w:pPr>
        <w:ind w:left="5100" w:hanging="180"/>
      </w:pPr>
    </w:lvl>
    <w:lvl w:ilvl="3" w:tplc="0409000F" w:tentative="1">
      <w:start w:val="1"/>
      <w:numFmt w:val="decimal"/>
      <w:lvlText w:val="%4."/>
      <w:lvlJc w:val="left"/>
      <w:pPr>
        <w:ind w:left="5820" w:hanging="360"/>
      </w:pPr>
    </w:lvl>
    <w:lvl w:ilvl="4" w:tplc="04090019" w:tentative="1">
      <w:start w:val="1"/>
      <w:numFmt w:val="lowerLetter"/>
      <w:lvlText w:val="%5."/>
      <w:lvlJc w:val="left"/>
      <w:pPr>
        <w:ind w:left="6540" w:hanging="360"/>
      </w:pPr>
    </w:lvl>
    <w:lvl w:ilvl="5" w:tplc="0409001B" w:tentative="1">
      <w:start w:val="1"/>
      <w:numFmt w:val="lowerRoman"/>
      <w:lvlText w:val="%6."/>
      <w:lvlJc w:val="right"/>
      <w:pPr>
        <w:ind w:left="7260" w:hanging="180"/>
      </w:pPr>
    </w:lvl>
    <w:lvl w:ilvl="6" w:tplc="0409000F" w:tentative="1">
      <w:start w:val="1"/>
      <w:numFmt w:val="decimal"/>
      <w:lvlText w:val="%7."/>
      <w:lvlJc w:val="left"/>
      <w:pPr>
        <w:ind w:left="7980" w:hanging="360"/>
      </w:pPr>
    </w:lvl>
    <w:lvl w:ilvl="7" w:tplc="04090019" w:tentative="1">
      <w:start w:val="1"/>
      <w:numFmt w:val="lowerLetter"/>
      <w:lvlText w:val="%8."/>
      <w:lvlJc w:val="left"/>
      <w:pPr>
        <w:ind w:left="8700" w:hanging="360"/>
      </w:pPr>
    </w:lvl>
    <w:lvl w:ilvl="8" w:tplc="0409001B" w:tentative="1">
      <w:start w:val="1"/>
      <w:numFmt w:val="lowerRoman"/>
      <w:lvlText w:val="%9."/>
      <w:lvlJc w:val="right"/>
      <w:pPr>
        <w:ind w:left="9420" w:hanging="180"/>
      </w:pPr>
    </w:lvl>
  </w:abstractNum>
  <w:abstractNum w:abstractNumId="19" w15:restartNumberingAfterBreak="0">
    <w:nsid w:val="48522D9F"/>
    <w:multiLevelType w:val="hybridMultilevel"/>
    <w:tmpl w:val="B366033A"/>
    <w:lvl w:ilvl="0" w:tplc="0809000F">
      <w:start w:val="1"/>
      <w:numFmt w:val="decimal"/>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4885475D"/>
    <w:multiLevelType w:val="hybridMultilevel"/>
    <w:tmpl w:val="2032A3D0"/>
    <w:lvl w:ilvl="0" w:tplc="BBB231F8">
      <w:start w:val="1"/>
      <w:numFmt w:val="bullet"/>
      <w:lvlText w:val="-"/>
      <w:lvlJc w:val="left"/>
      <w:pPr>
        <w:ind w:left="720" w:hanging="360"/>
      </w:pPr>
      <w:rPr>
        <w:rFonts w:ascii="Garamond" w:hAnsi="Garamond"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DD06890"/>
    <w:multiLevelType w:val="hybridMultilevel"/>
    <w:tmpl w:val="6352C412"/>
    <w:lvl w:ilvl="0" w:tplc="BBB231F8">
      <w:start w:val="1"/>
      <w:numFmt w:val="bullet"/>
      <w:lvlText w:val="-"/>
      <w:lvlJc w:val="left"/>
      <w:pPr>
        <w:tabs>
          <w:tab w:val="num" w:pos="1260"/>
        </w:tabs>
        <w:ind w:left="1260" w:hanging="360"/>
      </w:pPr>
      <w:rPr>
        <w:rFonts w:ascii="Garamond" w:hAnsi="Garamond" w:hint="default"/>
      </w:rPr>
    </w:lvl>
    <w:lvl w:ilvl="1" w:tplc="08090003" w:tentative="1">
      <w:start w:val="1"/>
      <w:numFmt w:val="bullet"/>
      <w:lvlText w:val="o"/>
      <w:lvlJc w:val="left"/>
      <w:pPr>
        <w:tabs>
          <w:tab w:val="num" w:pos="1980"/>
        </w:tabs>
        <w:ind w:left="1980" w:hanging="360"/>
      </w:pPr>
      <w:rPr>
        <w:rFonts w:ascii="Courier New" w:hAnsi="Courier New" w:cs="Courier New" w:hint="default"/>
      </w:rPr>
    </w:lvl>
    <w:lvl w:ilvl="2" w:tplc="08090005" w:tentative="1">
      <w:start w:val="1"/>
      <w:numFmt w:val="bullet"/>
      <w:lvlText w:val=""/>
      <w:lvlJc w:val="left"/>
      <w:pPr>
        <w:tabs>
          <w:tab w:val="num" w:pos="2700"/>
        </w:tabs>
        <w:ind w:left="2700" w:hanging="360"/>
      </w:pPr>
      <w:rPr>
        <w:rFonts w:ascii="Wingdings" w:hAnsi="Wingdings" w:hint="default"/>
      </w:rPr>
    </w:lvl>
    <w:lvl w:ilvl="3" w:tplc="08090001" w:tentative="1">
      <w:start w:val="1"/>
      <w:numFmt w:val="bullet"/>
      <w:lvlText w:val=""/>
      <w:lvlJc w:val="left"/>
      <w:pPr>
        <w:tabs>
          <w:tab w:val="num" w:pos="3420"/>
        </w:tabs>
        <w:ind w:left="3420" w:hanging="360"/>
      </w:pPr>
      <w:rPr>
        <w:rFonts w:ascii="Symbol" w:hAnsi="Symbol" w:hint="default"/>
      </w:rPr>
    </w:lvl>
    <w:lvl w:ilvl="4" w:tplc="08090003" w:tentative="1">
      <w:start w:val="1"/>
      <w:numFmt w:val="bullet"/>
      <w:lvlText w:val="o"/>
      <w:lvlJc w:val="left"/>
      <w:pPr>
        <w:tabs>
          <w:tab w:val="num" w:pos="4140"/>
        </w:tabs>
        <w:ind w:left="4140" w:hanging="360"/>
      </w:pPr>
      <w:rPr>
        <w:rFonts w:ascii="Courier New" w:hAnsi="Courier New" w:cs="Courier New" w:hint="default"/>
      </w:rPr>
    </w:lvl>
    <w:lvl w:ilvl="5" w:tplc="08090005" w:tentative="1">
      <w:start w:val="1"/>
      <w:numFmt w:val="bullet"/>
      <w:lvlText w:val=""/>
      <w:lvlJc w:val="left"/>
      <w:pPr>
        <w:tabs>
          <w:tab w:val="num" w:pos="4860"/>
        </w:tabs>
        <w:ind w:left="4860" w:hanging="360"/>
      </w:pPr>
      <w:rPr>
        <w:rFonts w:ascii="Wingdings" w:hAnsi="Wingdings" w:hint="default"/>
      </w:rPr>
    </w:lvl>
    <w:lvl w:ilvl="6" w:tplc="08090001" w:tentative="1">
      <w:start w:val="1"/>
      <w:numFmt w:val="bullet"/>
      <w:lvlText w:val=""/>
      <w:lvlJc w:val="left"/>
      <w:pPr>
        <w:tabs>
          <w:tab w:val="num" w:pos="5580"/>
        </w:tabs>
        <w:ind w:left="5580" w:hanging="360"/>
      </w:pPr>
      <w:rPr>
        <w:rFonts w:ascii="Symbol" w:hAnsi="Symbol" w:hint="default"/>
      </w:rPr>
    </w:lvl>
    <w:lvl w:ilvl="7" w:tplc="08090003" w:tentative="1">
      <w:start w:val="1"/>
      <w:numFmt w:val="bullet"/>
      <w:lvlText w:val="o"/>
      <w:lvlJc w:val="left"/>
      <w:pPr>
        <w:tabs>
          <w:tab w:val="num" w:pos="6300"/>
        </w:tabs>
        <w:ind w:left="6300" w:hanging="360"/>
      </w:pPr>
      <w:rPr>
        <w:rFonts w:ascii="Courier New" w:hAnsi="Courier New" w:cs="Courier New" w:hint="default"/>
      </w:rPr>
    </w:lvl>
    <w:lvl w:ilvl="8" w:tplc="0809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4F455AF8"/>
    <w:multiLevelType w:val="hybridMultilevel"/>
    <w:tmpl w:val="5B24CE0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A802ACD"/>
    <w:multiLevelType w:val="multilevel"/>
    <w:tmpl w:val="2BE8E71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004" w:hanging="720"/>
      </w:pPr>
      <w:rPr>
        <w:b/>
        <w:i w:val="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7" w15:restartNumberingAfterBreak="0">
    <w:nsid w:val="5D4F6C56"/>
    <w:multiLevelType w:val="hybridMultilevel"/>
    <w:tmpl w:val="DBFC057C"/>
    <w:lvl w:ilvl="0" w:tplc="0809000F">
      <w:start w:val="1"/>
      <w:numFmt w:val="decimal"/>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E2C12E0"/>
    <w:multiLevelType w:val="hybridMultilevel"/>
    <w:tmpl w:val="8028E972"/>
    <w:lvl w:ilvl="0" w:tplc="BBB231F8">
      <w:start w:val="1"/>
      <w:numFmt w:val="bullet"/>
      <w:lvlText w:val="-"/>
      <w:lvlJc w:val="left"/>
      <w:pPr>
        <w:ind w:left="810" w:hanging="360"/>
      </w:pPr>
      <w:rPr>
        <w:rFonts w:ascii="Garamond" w:hAnsi="Garamond" w:hint="default"/>
      </w:rPr>
    </w:lvl>
    <w:lvl w:ilvl="1" w:tplc="08090019">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abstractNum w:abstractNumId="29" w15:restartNumberingAfterBreak="0">
    <w:nsid w:val="61C931F1"/>
    <w:multiLevelType w:val="hybridMultilevel"/>
    <w:tmpl w:val="6D560C2E"/>
    <w:lvl w:ilvl="0" w:tplc="B9A45FAC">
      <w:start w:val="1"/>
      <w:numFmt w:val="decimal"/>
      <w:lvlText w:val="Part %1)"/>
      <w:lvlJc w:val="left"/>
      <w:pPr>
        <w:ind w:left="1211" w:hanging="360"/>
      </w:pPr>
      <w:rPr>
        <w:rFonts w:hint="default"/>
        <w:b/>
        <w:i w:val="0"/>
        <w:sz w:val="24"/>
        <w:szCs w:val="24"/>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0" w15:restartNumberingAfterBreak="0">
    <w:nsid w:val="6854348A"/>
    <w:multiLevelType w:val="hybridMultilevel"/>
    <w:tmpl w:val="1E54C3F4"/>
    <w:lvl w:ilvl="0" w:tplc="556A5240">
      <w:start w:val="1"/>
      <w:numFmt w:val="decimal"/>
      <w:lvlText w:val="(%1)"/>
      <w:lvlJc w:val="left"/>
      <w:pPr>
        <w:tabs>
          <w:tab w:val="num" w:pos="360"/>
        </w:tabs>
        <w:ind w:left="360" w:hanging="360"/>
      </w:pPr>
      <w:rPr>
        <w:rFonts w:cs="Times New Roman"/>
      </w:rPr>
    </w:lvl>
    <w:lvl w:ilvl="1" w:tplc="08090019">
      <w:start w:val="1"/>
      <w:numFmt w:val="lowerLetter"/>
      <w:lvlText w:val="%2."/>
      <w:lvlJc w:val="left"/>
      <w:pPr>
        <w:tabs>
          <w:tab w:val="num" w:pos="1080"/>
        </w:tabs>
        <w:ind w:left="1080" w:hanging="360"/>
      </w:pPr>
      <w:rPr>
        <w:rFonts w:cs="Times New Roman"/>
      </w:rPr>
    </w:lvl>
    <w:lvl w:ilvl="2" w:tplc="0809001B">
      <w:start w:val="1"/>
      <w:numFmt w:val="lowerRoman"/>
      <w:lvlText w:val="%3."/>
      <w:lvlJc w:val="right"/>
      <w:pPr>
        <w:tabs>
          <w:tab w:val="num" w:pos="1800"/>
        </w:tabs>
        <w:ind w:left="1800" w:hanging="180"/>
      </w:pPr>
      <w:rPr>
        <w:rFonts w:cs="Times New Roman"/>
      </w:rPr>
    </w:lvl>
    <w:lvl w:ilvl="3" w:tplc="0809000F">
      <w:start w:val="1"/>
      <w:numFmt w:val="decimal"/>
      <w:lvlText w:val="%4."/>
      <w:lvlJc w:val="left"/>
      <w:pPr>
        <w:tabs>
          <w:tab w:val="num" w:pos="2520"/>
        </w:tabs>
        <w:ind w:left="2520" w:hanging="360"/>
      </w:pPr>
      <w:rPr>
        <w:rFonts w:cs="Times New Roman"/>
      </w:rPr>
    </w:lvl>
    <w:lvl w:ilvl="4" w:tplc="08090019">
      <w:start w:val="1"/>
      <w:numFmt w:val="lowerLetter"/>
      <w:lvlText w:val="%5."/>
      <w:lvlJc w:val="left"/>
      <w:pPr>
        <w:tabs>
          <w:tab w:val="num" w:pos="3240"/>
        </w:tabs>
        <w:ind w:left="3240" w:hanging="360"/>
      </w:pPr>
      <w:rPr>
        <w:rFonts w:cs="Times New Roman"/>
      </w:rPr>
    </w:lvl>
    <w:lvl w:ilvl="5" w:tplc="0809001B">
      <w:start w:val="1"/>
      <w:numFmt w:val="lowerRoman"/>
      <w:lvlText w:val="%6."/>
      <w:lvlJc w:val="right"/>
      <w:pPr>
        <w:tabs>
          <w:tab w:val="num" w:pos="3960"/>
        </w:tabs>
        <w:ind w:left="3960" w:hanging="180"/>
      </w:pPr>
      <w:rPr>
        <w:rFonts w:cs="Times New Roman"/>
      </w:rPr>
    </w:lvl>
    <w:lvl w:ilvl="6" w:tplc="0809000F">
      <w:start w:val="1"/>
      <w:numFmt w:val="decimal"/>
      <w:lvlText w:val="%7."/>
      <w:lvlJc w:val="left"/>
      <w:pPr>
        <w:tabs>
          <w:tab w:val="num" w:pos="4680"/>
        </w:tabs>
        <w:ind w:left="4680" w:hanging="360"/>
      </w:pPr>
      <w:rPr>
        <w:rFonts w:cs="Times New Roman"/>
      </w:rPr>
    </w:lvl>
    <w:lvl w:ilvl="7" w:tplc="08090019">
      <w:start w:val="1"/>
      <w:numFmt w:val="lowerLetter"/>
      <w:lvlText w:val="%8."/>
      <w:lvlJc w:val="left"/>
      <w:pPr>
        <w:tabs>
          <w:tab w:val="num" w:pos="5400"/>
        </w:tabs>
        <w:ind w:left="5400" w:hanging="360"/>
      </w:pPr>
      <w:rPr>
        <w:rFonts w:cs="Times New Roman"/>
      </w:rPr>
    </w:lvl>
    <w:lvl w:ilvl="8" w:tplc="0809001B">
      <w:start w:val="1"/>
      <w:numFmt w:val="lowerRoman"/>
      <w:lvlText w:val="%9."/>
      <w:lvlJc w:val="right"/>
      <w:pPr>
        <w:tabs>
          <w:tab w:val="num" w:pos="6120"/>
        </w:tabs>
        <w:ind w:left="6120" w:hanging="180"/>
      </w:pPr>
      <w:rPr>
        <w:rFonts w:cs="Times New Roman"/>
      </w:rPr>
    </w:lvl>
  </w:abstractNum>
  <w:abstractNum w:abstractNumId="31" w15:restartNumberingAfterBreak="0">
    <w:nsid w:val="713021A5"/>
    <w:multiLevelType w:val="hybridMultilevel"/>
    <w:tmpl w:val="F05A4744"/>
    <w:lvl w:ilvl="0" w:tplc="BBB231F8">
      <w:start w:val="1"/>
      <w:numFmt w:val="bullet"/>
      <w:lvlText w:val="-"/>
      <w:lvlJc w:val="left"/>
      <w:pPr>
        <w:ind w:left="720" w:hanging="360"/>
      </w:pPr>
      <w:rPr>
        <w:rFonts w:ascii="Garamond" w:hAnsi="Garamond"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C604EE"/>
    <w:multiLevelType w:val="hybridMultilevel"/>
    <w:tmpl w:val="8CF2B2A2"/>
    <w:lvl w:ilvl="0" w:tplc="BBB231F8">
      <w:start w:val="1"/>
      <w:numFmt w:val="bullet"/>
      <w:lvlText w:val="-"/>
      <w:lvlJc w:val="left"/>
      <w:pPr>
        <w:ind w:left="720" w:hanging="360"/>
      </w:pPr>
      <w:rPr>
        <w:rFonts w:ascii="Garamond" w:hAnsi="Garamond"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4036D1F"/>
    <w:multiLevelType w:val="hybridMultilevel"/>
    <w:tmpl w:val="19A88A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5A350EF"/>
    <w:multiLevelType w:val="hybridMultilevel"/>
    <w:tmpl w:val="6A9C7DE0"/>
    <w:lvl w:ilvl="0" w:tplc="BBB231F8">
      <w:start w:val="1"/>
      <w:numFmt w:val="bullet"/>
      <w:lvlText w:val="-"/>
      <w:lvlJc w:val="left"/>
      <w:pPr>
        <w:ind w:left="720" w:hanging="360"/>
      </w:pPr>
      <w:rPr>
        <w:rFonts w:ascii="Garamond" w:hAnsi="Garamond"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204E63"/>
    <w:multiLevelType w:val="hybridMultilevel"/>
    <w:tmpl w:val="BF000DA4"/>
    <w:lvl w:ilvl="0" w:tplc="08090001">
      <w:start w:val="1"/>
      <w:numFmt w:val="bullet"/>
      <w:lvlText w:val=""/>
      <w:lvlJc w:val="left"/>
      <w:pPr>
        <w:ind w:left="1170" w:hanging="360"/>
      </w:pPr>
      <w:rPr>
        <w:rFonts w:ascii="Symbol" w:hAnsi="Symbol" w:hint="default"/>
      </w:rPr>
    </w:lvl>
    <w:lvl w:ilvl="1" w:tplc="08090003" w:tentative="1">
      <w:start w:val="1"/>
      <w:numFmt w:val="bullet"/>
      <w:lvlText w:val="o"/>
      <w:lvlJc w:val="left"/>
      <w:pPr>
        <w:ind w:left="1890" w:hanging="360"/>
      </w:pPr>
      <w:rPr>
        <w:rFonts w:ascii="Courier New" w:hAnsi="Courier New" w:cs="Courier New" w:hint="default"/>
      </w:rPr>
    </w:lvl>
    <w:lvl w:ilvl="2" w:tplc="08090005" w:tentative="1">
      <w:start w:val="1"/>
      <w:numFmt w:val="bullet"/>
      <w:lvlText w:val=""/>
      <w:lvlJc w:val="left"/>
      <w:pPr>
        <w:ind w:left="2610" w:hanging="360"/>
      </w:pPr>
      <w:rPr>
        <w:rFonts w:ascii="Wingdings" w:hAnsi="Wingdings" w:hint="default"/>
      </w:rPr>
    </w:lvl>
    <w:lvl w:ilvl="3" w:tplc="08090001" w:tentative="1">
      <w:start w:val="1"/>
      <w:numFmt w:val="bullet"/>
      <w:lvlText w:val=""/>
      <w:lvlJc w:val="left"/>
      <w:pPr>
        <w:ind w:left="3330" w:hanging="360"/>
      </w:pPr>
      <w:rPr>
        <w:rFonts w:ascii="Symbol" w:hAnsi="Symbol" w:hint="default"/>
      </w:rPr>
    </w:lvl>
    <w:lvl w:ilvl="4" w:tplc="08090003" w:tentative="1">
      <w:start w:val="1"/>
      <w:numFmt w:val="bullet"/>
      <w:lvlText w:val="o"/>
      <w:lvlJc w:val="left"/>
      <w:pPr>
        <w:ind w:left="4050" w:hanging="360"/>
      </w:pPr>
      <w:rPr>
        <w:rFonts w:ascii="Courier New" w:hAnsi="Courier New" w:cs="Courier New" w:hint="default"/>
      </w:rPr>
    </w:lvl>
    <w:lvl w:ilvl="5" w:tplc="08090005" w:tentative="1">
      <w:start w:val="1"/>
      <w:numFmt w:val="bullet"/>
      <w:lvlText w:val=""/>
      <w:lvlJc w:val="left"/>
      <w:pPr>
        <w:ind w:left="4770" w:hanging="360"/>
      </w:pPr>
      <w:rPr>
        <w:rFonts w:ascii="Wingdings" w:hAnsi="Wingdings" w:hint="default"/>
      </w:rPr>
    </w:lvl>
    <w:lvl w:ilvl="6" w:tplc="08090001" w:tentative="1">
      <w:start w:val="1"/>
      <w:numFmt w:val="bullet"/>
      <w:lvlText w:val=""/>
      <w:lvlJc w:val="left"/>
      <w:pPr>
        <w:ind w:left="5490" w:hanging="360"/>
      </w:pPr>
      <w:rPr>
        <w:rFonts w:ascii="Symbol" w:hAnsi="Symbol" w:hint="default"/>
      </w:rPr>
    </w:lvl>
    <w:lvl w:ilvl="7" w:tplc="08090003" w:tentative="1">
      <w:start w:val="1"/>
      <w:numFmt w:val="bullet"/>
      <w:lvlText w:val="o"/>
      <w:lvlJc w:val="left"/>
      <w:pPr>
        <w:ind w:left="6210" w:hanging="360"/>
      </w:pPr>
      <w:rPr>
        <w:rFonts w:ascii="Courier New" w:hAnsi="Courier New" w:cs="Courier New" w:hint="default"/>
      </w:rPr>
    </w:lvl>
    <w:lvl w:ilvl="8" w:tplc="08090005" w:tentative="1">
      <w:start w:val="1"/>
      <w:numFmt w:val="bullet"/>
      <w:lvlText w:val=""/>
      <w:lvlJc w:val="left"/>
      <w:pPr>
        <w:ind w:left="6930" w:hanging="360"/>
      </w:pPr>
      <w:rPr>
        <w:rFonts w:ascii="Wingdings" w:hAnsi="Wingdings" w:hint="default"/>
      </w:rPr>
    </w:lvl>
  </w:abstractNum>
  <w:num w:numId="1">
    <w:abstractNumId w:val="26"/>
  </w:num>
  <w:num w:numId="2">
    <w:abstractNumId w:val="2"/>
  </w:num>
  <w:num w:numId="3">
    <w:abstractNumId w:val="1"/>
  </w:num>
  <w:num w:numId="4">
    <w:abstractNumId w:val="0"/>
  </w:num>
  <w:num w:numId="5">
    <w:abstractNumId w:val="25"/>
  </w:num>
  <w:num w:numId="6">
    <w:abstractNumId w:val="12"/>
  </w:num>
  <w:num w:numId="7">
    <w:abstractNumId w:val="20"/>
  </w:num>
  <w:num w:numId="8">
    <w:abstractNumId w:val="34"/>
  </w:num>
  <w:num w:numId="9">
    <w:abstractNumId w:val="21"/>
  </w:num>
  <w:num w:numId="10">
    <w:abstractNumId w:val="32"/>
  </w:num>
  <w:num w:numId="11">
    <w:abstractNumId w:val="17"/>
  </w:num>
  <w:num w:numId="12">
    <w:abstractNumId w:val="8"/>
  </w:num>
  <w:num w:numId="13">
    <w:abstractNumId w:val="22"/>
  </w:num>
  <w:num w:numId="14">
    <w:abstractNumId w:val="23"/>
  </w:num>
  <w:num w:numId="15">
    <w:abstractNumId w:val="24"/>
  </w:num>
  <w:num w:numId="16">
    <w:abstractNumId w:val="9"/>
  </w:num>
  <w:num w:numId="17">
    <w:abstractNumId w:val="29"/>
  </w:num>
  <w:num w:numId="18">
    <w:abstractNumId w:val="14"/>
  </w:num>
  <w:num w:numId="19">
    <w:abstractNumId w:val="18"/>
  </w:num>
  <w:num w:numId="20">
    <w:abstractNumId w:val="11"/>
  </w:num>
  <w:num w:numId="21">
    <w:abstractNumId w:val="3"/>
  </w:num>
  <w:num w:numId="22">
    <w:abstractNumId w:val="33"/>
  </w:num>
  <w:num w:numId="23">
    <w:abstractNumId w:val="10"/>
  </w:num>
  <w:num w:numId="24">
    <w:abstractNumId w:val="26"/>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26"/>
  </w:num>
  <w:num w:numId="28">
    <w:abstractNumId w:val="4"/>
  </w:num>
  <w:num w:numId="29">
    <w:abstractNumId w:val="13"/>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6"/>
  </w:num>
  <w:num w:numId="33">
    <w:abstractNumId w:val="19"/>
  </w:num>
  <w:num w:numId="34">
    <w:abstractNumId w:val="28"/>
  </w:num>
  <w:num w:numId="35">
    <w:abstractNumId w:val="27"/>
  </w:num>
  <w:num w:numId="36">
    <w:abstractNumId w:val="7"/>
  </w:num>
  <w:num w:numId="37">
    <w:abstractNumId w:val="16"/>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15"/>
    <w:lvlOverride w:ilvl="0">
      <w:startOverride w:val="1"/>
    </w:lvlOverride>
    <w:lvlOverride w:ilvl="1"/>
    <w:lvlOverride w:ilvl="2"/>
    <w:lvlOverride w:ilvl="3"/>
    <w:lvlOverride w:ilvl="4"/>
    <w:lvlOverride w:ilvl="5"/>
    <w:lvlOverride w:ilvl="6"/>
    <w:lvlOverride w:ilvl="7"/>
    <w:lvlOverride w:ilvl="8"/>
  </w:num>
  <w:num w:numId="41">
    <w:abstractNumId w:val="5"/>
    <w:lvlOverride w:ilvl="0">
      <w:startOverride w:val="1"/>
    </w:lvlOverride>
    <w:lvlOverride w:ilvl="1"/>
    <w:lvlOverride w:ilvl="2"/>
    <w:lvlOverride w:ilvl="3"/>
    <w:lvlOverride w:ilvl="4"/>
    <w:lvlOverride w:ilvl="5"/>
    <w:lvlOverride w:ilvl="6"/>
    <w:lvlOverride w:ilvl="7"/>
    <w:lvlOverride w:ilvl="8"/>
  </w:num>
  <w:num w:numId="42">
    <w:abstractNumId w:val="5"/>
  </w:num>
  <w:num w:numId="43">
    <w:abstractNumId w:val="3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attachedTemplate r:id="rId1"/>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A45"/>
    <w:rsid w:val="00000113"/>
    <w:rsid w:val="00003DAC"/>
    <w:rsid w:val="00004340"/>
    <w:rsid w:val="00006530"/>
    <w:rsid w:val="00007B0C"/>
    <w:rsid w:val="00010A1E"/>
    <w:rsid w:val="0001367C"/>
    <w:rsid w:val="00013E06"/>
    <w:rsid w:val="00017305"/>
    <w:rsid w:val="000177C1"/>
    <w:rsid w:val="00017C43"/>
    <w:rsid w:val="00017D9D"/>
    <w:rsid w:val="00020732"/>
    <w:rsid w:val="000226A1"/>
    <w:rsid w:val="0002495C"/>
    <w:rsid w:val="000250D6"/>
    <w:rsid w:val="0002517A"/>
    <w:rsid w:val="000252AA"/>
    <w:rsid w:val="00026156"/>
    <w:rsid w:val="00032D43"/>
    <w:rsid w:val="00035445"/>
    <w:rsid w:val="00037820"/>
    <w:rsid w:val="000411F2"/>
    <w:rsid w:val="00043DA5"/>
    <w:rsid w:val="00044AEB"/>
    <w:rsid w:val="00045E94"/>
    <w:rsid w:val="00051D59"/>
    <w:rsid w:val="00052A93"/>
    <w:rsid w:val="00054877"/>
    <w:rsid w:val="00056794"/>
    <w:rsid w:val="000578B1"/>
    <w:rsid w:val="00060C05"/>
    <w:rsid w:val="000661C6"/>
    <w:rsid w:val="00073C74"/>
    <w:rsid w:val="00074944"/>
    <w:rsid w:val="000751E2"/>
    <w:rsid w:val="00077385"/>
    <w:rsid w:val="000803C4"/>
    <w:rsid w:val="00080936"/>
    <w:rsid w:val="0008686F"/>
    <w:rsid w:val="000903AE"/>
    <w:rsid w:val="00090ECF"/>
    <w:rsid w:val="00092801"/>
    <w:rsid w:val="00093CC4"/>
    <w:rsid w:val="00094A37"/>
    <w:rsid w:val="0009554D"/>
    <w:rsid w:val="000963EE"/>
    <w:rsid w:val="000A60A3"/>
    <w:rsid w:val="000A7339"/>
    <w:rsid w:val="000B2EBE"/>
    <w:rsid w:val="000B3D5B"/>
    <w:rsid w:val="000B41A0"/>
    <w:rsid w:val="000B42CD"/>
    <w:rsid w:val="000C0EE7"/>
    <w:rsid w:val="000C0FEF"/>
    <w:rsid w:val="000C13B0"/>
    <w:rsid w:val="000C1CCF"/>
    <w:rsid w:val="000C5000"/>
    <w:rsid w:val="000D0C4C"/>
    <w:rsid w:val="000D20BE"/>
    <w:rsid w:val="000D4764"/>
    <w:rsid w:val="000E4E6D"/>
    <w:rsid w:val="000E5BDC"/>
    <w:rsid w:val="000E62F4"/>
    <w:rsid w:val="000E67F3"/>
    <w:rsid w:val="000F1775"/>
    <w:rsid w:val="000F618E"/>
    <w:rsid w:val="001007BE"/>
    <w:rsid w:val="001049EC"/>
    <w:rsid w:val="00106431"/>
    <w:rsid w:val="00113042"/>
    <w:rsid w:val="00114C75"/>
    <w:rsid w:val="00115440"/>
    <w:rsid w:val="00115D6B"/>
    <w:rsid w:val="00117F83"/>
    <w:rsid w:val="00120564"/>
    <w:rsid w:val="00121980"/>
    <w:rsid w:val="00122898"/>
    <w:rsid w:val="001268A5"/>
    <w:rsid w:val="00130B59"/>
    <w:rsid w:val="001354F1"/>
    <w:rsid w:val="001418FA"/>
    <w:rsid w:val="00142680"/>
    <w:rsid w:val="0014479D"/>
    <w:rsid w:val="001467DC"/>
    <w:rsid w:val="0015123B"/>
    <w:rsid w:val="00156390"/>
    <w:rsid w:val="00160C14"/>
    <w:rsid w:val="001619C2"/>
    <w:rsid w:val="00162F82"/>
    <w:rsid w:val="00164118"/>
    <w:rsid w:val="001653E1"/>
    <w:rsid w:val="00165FE6"/>
    <w:rsid w:val="00166EEB"/>
    <w:rsid w:val="00166F22"/>
    <w:rsid w:val="00167B09"/>
    <w:rsid w:val="0017149F"/>
    <w:rsid w:val="0017208B"/>
    <w:rsid w:val="00173DC2"/>
    <w:rsid w:val="00175157"/>
    <w:rsid w:val="0017556B"/>
    <w:rsid w:val="001765FA"/>
    <w:rsid w:val="00180312"/>
    <w:rsid w:val="00180A58"/>
    <w:rsid w:val="00181C5C"/>
    <w:rsid w:val="00183F8C"/>
    <w:rsid w:val="0018507A"/>
    <w:rsid w:val="00185818"/>
    <w:rsid w:val="001905C8"/>
    <w:rsid w:val="00191002"/>
    <w:rsid w:val="00192002"/>
    <w:rsid w:val="00196B9E"/>
    <w:rsid w:val="001A136E"/>
    <w:rsid w:val="001A1397"/>
    <w:rsid w:val="001A2105"/>
    <w:rsid w:val="001A3179"/>
    <w:rsid w:val="001A4331"/>
    <w:rsid w:val="001A6738"/>
    <w:rsid w:val="001B26A0"/>
    <w:rsid w:val="001B271D"/>
    <w:rsid w:val="001B2C45"/>
    <w:rsid w:val="001B74CB"/>
    <w:rsid w:val="001C2E0C"/>
    <w:rsid w:val="001C491C"/>
    <w:rsid w:val="001C4955"/>
    <w:rsid w:val="001C57FB"/>
    <w:rsid w:val="001C6D97"/>
    <w:rsid w:val="001C73F6"/>
    <w:rsid w:val="001D4532"/>
    <w:rsid w:val="001D5523"/>
    <w:rsid w:val="001D56BC"/>
    <w:rsid w:val="001D75EE"/>
    <w:rsid w:val="001E00F2"/>
    <w:rsid w:val="001E45A3"/>
    <w:rsid w:val="001F0CBD"/>
    <w:rsid w:val="001F2881"/>
    <w:rsid w:val="001F3C12"/>
    <w:rsid w:val="001F5971"/>
    <w:rsid w:val="001F6343"/>
    <w:rsid w:val="001F6583"/>
    <w:rsid w:val="001F7F2D"/>
    <w:rsid w:val="0020037D"/>
    <w:rsid w:val="00203768"/>
    <w:rsid w:val="00207A73"/>
    <w:rsid w:val="00211F33"/>
    <w:rsid w:val="0021680D"/>
    <w:rsid w:val="0021685F"/>
    <w:rsid w:val="002172D7"/>
    <w:rsid w:val="00222B60"/>
    <w:rsid w:val="00225240"/>
    <w:rsid w:val="00225B92"/>
    <w:rsid w:val="00226C8B"/>
    <w:rsid w:val="0023240F"/>
    <w:rsid w:val="00234A2F"/>
    <w:rsid w:val="002368A1"/>
    <w:rsid w:val="00236FAB"/>
    <w:rsid w:val="00237CC6"/>
    <w:rsid w:val="00237E0A"/>
    <w:rsid w:val="00240208"/>
    <w:rsid w:val="0024050E"/>
    <w:rsid w:val="00243F24"/>
    <w:rsid w:val="00244ED2"/>
    <w:rsid w:val="00247C3F"/>
    <w:rsid w:val="002531E6"/>
    <w:rsid w:val="002536AE"/>
    <w:rsid w:val="002537B0"/>
    <w:rsid w:val="00255DF2"/>
    <w:rsid w:val="002579B1"/>
    <w:rsid w:val="002601D8"/>
    <w:rsid w:val="002612D0"/>
    <w:rsid w:val="00262733"/>
    <w:rsid w:val="00275837"/>
    <w:rsid w:val="00276BA9"/>
    <w:rsid w:val="00276EBA"/>
    <w:rsid w:val="00280C9C"/>
    <w:rsid w:val="002828E4"/>
    <w:rsid w:val="00290C4F"/>
    <w:rsid w:val="00294AD1"/>
    <w:rsid w:val="002954C1"/>
    <w:rsid w:val="002971BA"/>
    <w:rsid w:val="002A00BD"/>
    <w:rsid w:val="002A1561"/>
    <w:rsid w:val="002A257D"/>
    <w:rsid w:val="002A3C97"/>
    <w:rsid w:val="002A7B53"/>
    <w:rsid w:val="002B1761"/>
    <w:rsid w:val="002B251E"/>
    <w:rsid w:val="002B3350"/>
    <w:rsid w:val="002B3A27"/>
    <w:rsid w:val="002B70E4"/>
    <w:rsid w:val="002B7941"/>
    <w:rsid w:val="002C0CB0"/>
    <w:rsid w:val="002C1688"/>
    <w:rsid w:val="002C2388"/>
    <w:rsid w:val="002C2C4D"/>
    <w:rsid w:val="002C329A"/>
    <w:rsid w:val="002C36ED"/>
    <w:rsid w:val="002C561A"/>
    <w:rsid w:val="002C578C"/>
    <w:rsid w:val="002C7D9D"/>
    <w:rsid w:val="002D0BC3"/>
    <w:rsid w:val="002D1193"/>
    <w:rsid w:val="002D1F3B"/>
    <w:rsid w:val="002D201E"/>
    <w:rsid w:val="002D458F"/>
    <w:rsid w:val="002D5F1B"/>
    <w:rsid w:val="002E2CC0"/>
    <w:rsid w:val="002F0776"/>
    <w:rsid w:val="002F0F1E"/>
    <w:rsid w:val="002F3424"/>
    <w:rsid w:val="002F53C7"/>
    <w:rsid w:val="002F62A0"/>
    <w:rsid w:val="003044AE"/>
    <w:rsid w:val="003060C4"/>
    <w:rsid w:val="003079A1"/>
    <w:rsid w:val="00311A6E"/>
    <w:rsid w:val="00311BED"/>
    <w:rsid w:val="00312F01"/>
    <w:rsid w:val="003133C3"/>
    <w:rsid w:val="0031588A"/>
    <w:rsid w:val="00317595"/>
    <w:rsid w:val="00321534"/>
    <w:rsid w:val="003218C1"/>
    <w:rsid w:val="00322781"/>
    <w:rsid w:val="003244BB"/>
    <w:rsid w:val="0032609F"/>
    <w:rsid w:val="00331B00"/>
    <w:rsid w:val="00336C8F"/>
    <w:rsid w:val="003431B9"/>
    <w:rsid w:val="00344E57"/>
    <w:rsid w:val="00345636"/>
    <w:rsid w:val="00345791"/>
    <w:rsid w:val="00347321"/>
    <w:rsid w:val="003475AF"/>
    <w:rsid w:val="00351374"/>
    <w:rsid w:val="00355AAF"/>
    <w:rsid w:val="003732FF"/>
    <w:rsid w:val="00374FE7"/>
    <w:rsid w:val="00376830"/>
    <w:rsid w:val="00377AF9"/>
    <w:rsid w:val="0038170D"/>
    <w:rsid w:val="00382341"/>
    <w:rsid w:val="003831E4"/>
    <w:rsid w:val="0038432C"/>
    <w:rsid w:val="00386EE7"/>
    <w:rsid w:val="00387055"/>
    <w:rsid w:val="00387B2C"/>
    <w:rsid w:val="003906B2"/>
    <w:rsid w:val="003910F4"/>
    <w:rsid w:val="003913D6"/>
    <w:rsid w:val="00394492"/>
    <w:rsid w:val="00394566"/>
    <w:rsid w:val="00394CFF"/>
    <w:rsid w:val="00395BDF"/>
    <w:rsid w:val="00395F61"/>
    <w:rsid w:val="003A0EDC"/>
    <w:rsid w:val="003A16E4"/>
    <w:rsid w:val="003A4753"/>
    <w:rsid w:val="003A4CD4"/>
    <w:rsid w:val="003A5AC1"/>
    <w:rsid w:val="003B149E"/>
    <w:rsid w:val="003B1F0D"/>
    <w:rsid w:val="003B2228"/>
    <w:rsid w:val="003B31A3"/>
    <w:rsid w:val="003B5973"/>
    <w:rsid w:val="003C1FD0"/>
    <w:rsid w:val="003C25C1"/>
    <w:rsid w:val="003C3D80"/>
    <w:rsid w:val="003C48AF"/>
    <w:rsid w:val="003C6E30"/>
    <w:rsid w:val="003D0298"/>
    <w:rsid w:val="003D1AA8"/>
    <w:rsid w:val="003D1FF3"/>
    <w:rsid w:val="003D2BF3"/>
    <w:rsid w:val="003D2D06"/>
    <w:rsid w:val="003D5823"/>
    <w:rsid w:val="003D699F"/>
    <w:rsid w:val="003D7207"/>
    <w:rsid w:val="003E0CAF"/>
    <w:rsid w:val="003E450C"/>
    <w:rsid w:val="003E4E5B"/>
    <w:rsid w:val="003E632D"/>
    <w:rsid w:val="003E73FD"/>
    <w:rsid w:val="003F069D"/>
    <w:rsid w:val="003F10DA"/>
    <w:rsid w:val="003F3134"/>
    <w:rsid w:val="003F5DAA"/>
    <w:rsid w:val="00403642"/>
    <w:rsid w:val="00403C43"/>
    <w:rsid w:val="004045E5"/>
    <w:rsid w:val="00406664"/>
    <w:rsid w:val="00407698"/>
    <w:rsid w:val="00407BF2"/>
    <w:rsid w:val="00410980"/>
    <w:rsid w:val="004115CE"/>
    <w:rsid w:val="00413199"/>
    <w:rsid w:val="00413CA7"/>
    <w:rsid w:val="00415BFB"/>
    <w:rsid w:val="00417FD6"/>
    <w:rsid w:val="0042293C"/>
    <w:rsid w:val="00423AF7"/>
    <w:rsid w:val="00432D2E"/>
    <w:rsid w:val="00437EA8"/>
    <w:rsid w:val="00442037"/>
    <w:rsid w:val="00442E59"/>
    <w:rsid w:val="00444618"/>
    <w:rsid w:val="0044497F"/>
    <w:rsid w:val="004460EE"/>
    <w:rsid w:val="0044720D"/>
    <w:rsid w:val="0044793D"/>
    <w:rsid w:val="00447DAF"/>
    <w:rsid w:val="00453785"/>
    <w:rsid w:val="00462472"/>
    <w:rsid w:val="00462724"/>
    <w:rsid w:val="004634C8"/>
    <w:rsid w:val="00463924"/>
    <w:rsid w:val="00464F27"/>
    <w:rsid w:val="00465363"/>
    <w:rsid w:val="00467445"/>
    <w:rsid w:val="00472636"/>
    <w:rsid w:val="0047301B"/>
    <w:rsid w:val="00474F9B"/>
    <w:rsid w:val="00475349"/>
    <w:rsid w:val="0047536B"/>
    <w:rsid w:val="00476038"/>
    <w:rsid w:val="004779A1"/>
    <w:rsid w:val="00477D53"/>
    <w:rsid w:val="00485581"/>
    <w:rsid w:val="0048599F"/>
    <w:rsid w:val="00486AB6"/>
    <w:rsid w:val="004872F4"/>
    <w:rsid w:val="004900CF"/>
    <w:rsid w:val="00492774"/>
    <w:rsid w:val="0049369C"/>
    <w:rsid w:val="00494CE3"/>
    <w:rsid w:val="004A034C"/>
    <w:rsid w:val="004A0759"/>
    <w:rsid w:val="004A0F81"/>
    <w:rsid w:val="004A3DF3"/>
    <w:rsid w:val="004A540F"/>
    <w:rsid w:val="004B0E00"/>
    <w:rsid w:val="004B13FD"/>
    <w:rsid w:val="004B4A26"/>
    <w:rsid w:val="004B522F"/>
    <w:rsid w:val="004B5829"/>
    <w:rsid w:val="004B5847"/>
    <w:rsid w:val="004B615D"/>
    <w:rsid w:val="004B7F57"/>
    <w:rsid w:val="004C5396"/>
    <w:rsid w:val="004C6B46"/>
    <w:rsid w:val="004C76CB"/>
    <w:rsid w:val="004C7770"/>
    <w:rsid w:val="004C7C8F"/>
    <w:rsid w:val="004D04BE"/>
    <w:rsid w:val="004D0B76"/>
    <w:rsid w:val="004D4FCA"/>
    <w:rsid w:val="004D6C46"/>
    <w:rsid w:val="004D6DC2"/>
    <w:rsid w:val="004D6E62"/>
    <w:rsid w:val="004D72DB"/>
    <w:rsid w:val="004E068B"/>
    <w:rsid w:val="004E2E6B"/>
    <w:rsid w:val="004E3DC2"/>
    <w:rsid w:val="004E77F6"/>
    <w:rsid w:val="004F091A"/>
    <w:rsid w:val="004F3A38"/>
    <w:rsid w:val="004F436B"/>
    <w:rsid w:val="004F5270"/>
    <w:rsid w:val="004F5B0A"/>
    <w:rsid w:val="004F63CA"/>
    <w:rsid w:val="004F66E1"/>
    <w:rsid w:val="004F70E7"/>
    <w:rsid w:val="0050588A"/>
    <w:rsid w:val="0050609F"/>
    <w:rsid w:val="005062BE"/>
    <w:rsid w:val="00507708"/>
    <w:rsid w:val="00510329"/>
    <w:rsid w:val="00523F83"/>
    <w:rsid w:val="00524325"/>
    <w:rsid w:val="00524595"/>
    <w:rsid w:val="00525497"/>
    <w:rsid w:val="00527007"/>
    <w:rsid w:val="00527278"/>
    <w:rsid w:val="00530454"/>
    <w:rsid w:val="00532A0F"/>
    <w:rsid w:val="00537779"/>
    <w:rsid w:val="0054254D"/>
    <w:rsid w:val="005427EB"/>
    <w:rsid w:val="00542DB0"/>
    <w:rsid w:val="005443A6"/>
    <w:rsid w:val="00545283"/>
    <w:rsid w:val="0054607F"/>
    <w:rsid w:val="00550A6F"/>
    <w:rsid w:val="0055159A"/>
    <w:rsid w:val="00552D94"/>
    <w:rsid w:val="00553038"/>
    <w:rsid w:val="00553943"/>
    <w:rsid w:val="005541AB"/>
    <w:rsid w:val="00554D8A"/>
    <w:rsid w:val="0055512E"/>
    <w:rsid w:val="00555426"/>
    <w:rsid w:val="0055557D"/>
    <w:rsid w:val="00556C29"/>
    <w:rsid w:val="005574A9"/>
    <w:rsid w:val="005574BF"/>
    <w:rsid w:val="00557EAA"/>
    <w:rsid w:val="00560139"/>
    <w:rsid w:val="0056292E"/>
    <w:rsid w:val="0056359A"/>
    <w:rsid w:val="00563B4F"/>
    <w:rsid w:val="005648DA"/>
    <w:rsid w:val="00564C00"/>
    <w:rsid w:val="0056528B"/>
    <w:rsid w:val="00566D1A"/>
    <w:rsid w:val="00570283"/>
    <w:rsid w:val="005728D5"/>
    <w:rsid w:val="00572FE5"/>
    <w:rsid w:val="00573BE0"/>
    <w:rsid w:val="00573F1D"/>
    <w:rsid w:val="00574F2F"/>
    <w:rsid w:val="00577816"/>
    <w:rsid w:val="00585894"/>
    <w:rsid w:val="00585C45"/>
    <w:rsid w:val="0058635D"/>
    <w:rsid w:val="00587A34"/>
    <w:rsid w:val="0059332B"/>
    <w:rsid w:val="0059488E"/>
    <w:rsid w:val="00594BDF"/>
    <w:rsid w:val="00594FB0"/>
    <w:rsid w:val="00595454"/>
    <w:rsid w:val="0059621E"/>
    <w:rsid w:val="00596383"/>
    <w:rsid w:val="005965F1"/>
    <w:rsid w:val="00597102"/>
    <w:rsid w:val="00597574"/>
    <w:rsid w:val="005A050E"/>
    <w:rsid w:val="005A1C7B"/>
    <w:rsid w:val="005A3F5C"/>
    <w:rsid w:val="005A7B28"/>
    <w:rsid w:val="005B3327"/>
    <w:rsid w:val="005C07D6"/>
    <w:rsid w:val="005C347D"/>
    <w:rsid w:val="005D0107"/>
    <w:rsid w:val="005D24DC"/>
    <w:rsid w:val="005D2DE5"/>
    <w:rsid w:val="005E1F14"/>
    <w:rsid w:val="005E23F7"/>
    <w:rsid w:val="005E5E91"/>
    <w:rsid w:val="005E6168"/>
    <w:rsid w:val="005E76F4"/>
    <w:rsid w:val="005F003B"/>
    <w:rsid w:val="005F1885"/>
    <w:rsid w:val="005F454A"/>
    <w:rsid w:val="005F75BD"/>
    <w:rsid w:val="00605284"/>
    <w:rsid w:val="00605E38"/>
    <w:rsid w:val="006065EB"/>
    <w:rsid w:val="00606BCA"/>
    <w:rsid w:val="00607238"/>
    <w:rsid w:val="00607FFA"/>
    <w:rsid w:val="006105BB"/>
    <w:rsid w:val="006160AC"/>
    <w:rsid w:val="006161C2"/>
    <w:rsid w:val="00616BFE"/>
    <w:rsid w:val="00624D4C"/>
    <w:rsid w:val="00626296"/>
    <w:rsid w:val="00627706"/>
    <w:rsid w:val="00627DA0"/>
    <w:rsid w:val="00631DD0"/>
    <w:rsid w:val="00632FB6"/>
    <w:rsid w:val="00642C72"/>
    <w:rsid w:val="00643EC9"/>
    <w:rsid w:val="00644412"/>
    <w:rsid w:val="006469FD"/>
    <w:rsid w:val="00647658"/>
    <w:rsid w:val="00647C8D"/>
    <w:rsid w:val="00651330"/>
    <w:rsid w:val="006527E8"/>
    <w:rsid w:val="00656105"/>
    <w:rsid w:val="00657CFC"/>
    <w:rsid w:val="006618E2"/>
    <w:rsid w:val="00664B3C"/>
    <w:rsid w:val="00665ACD"/>
    <w:rsid w:val="0066779A"/>
    <w:rsid w:val="00670376"/>
    <w:rsid w:val="00672392"/>
    <w:rsid w:val="00674A45"/>
    <w:rsid w:val="0067557C"/>
    <w:rsid w:val="00685487"/>
    <w:rsid w:val="00686ADA"/>
    <w:rsid w:val="00687ABF"/>
    <w:rsid w:val="00690095"/>
    <w:rsid w:val="00693BDC"/>
    <w:rsid w:val="006A1D9D"/>
    <w:rsid w:val="006A6E7A"/>
    <w:rsid w:val="006B0353"/>
    <w:rsid w:val="006B1BD3"/>
    <w:rsid w:val="006B1D70"/>
    <w:rsid w:val="006B4F23"/>
    <w:rsid w:val="006B5A82"/>
    <w:rsid w:val="006B6629"/>
    <w:rsid w:val="006C16F2"/>
    <w:rsid w:val="006C33DA"/>
    <w:rsid w:val="006C340C"/>
    <w:rsid w:val="006C42CB"/>
    <w:rsid w:val="006D0034"/>
    <w:rsid w:val="006D0177"/>
    <w:rsid w:val="006D5201"/>
    <w:rsid w:val="006D53CE"/>
    <w:rsid w:val="006D6F24"/>
    <w:rsid w:val="006D7BF4"/>
    <w:rsid w:val="006E09B2"/>
    <w:rsid w:val="006E0C23"/>
    <w:rsid w:val="006E1896"/>
    <w:rsid w:val="006E6578"/>
    <w:rsid w:val="006E6842"/>
    <w:rsid w:val="006E7874"/>
    <w:rsid w:val="006F0E8A"/>
    <w:rsid w:val="006F3DFE"/>
    <w:rsid w:val="006F60C5"/>
    <w:rsid w:val="006F64EB"/>
    <w:rsid w:val="006F7BAB"/>
    <w:rsid w:val="0070052A"/>
    <w:rsid w:val="007012C2"/>
    <w:rsid w:val="0070336E"/>
    <w:rsid w:val="00704609"/>
    <w:rsid w:val="007066B6"/>
    <w:rsid w:val="00711B62"/>
    <w:rsid w:val="0071298C"/>
    <w:rsid w:val="00713CFD"/>
    <w:rsid w:val="0071433C"/>
    <w:rsid w:val="007159DE"/>
    <w:rsid w:val="00717F84"/>
    <w:rsid w:val="0072140C"/>
    <w:rsid w:val="00722186"/>
    <w:rsid w:val="0072358E"/>
    <w:rsid w:val="007253E6"/>
    <w:rsid w:val="00725F08"/>
    <w:rsid w:val="0072606B"/>
    <w:rsid w:val="007269A2"/>
    <w:rsid w:val="007300C8"/>
    <w:rsid w:val="00732649"/>
    <w:rsid w:val="00732D21"/>
    <w:rsid w:val="00734D4B"/>
    <w:rsid w:val="007413B9"/>
    <w:rsid w:val="00741EC5"/>
    <w:rsid w:val="007463E4"/>
    <w:rsid w:val="00751F7F"/>
    <w:rsid w:val="0075660B"/>
    <w:rsid w:val="00756FBE"/>
    <w:rsid w:val="00763E40"/>
    <w:rsid w:val="007747AC"/>
    <w:rsid w:val="00776DCA"/>
    <w:rsid w:val="00780A5F"/>
    <w:rsid w:val="00781217"/>
    <w:rsid w:val="007819CD"/>
    <w:rsid w:val="00781BE6"/>
    <w:rsid w:val="007845DA"/>
    <w:rsid w:val="00784766"/>
    <w:rsid w:val="007871B6"/>
    <w:rsid w:val="007877FA"/>
    <w:rsid w:val="00791861"/>
    <w:rsid w:val="007920C7"/>
    <w:rsid w:val="00794987"/>
    <w:rsid w:val="00795CB5"/>
    <w:rsid w:val="00797120"/>
    <w:rsid w:val="007A471D"/>
    <w:rsid w:val="007A5131"/>
    <w:rsid w:val="007A67FA"/>
    <w:rsid w:val="007B2A0A"/>
    <w:rsid w:val="007C1AB4"/>
    <w:rsid w:val="007C35DB"/>
    <w:rsid w:val="007C398C"/>
    <w:rsid w:val="007D118E"/>
    <w:rsid w:val="007D3543"/>
    <w:rsid w:val="007E05AF"/>
    <w:rsid w:val="007E07AC"/>
    <w:rsid w:val="007E084A"/>
    <w:rsid w:val="007E467B"/>
    <w:rsid w:val="007E5627"/>
    <w:rsid w:val="007E78EB"/>
    <w:rsid w:val="007F0047"/>
    <w:rsid w:val="007F3F23"/>
    <w:rsid w:val="007F4C08"/>
    <w:rsid w:val="007F57EA"/>
    <w:rsid w:val="007F7BFB"/>
    <w:rsid w:val="008007F4"/>
    <w:rsid w:val="00806303"/>
    <w:rsid w:val="00806DF9"/>
    <w:rsid w:val="00806F06"/>
    <w:rsid w:val="00807F3D"/>
    <w:rsid w:val="00810EC5"/>
    <w:rsid w:val="008171D2"/>
    <w:rsid w:val="008270B9"/>
    <w:rsid w:val="00827C2B"/>
    <w:rsid w:val="00827E26"/>
    <w:rsid w:val="00830713"/>
    <w:rsid w:val="00833B4D"/>
    <w:rsid w:val="00835740"/>
    <w:rsid w:val="008366A9"/>
    <w:rsid w:val="0083742B"/>
    <w:rsid w:val="00843EA4"/>
    <w:rsid w:val="008443AF"/>
    <w:rsid w:val="008472C4"/>
    <w:rsid w:val="008525E0"/>
    <w:rsid w:val="00853700"/>
    <w:rsid w:val="00857F61"/>
    <w:rsid w:val="0086409E"/>
    <w:rsid w:val="00864E0B"/>
    <w:rsid w:val="00865671"/>
    <w:rsid w:val="00865B8A"/>
    <w:rsid w:val="00871D17"/>
    <w:rsid w:val="008727F0"/>
    <w:rsid w:val="008735D6"/>
    <w:rsid w:val="00874187"/>
    <w:rsid w:val="008747D0"/>
    <w:rsid w:val="00875649"/>
    <w:rsid w:val="00882BB5"/>
    <w:rsid w:val="00883C87"/>
    <w:rsid w:val="00883E64"/>
    <w:rsid w:val="0088750F"/>
    <w:rsid w:val="008913E1"/>
    <w:rsid w:val="00893B9F"/>
    <w:rsid w:val="0089463E"/>
    <w:rsid w:val="008960D9"/>
    <w:rsid w:val="008A32DF"/>
    <w:rsid w:val="008A4A26"/>
    <w:rsid w:val="008A4EF3"/>
    <w:rsid w:val="008A590A"/>
    <w:rsid w:val="008A59F1"/>
    <w:rsid w:val="008A5A32"/>
    <w:rsid w:val="008A6FBF"/>
    <w:rsid w:val="008A7763"/>
    <w:rsid w:val="008B455D"/>
    <w:rsid w:val="008B5B11"/>
    <w:rsid w:val="008B6267"/>
    <w:rsid w:val="008C1118"/>
    <w:rsid w:val="008C78B9"/>
    <w:rsid w:val="008D00A4"/>
    <w:rsid w:val="008D1BA6"/>
    <w:rsid w:val="008D2E71"/>
    <w:rsid w:val="008D3D75"/>
    <w:rsid w:val="008D476E"/>
    <w:rsid w:val="008E3032"/>
    <w:rsid w:val="008E320C"/>
    <w:rsid w:val="008E4057"/>
    <w:rsid w:val="008E41EF"/>
    <w:rsid w:val="008E4BD0"/>
    <w:rsid w:val="008E5686"/>
    <w:rsid w:val="008E5C62"/>
    <w:rsid w:val="008E79BD"/>
    <w:rsid w:val="008F184A"/>
    <w:rsid w:val="008F6E4C"/>
    <w:rsid w:val="00901933"/>
    <w:rsid w:val="00901E59"/>
    <w:rsid w:val="009027D1"/>
    <w:rsid w:val="009036E6"/>
    <w:rsid w:val="009044B1"/>
    <w:rsid w:val="00910F40"/>
    <w:rsid w:val="009121FD"/>
    <w:rsid w:val="00914E8C"/>
    <w:rsid w:val="00915A5E"/>
    <w:rsid w:val="00916307"/>
    <w:rsid w:val="00917302"/>
    <w:rsid w:val="009244AF"/>
    <w:rsid w:val="00925861"/>
    <w:rsid w:val="00925D71"/>
    <w:rsid w:val="00925F9E"/>
    <w:rsid w:val="00933C94"/>
    <w:rsid w:val="00935AE1"/>
    <w:rsid w:val="00936402"/>
    <w:rsid w:val="009365A7"/>
    <w:rsid w:val="009367BC"/>
    <w:rsid w:val="009372C8"/>
    <w:rsid w:val="009410EC"/>
    <w:rsid w:val="00943B00"/>
    <w:rsid w:val="009469E2"/>
    <w:rsid w:val="00946FB2"/>
    <w:rsid w:val="009471D7"/>
    <w:rsid w:val="00953DAD"/>
    <w:rsid w:val="00953F95"/>
    <w:rsid w:val="00955A44"/>
    <w:rsid w:val="009563BA"/>
    <w:rsid w:val="00961410"/>
    <w:rsid w:val="009627D6"/>
    <w:rsid w:val="009635F4"/>
    <w:rsid w:val="00965736"/>
    <w:rsid w:val="00971968"/>
    <w:rsid w:val="00973493"/>
    <w:rsid w:val="0097401E"/>
    <w:rsid w:val="00975BDB"/>
    <w:rsid w:val="0097669D"/>
    <w:rsid w:val="0097694B"/>
    <w:rsid w:val="0097734E"/>
    <w:rsid w:val="00977D8B"/>
    <w:rsid w:val="00980155"/>
    <w:rsid w:val="0098116E"/>
    <w:rsid w:val="00981A11"/>
    <w:rsid w:val="009841DB"/>
    <w:rsid w:val="0098454C"/>
    <w:rsid w:val="00985523"/>
    <w:rsid w:val="009861A0"/>
    <w:rsid w:val="00987E01"/>
    <w:rsid w:val="00990686"/>
    <w:rsid w:val="00991CCE"/>
    <w:rsid w:val="00993004"/>
    <w:rsid w:val="00995F43"/>
    <w:rsid w:val="009A0571"/>
    <w:rsid w:val="009A23A8"/>
    <w:rsid w:val="009A7880"/>
    <w:rsid w:val="009A7BE9"/>
    <w:rsid w:val="009B2E87"/>
    <w:rsid w:val="009B306A"/>
    <w:rsid w:val="009B3E82"/>
    <w:rsid w:val="009B42FD"/>
    <w:rsid w:val="009B5642"/>
    <w:rsid w:val="009B6832"/>
    <w:rsid w:val="009B7803"/>
    <w:rsid w:val="009C21E2"/>
    <w:rsid w:val="009C4D36"/>
    <w:rsid w:val="009C67A2"/>
    <w:rsid w:val="009C78F6"/>
    <w:rsid w:val="009D33F0"/>
    <w:rsid w:val="009D55EA"/>
    <w:rsid w:val="009D69DB"/>
    <w:rsid w:val="009D7544"/>
    <w:rsid w:val="009E0084"/>
    <w:rsid w:val="009E5142"/>
    <w:rsid w:val="009E612E"/>
    <w:rsid w:val="009E7157"/>
    <w:rsid w:val="009E7DF0"/>
    <w:rsid w:val="009F062B"/>
    <w:rsid w:val="009F2169"/>
    <w:rsid w:val="009F2412"/>
    <w:rsid w:val="009F3A5C"/>
    <w:rsid w:val="009F6E03"/>
    <w:rsid w:val="009F7A67"/>
    <w:rsid w:val="00A02D72"/>
    <w:rsid w:val="00A074E6"/>
    <w:rsid w:val="00A14A96"/>
    <w:rsid w:val="00A17ACD"/>
    <w:rsid w:val="00A21700"/>
    <w:rsid w:val="00A2215B"/>
    <w:rsid w:val="00A2541B"/>
    <w:rsid w:val="00A2636C"/>
    <w:rsid w:val="00A30002"/>
    <w:rsid w:val="00A32459"/>
    <w:rsid w:val="00A33656"/>
    <w:rsid w:val="00A33762"/>
    <w:rsid w:val="00A33AB7"/>
    <w:rsid w:val="00A40D8B"/>
    <w:rsid w:val="00A4164A"/>
    <w:rsid w:val="00A41AA2"/>
    <w:rsid w:val="00A43799"/>
    <w:rsid w:val="00A45A9B"/>
    <w:rsid w:val="00A46CAE"/>
    <w:rsid w:val="00A505DF"/>
    <w:rsid w:val="00A5241B"/>
    <w:rsid w:val="00A52935"/>
    <w:rsid w:val="00A53F0A"/>
    <w:rsid w:val="00A5400C"/>
    <w:rsid w:val="00A54100"/>
    <w:rsid w:val="00A55AEE"/>
    <w:rsid w:val="00A55B01"/>
    <w:rsid w:val="00A56030"/>
    <w:rsid w:val="00A618E8"/>
    <w:rsid w:val="00A620F8"/>
    <w:rsid w:val="00A6231C"/>
    <w:rsid w:val="00A648D6"/>
    <w:rsid w:val="00A649D2"/>
    <w:rsid w:val="00A64A10"/>
    <w:rsid w:val="00A72AD5"/>
    <w:rsid w:val="00A760F6"/>
    <w:rsid w:val="00A76F75"/>
    <w:rsid w:val="00A801A1"/>
    <w:rsid w:val="00A80FA0"/>
    <w:rsid w:val="00A84F0E"/>
    <w:rsid w:val="00A872DC"/>
    <w:rsid w:val="00A90459"/>
    <w:rsid w:val="00A94A5D"/>
    <w:rsid w:val="00AA1FF6"/>
    <w:rsid w:val="00AA244F"/>
    <w:rsid w:val="00AA4719"/>
    <w:rsid w:val="00AA79C4"/>
    <w:rsid w:val="00AB1C7D"/>
    <w:rsid w:val="00AB36C3"/>
    <w:rsid w:val="00AB48B2"/>
    <w:rsid w:val="00AB6202"/>
    <w:rsid w:val="00AB75FC"/>
    <w:rsid w:val="00AC0358"/>
    <w:rsid w:val="00AC0FB8"/>
    <w:rsid w:val="00AC37A9"/>
    <w:rsid w:val="00AD66BD"/>
    <w:rsid w:val="00AD731B"/>
    <w:rsid w:val="00AE07E5"/>
    <w:rsid w:val="00AE283E"/>
    <w:rsid w:val="00AE2B6C"/>
    <w:rsid w:val="00AE78BD"/>
    <w:rsid w:val="00AF05B5"/>
    <w:rsid w:val="00AF08F0"/>
    <w:rsid w:val="00AF1553"/>
    <w:rsid w:val="00AF1A3C"/>
    <w:rsid w:val="00AF2D4A"/>
    <w:rsid w:val="00AF3754"/>
    <w:rsid w:val="00AF5FB5"/>
    <w:rsid w:val="00B01549"/>
    <w:rsid w:val="00B0539E"/>
    <w:rsid w:val="00B06A1D"/>
    <w:rsid w:val="00B07A1A"/>
    <w:rsid w:val="00B10BD4"/>
    <w:rsid w:val="00B10C23"/>
    <w:rsid w:val="00B118AB"/>
    <w:rsid w:val="00B13315"/>
    <w:rsid w:val="00B1664F"/>
    <w:rsid w:val="00B17202"/>
    <w:rsid w:val="00B1762E"/>
    <w:rsid w:val="00B20A38"/>
    <w:rsid w:val="00B218C3"/>
    <w:rsid w:val="00B2391C"/>
    <w:rsid w:val="00B2542D"/>
    <w:rsid w:val="00B259F5"/>
    <w:rsid w:val="00B27478"/>
    <w:rsid w:val="00B3446B"/>
    <w:rsid w:val="00B35BFA"/>
    <w:rsid w:val="00B37214"/>
    <w:rsid w:val="00B377B1"/>
    <w:rsid w:val="00B37801"/>
    <w:rsid w:val="00B4505B"/>
    <w:rsid w:val="00B46169"/>
    <w:rsid w:val="00B466F1"/>
    <w:rsid w:val="00B46FBB"/>
    <w:rsid w:val="00B47CC4"/>
    <w:rsid w:val="00B501E0"/>
    <w:rsid w:val="00B51EF8"/>
    <w:rsid w:val="00B6334F"/>
    <w:rsid w:val="00B6446D"/>
    <w:rsid w:val="00B64FEE"/>
    <w:rsid w:val="00B67ADA"/>
    <w:rsid w:val="00B71999"/>
    <w:rsid w:val="00B72B47"/>
    <w:rsid w:val="00B74B9E"/>
    <w:rsid w:val="00B74C1E"/>
    <w:rsid w:val="00B750BA"/>
    <w:rsid w:val="00B75D7A"/>
    <w:rsid w:val="00B76285"/>
    <w:rsid w:val="00B76AE2"/>
    <w:rsid w:val="00B76B01"/>
    <w:rsid w:val="00B8568F"/>
    <w:rsid w:val="00B866C3"/>
    <w:rsid w:val="00B86C00"/>
    <w:rsid w:val="00B918F1"/>
    <w:rsid w:val="00B925C8"/>
    <w:rsid w:val="00B9478F"/>
    <w:rsid w:val="00B94ABB"/>
    <w:rsid w:val="00B97953"/>
    <w:rsid w:val="00BA0608"/>
    <w:rsid w:val="00BA06B6"/>
    <w:rsid w:val="00BA37E0"/>
    <w:rsid w:val="00BA418F"/>
    <w:rsid w:val="00BA4C98"/>
    <w:rsid w:val="00BA5937"/>
    <w:rsid w:val="00BA7B08"/>
    <w:rsid w:val="00BB07A2"/>
    <w:rsid w:val="00BB1614"/>
    <w:rsid w:val="00BB435E"/>
    <w:rsid w:val="00BC3A6B"/>
    <w:rsid w:val="00BC63F9"/>
    <w:rsid w:val="00BC6E21"/>
    <w:rsid w:val="00BD3655"/>
    <w:rsid w:val="00BD5B28"/>
    <w:rsid w:val="00BD7C7E"/>
    <w:rsid w:val="00BE2850"/>
    <w:rsid w:val="00BE32A9"/>
    <w:rsid w:val="00BE47CD"/>
    <w:rsid w:val="00BE6CB3"/>
    <w:rsid w:val="00BE792A"/>
    <w:rsid w:val="00BF0AF2"/>
    <w:rsid w:val="00BF0C2E"/>
    <w:rsid w:val="00BF2C04"/>
    <w:rsid w:val="00BF34BA"/>
    <w:rsid w:val="00BF3701"/>
    <w:rsid w:val="00BF39FC"/>
    <w:rsid w:val="00BF40E1"/>
    <w:rsid w:val="00BF4DA6"/>
    <w:rsid w:val="00BF5F31"/>
    <w:rsid w:val="00BF6FC0"/>
    <w:rsid w:val="00C025C8"/>
    <w:rsid w:val="00C058AE"/>
    <w:rsid w:val="00C07B55"/>
    <w:rsid w:val="00C07EFE"/>
    <w:rsid w:val="00C10EBE"/>
    <w:rsid w:val="00C125E0"/>
    <w:rsid w:val="00C1439A"/>
    <w:rsid w:val="00C167F1"/>
    <w:rsid w:val="00C17EAD"/>
    <w:rsid w:val="00C20212"/>
    <w:rsid w:val="00C22F52"/>
    <w:rsid w:val="00C25440"/>
    <w:rsid w:val="00C25B09"/>
    <w:rsid w:val="00C25E8D"/>
    <w:rsid w:val="00C276AA"/>
    <w:rsid w:val="00C308F8"/>
    <w:rsid w:val="00C35BB2"/>
    <w:rsid w:val="00C43049"/>
    <w:rsid w:val="00C4600F"/>
    <w:rsid w:val="00C46EA9"/>
    <w:rsid w:val="00C53C2A"/>
    <w:rsid w:val="00C56F77"/>
    <w:rsid w:val="00C61E42"/>
    <w:rsid w:val="00C64D34"/>
    <w:rsid w:val="00C67603"/>
    <w:rsid w:val="00C734C6"/>
    <w:rsid w:val="00C73903"/>
    <w:rsid w:val="00C747F3"/>
    <w:rsid w:val="00C75A39"/>
    <w:rsid w:val="00C76976"/>
    <w:rsid w:val="00C8135C"/>
    <w:rsid w:val="00C829AC"/>
    <w:rsid w:val="00C849B8"/>
    <w:rsid w:val="00C91E5D"/>
    <w:rsid w:val="00C92A85"/>
    <w:rsid w:val="00C95212"/>
    <w:rsid w:val="00CA06FA"/>
    <w:rsid w:val="00CA0CF1"/>
    <w:rsid w:val="00CA1F66"/>
    <w:rsid w:val="00CA3023"/>
    <w:rsid w:val="00CA360C"/>
    <w:rsid w:val="00CA4090"/>
    <w:rsid w:val="00CA5336"/>
    <w:rsid w:val="00CA6C0B"/>
    <w:rsid w:val="00CB0FC5"/>
    <w:rsid w:val="00CB1772"/>
    <w:rsid w:val="00CB2857"/>
    <w:rsid w:val="00CB2985"/>
    <w:rsid w:val="00CB6719"/>
    <w:rsid w:val="00CB735E"/>
    <w:rsid w:val="00CB7F36"/>
    <w:rsid w:val="00CC0FAC"/>
    <w:rsid w:val="00CC0FCD"/>
    <w:rsid w:val="00CC6699"/>
    <w:rsid w:val="00CE1765"/>
    <w:rsid w:val="00CE2C54"/>
    <w:rsid w:val="00CE4539"/>
    <w:rsid w:val="00CE51C9"/>
    <w:rsid w:val="00CF353F"/>
    <w:rsid w:val="00CF6335"/>
    <w:rsid w:val="00CF72AC"/>
    <w:rsid w:val="00D009A0"/>
    <w:rsid w:val="00D06711"/>
    <w:rsid w:val="00D12CAE"/>
    <w:rsid w:val="00D1577C"/>
    <w:rsid w:val="00D1668E"/>
    <w:rsid w:val="00D16910"/>
    <w:rsid w:val="00D24190"/>
    <w:rsid w:val="00D24F19"/>
    <w:rsid w:val="00D24F29"/>
    <w:rsid w:val="00D25D3D"/>
    <w:rsid w:val="00D26638"/>
    <w:rsid w:val="00D314DE"/>
    <w:rsid w:val="00D33DC7"/>
    <w:rsid w:val="00D36D3C"/>
    <w:rsid w:val="00D424D4"/>
    <w:rsid w:val="00D45224"/>
    <w:rsid w:val="00D47BE4"/>
    <w:rsid w:val="00D50290"/>
    <w:rsid w:val="00D51F30"/>
    <w:rsid w:val="00D5206E"/>
    <w:rsid w:val="00D5297D"/>
    <w:rsid w:val="00D52CE5"/>
    <w:rsid w:val="00D56EEB"/>
    <w:rsid w:val="00D574E7"/>
    <w:rsid w:val="00D5753A"/>
    <w:rsid w:val="00D61C3D"/>
    <w:rsid w:val="00D6366C"/>
    <w:rsid w:val="00D6601C"/>
    <w:rsid w:val="00D70156"/>
    <w:rsid w:val="00D7550A"/>
    <w:rsid w:val="00D806CF"/>
    <w:rsid w:val="00D82F41"/>
    <w:rsid w:val="00D83FBC"/>
    <w:rsid w:val="00D852F4"/>
    <w:rsid w:val="00D85470"/>
    <w:rsid w:val="00D86050"/>
    <w:rsid w:val="00D862B1"/>
    <w:rsid w:val="00D9035E"/>
    <w:rsid w:val="00D93138"/>
    <w:rsid w:val="00D960F9"/>
    <w:rsid w:val="00D978D2"/>
    <w:rsid w:val="00DA295B"/>
    <w:rsid w:val="00DA578D"/>
    <w:rsid w:val="00DA7B34"/>
    <w:rsid w:val="00DB01FF"/>
    <w:rsid w:val="00DB34C4"/>
    <w:rsid w:val="00DB425F"/>
    <w:rsid w:val="00DB5640"/>
    <w:rsid w:val="00DC19AD"/>
    <w:rsid w:val="00DC3DA2"/>
    <w:rsid w:val="00DC4D9E"/>
    <w:rsid w:val="00DC55D4"/>
    <w:rsid w:val="00DC6BC6"/>
    <w:rsid w:val="00DD36EA"/>
    <w:rsid w:val="00DD3CCC"/>
    <w:rsid w:val="00DD41D3"/>
    <w:rsid w:val="00DD4E91"/>
    <w:rsid w:val="00DD7687"/>
    <w:rsid w:val="00DE0579"/>
    <w:rsid w:val="00DE2875"/>
    <w:rsid w:val="00DE287F"/>
    <w:rsid w:val="00DE5E45"/>
    <w:rsid w:val="00DF07A6"/>
    <w:rsid w:val="00DF20E5"/>
    <w:rsid w:val="00DF3DB3"/>
    <w:rsid w:val="00DF3F9D"/>
    <w:rsid w:val="00DF75FD"/>
    <w:rsid w:val="00E166BB"/>
    <w:rsid w:val="00E17464"/>
    <w:rsid w:val="00E21C3D"/>
    <w:rsid w:val="00E2676A"/>
    <w:rsid w:val="00E30225"/>
    <w:rsid w:val="00E3173D"/>
    <w:rsid w:val="00E34BF9"/>
    <w:rsid w:val="00E356F1"/>
    <w:rsid w:val="00E367E7"/>
    <w:rsid w:val="00E369FC"/>
    <w:rsid w:val="00E373F0"/>
    <w:rsid w:val="00E41CF3"/>
    <w:rsid w:val="00E43E63"/>
    <w:rsid w:val="00E441C0"/>
    <w:rsid w:val="00E450FA"/>
    <w:rsid w:val="00E479D5"/>
    <w:rsid w:val="00E50FE2"/>
    <w:rsid w:val="00E5109F"/>
    <w:rsid w:val="00E5431B"/>
    <w:rsid w:val="00E54817"/>
    <w:rsid w:val="00E55428"/>
    <w:rsid w:val="00E55492"/>
    <w:rsid w:val="00E56B1A"/>
    <w:rsid w:val="00E56F8D"/>
    <w:rsid w:val="00E62212"/>
    <w:rsid w:val="00E628A6"/>
    <w:rsid w:val="00E6403B"/>
    <w:rsid w:val="00E64CC0"/>
    <w:rsid w:val="00E74630"/>
    <w:rsid w:val="00E75E85"/>
    <w:rsid w:val="00E80B03"/>
    <w:rsid w:val="00E818C1"/>
    <w:rsid w:val="00E81D9E"/>
    <w:rsid w:val="00E82E9D"/>
    <w:rsid w:val="00E83BB9"/>
    <w:rsid w:val="00E8439F"/>
    <w:rsid w:val="00E84879"/>
    <w:rsid w:val="00E876B2"/>
    <w:rsid w:val="00E915F2"/>
    <w:rsid w:val="00E91CF1"/>
    <w:rsid w:val="00E95937"/>
    <w:rsid w:val="00E97917"/>
    <w:rsid w:val="00E97BD7"/>
    <w:rsid w:val="00EA005F"/>
    <w:rsid w:val="00EA0106"/>
    <w:rsid w:val="00EA1411"/>
    <w:rsid w:val="00EA3734"/>
    <w:rsid w:val="00EA3EB6"/>
    <w:rsid w:val="00EA4574"/>
    <w:rsid w:val="00EA555B"/>
    <w:rsid w:val="00EA57DD"/>
    <w:rsid w:val="00EA6AA2"/>
    <w:rsid w:val="00EB7489"/>
    <w:rsid w:val="00EC06AA"/>
    <w:rsid w:val="00EC06B2"/>
    <w:rsid w:val="00EC06CD"/>
    <w:rsid w:val="00EC0950"/>
    <w:rsid w:val="00EC201B"/>
    <w:rsid w:val="00EC3E58"/>
    <w:rsid w:val="00EC71DC"/>
    <w:rsid w:val="00ED196B"/>
    <w:rsid w:val="00ED4BC8"/>
    <w:rsid w:val="00ED7209"/>
    <w:rsid w:val="00ED7707"/>
    <w:rsid w:val="00EE24A4"/>
    <w:rsid w:val="00EE27AA"/>
    <w:rsid w:val="00EE2995"/>
    <w:rsid w:val="00EE3C0A"/>
    <w:rsid w:val="00EE6303"/>
    <w:rsid w:val="00EE73D3"/>
    <w:rsid w:val="00EE749C"/>
    <w:rsid w:val="00EF0D46"/>
    <w:rsid w:val="00EF124F"/>
    <w:rsid w:val="00EF1A5B"/>
    <w:rsid w:val="00EF20F5"/>
    <w:rsid w:val="00EF2799"/>
    <w:rsid w:val="00EF4DF3"/>
    <w:rsid w:val="00EF7E76"/>
    <w:rsid w:val="00F0068D"/>
    <w:rsid w:val="00F01730"/>
    <w:rsid w:val="00F0588B"/>
    <w:rsid w:val="00F05C06"/>
    <w:rsid w:val="00F11C29"/>
    <w:rsid w:val="00F14BA6"/>
    <w:rsid w:val="00F14E66"/>
    <w:rsid w:val="00F23619"/>
    <w:rsid w:val="00F24896"/>
    <w:rsid w:val="00F24F26"/>
    <w:rsid w:val="00F271F1"/>
    <w:rsid w:val="00F3265C"/>
    <w:rsid w:val="00F327AD"/>
    <w:rsid w:val="00F35D52"/>
    <w:rsid w:val="00F37961"/>
    <w:rsid w:val="00F37E20"/>
    <w:rsid w:val="00F37E26"/>
    <w:rsid w:val="00F42BD0"/>
    <w:rsid w:val="00F50200"/>
    <w:rsid w:val="00F550DA"/>
    <w:rsid w:val="00F57946"/>
    <w:rsid w:val="00F61E59"/>
    <w:rsid w:val="00F62304"/>
    <w:rsid w:val="00F66208"/>
    <w:rsid w:val="00F6644F"/>
    <w:rsid w:val="00F67D1C"/>
    <w:rsid w:val="00F717C5"/>
    <w:rsid w:val="00F720CF"/>
    <w:rsid w:val="00F72C7D"/>
    <w:rsid w:val="00F730A0"/>
    <w:rsid w:val="00F73E1F"/>
    <w:rsid w:val="00F75791"/>
    <w:rsid w:val="00F75C29"/>
    <w:rsid w:val="00F81CEA"/>
    <w:rsid w:val="00F91130"/>
    <w:rsid w:val="00F955E4"/>
    <w:rsid w:val="00FA1C5C"/>
    <w:rsid w:val="00FA24DE"/>
    <w:rsid w:val="00FA30AF"/>
    <w:rsid w:val="00FA532A"/>
    <w:rsid w:val="00FB0644"/>
    <w:rsid w:val="00FB18F1"/>
    <w:rsid w:val="00FB2EC6"/>
    <w:rsid w:val="00FB327C"/>
    <w:rsid w:val="00FB4DFB"/>
    <w:rsid w:val="00FC047F"/>
    <w:rsid w:val="00FC1CD8"/>
    <w:rsid w:val="00FC2280"/>
    <w:rsid w:val="00FC5D0D"/>
    <w:rsid w:val="00FC7FBE"/>
    <w:rsid w:val="00FD3119"/>
    <w:rsid w:val="00FD7E49"/>
    <w:rsid w:val="00FE1FD0"/>
    <w:rsid w:val="00FE7941"/>
    <w:rsid w:val="00FF24F8"/>
    <w:rsid w:val="00FF5335"/>
    <w:rsid w:val="00FF6552"/>
    <w:rsid w:val="00FF6C7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9C14A9C"/>
  <w15:docId w15:val="{CFADAB0D-90EA-4E4C-B83B-7205143AE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40F"/>
    <w:pPr>
      <w:spacing w:before="60"/>
      <w:jc w:val="both"/>
    </w:pPr>
    <w:rPr>
      <w:rFonts w:ascii="Times New Roman" w:hAnsi="Times New Roman"/>
      <w:sz w:val="24"/>
      <w:szCs w:val="22"/>
      <w:lang w:eastAsia="en-US"/>
    </w:rPr>
  </w:style>
  <w:style w:type="paragraph" w:styleId="Heading1">
    <w:name w:val="heading 1"/>
    <w:aliases w:val="1"/>
    <w:basedOn w:val="Normal"/>
    <w:next w:val="Normal"/>
    <w:link w:val="Heading1Char"/>
    <w:uiPriority w:val="9"/>
    <w:qFormat/>
    <w:rsid w:val="00ED7707"/>
    <w:pPr>
      <w:keepNext/>
      <w:keepLines/>
      <w:numPr>
        <w:numId w:val="1"/>
      </w:numPr>
      <w:tabs>
        <w:tab w:val="left" w:pos="1134"/>
      </w:tabs>
      <w:spacing w:before="240" w:after="120"/>
      <w:ind w:right="431"/>
      <w:outlineLvl w:val="0"/>
    </w:pPr>
    <w:rPr>
      <w:rFonts w:eastAsia="Times New Roman"/>
      <w:b/>
      <w:bCs/>
      <w:sz w:val="32"/>
      <w:szCs w:val="28"/>
    </w:rPr>
  </w:style>
  <w:style w:type="paragraph" w:styleId="Heading2">
    <w:name w:val="heading 2"/>
    <w:aliases w:val="2,h2,2Level"/>
    <w:basedOn w:val="Normal"/>
    <w:next w:val="Normal"/>
    <w:link w:val="Heading2Char"/>
    <w:uiPriority w:val="9"/>
    <w:unhideWhenUsed/>
    <w:qFormat/>
    <w:rsid w:val="00ED7707"/>
    <w:pPr>
      <w:keepNext/>
      <w:keepLines/>
      <w:numPr>
        <w:ilvl w:val="1"/>
        <w:numId w:val="1"/>
      </w:numPr>
      <w:tabs>
        <w:tab w:val="left" w:pos="1134"/>
      </w:tabs>
      <w:spacing w:before="240" w:after="120"/>
      <w:outlineLvl w:val="1"/>
    </w:pPr>
    <w:rPr>
      <w:rFonts w:eastAsia="Times New Roman"/>
      <w:b/>
      <w:bCs/>
      <w:sz w:val="28"/>
      <w:szCs w:val="26"/>
    </w:rPr>
  </w:style>
  <w:style w:type="paragraph" w:styleId="Heading3">
    <w:name w:val="heading 3"/>
    <w:aliases w:val="3,h3"/>
    <w:basedOn w:val="Normal"/>
    <w:next w:val="Normal"/>
    <w:link w:val="Heading3Char"/>
    <w:uiPriority w:val="9"/>
    <w:unhideWhenUsed/>
    <w:qFormat/>
    <w:rsid w:val="00ED7707"/>
    <w:pPr>
      <w:keepNext/>
      <w:keepLines/>
      <w:numPr>
        <w:ilvl w:val="2"/>
        <w:numId w:val="1"/>
      </w:numPr>
      <w:tabs>
        <w:tab w:val="left" w:pos="1134"/>
      </w:tabs>
      <w:spacing w:before="240" w:after="120"/>
      <w:outlineLvl w:val="2"/>
    </w:pPr>
    <w:rPr>
      <w:rFonts w:eastAsia="Times New Roman"/>
      <w:bCs/>
      <w:i/>
      <w:sz w:val="28"/>
    </w:rPr>
  </w:style>
  <w:style w:type="paragraph" w:styleId="Heading4">
    <w:name w:val="heading 4"/>
    <w:aliases w:val="4,h4"/>
    <w:basedOn w:val="Normal"/>
    <w:next w:val="Normal"/>
    <w:link w:val="Heading4Char"/>
    <w:uiPriority w:val="9"/>
    <w:unhideWhenUsed/>
    <w:qFormat/>
    <w:rsid w:val="008E3032"/>
    <w:pPr>
      <w:keepNext/>
      <w:keepLines/>
      <w:numPr>
        <w:ilvl w:val="3"/>
        <w:numId w:val="1"/>
      </w:numPr>
      <w:spacing w:before="200"/>
      <w:outlineLvl w:val="3"/>
    </w:pPr>
    <w:rPr>
      <w:rFonts w:eastAsia="Times New Roman"/>
      <w:b/>
      <w:bCs/>
      <w:i/>
      <w:iCs/>
    </w:rPr>
  </w:style>
  <w:style w:type="paragraph" w:styleId="Heading5">
    <w:name w:val="heading 5"/>
    <w:aliases w:val="5"/>
    <w:basedOn w:val="Normal"/>
    <w:next w:val="Normal"/>
    <w:link w:val="Heading5Char"/>
    <w:uiPriority w:val="9"/>
    <w:unhideWhenUsed/>
    <w:qFormat/>
    <w:rsid w:val="008E3032"/>
    <w:pPr>
      <w:keepNext/>
      <w:keepLines/>
      <w:numPr>
        <w:ilvl w:val="4"/>
        <w:numId w:val="1"/>
      </w:numPr>
      <w:spacing w:before="200"/>
      <w:outlineLvl w:val="4"/>
    </w:pPr>
    <w:rPr>
      <w:rFonts w:eastAsia="Times New Roman"/>
    </w:rPr>
  </w:style>
  <w:style w:type="paragraph" w:styleId="Heading6">
    <w:name w:val="heading 6"/>
    <w:basedOn w:val="Normal"/>
    <w:next w:val="Normal"/>
    <w:link w:val="Heading6Char"/>
    <w:uiPriority w:val="9"/>
    <w:unhideWhenUsed/>
    <w:qFormat/>
    <w:rsid w:val="008E3032"/>
    <w:pPr>
      <w:keepNext/>
      <w:keepLines/>
      <w:numPr>
        <w:ilvl w:val="5"/>
        <w:numId w:val="1"/>
      </w:numPr>
      <w:spacing w:before="200"/>
      <w:outlineLvl w:val="5"/>
    </w:pPr>
    <w:rPr>
      <w:rFonts w:eastAsia="Times New Roman"/>
      <w:i/>
      <w:iCs/>
    </w:rPr>
  </w:style>
  <w:style w:type="paragraph" w:styleId="Heading7">
    <w:name w:val="heading 7"/>
    <w:basedOn w:val="Normal"/>
    <w:next w:val="Normal"/>
    <w:link w:val="Heading7Char"/>
    <w:uiPriority w:val="9"/>
    <w:unhideWhenUsed/>
    <w:qFormat/>
    <w:rsid w:val="008E3032"/>
    <w:pPr>
      <w:keepNext/>
      <w:keepLines/>
      <w:numPr>
        <w:ilvl w:val="6"/>
        <w:numId w:val="1"/>
      </w:numPr>
      <w:spacing w:before="200"/>
      <w:outlineLvl w:val="6"/>
    </w:pPr>
    <w:rPr>
      <w:rFonts w:eastAsia="Times New Roman"/>
      <w:i/>
      <w:iCs/>
    </w:rPr>
  </w:style>
  <w:style w:type="paragraph" w:styleId="Heading8">
    <w:name w:val="heading 8"/>
    <w:aliases w:val="8"/>
    <w:basedOn w:val="Normal"/>
    <w:next w:val="Normal"/>
    <w:link w:val="Heading8Char"/>
    <w:uiPriority w:val="9"/>
    <w:unhideWhenUsed/>
    <w:qFormat/>
    <w:rsid w:val="008B5B11"/>
    <w:pPr>
      <w:keepNext/>
      <w:keepLines/>
      <w:numPr>
        <w:ilvl w:val="7"/>
        <w:numId w:val="1"/>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unhideWhenUsed/>
    <w:qFormat/>
    <w:rsid w:val="008B5B11"/>
    <w:pPr>
      <w:keepNext/>
      <w:keepLines/>
      <w:numPr>
        <w:ilvl w:val="8"/>
        <w:numId w:val="1"/>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
    <w:link w:val="Heading1"/>
    <w:uiPriority w:val="9"/>
    <w:rsid w:val="00ED7707"/>
    <w:rPr>
      <w:rFonts w:ascii="Times New Roman" w:eastAsia="Times New Roman" w:hAnsi="Times New Roman"/>
      <w:b/>
      <w:bCs/>
      <w:sz w:val="32"/>
      <w:szCs w:val="28"/>
      <w:lang w:eastAsia="en-US"/>
    </w:rPr>
  </w:style>
  <w:style w:type="character" w:customStyle="1" w:styleId="Heading2Char">
    <w:name w:val="Heading 2 Char"/>
    <w:aliases w:val="2 Char,h2 Char,2Level Char"/>
    <w:link w:val="Heading2"/>
    <w:uiPriority w:val="9"/>
    <w:rsid w:val="00ED7707"/>
    <w:rPr>
      <w:rFonts w:ascii="Times New Roman" w:eastAsia="Times New Roman" w:hAnsi="Times New Roman"/>
      <w:b/>
      <w:bCs/>
      <w:sz w:val="28"/>
      <w:szCs w:val="26"/>
      <w:lang w:eastAsia="en-US"/>
    </w:rPr>
  </w:style>
  <w:style w:type="character" w:customStyle="1" w:styleId="Heading3Char">
    <w:name w:val="Heading 3 Char"/>
    <w:aliases w:val="3 Char,h3 Char"/>
    <w:link w:val="Heading3"/>
    <w:uiPriority w:val="9"/>
    <w:rsid w:val="00ED7707"/>
    <w:rPr>
      <w:rFonts w:ascii="Times New Roman" w:eastAsia="Times New Roman" w:hAnsi="Times New Roman"/>
      <w:bCs/>
      <w:i/>
      <w:sz w:val="28"/>
      <w:szCs w:val="22"/>
      <w:lang w:eastAsia="en-US"/>
    </w:rPr>
  </w:style>
  <w:style w:type="character" w:customStyle="1" w:styleId="Heading4Char">
    <w:name w:val="Heading 4 Char"/>
    <w:aliases w:val="4 Char,h4 Char"/>
    <w:link w:val="Heading4"/>
    <w:uiPriority w:val="9"/>
    <w:rsid w:val="008E3032"/>
    <w:rPr>
      <w:rFonts w:ascii="Times New Roman" w:eastAsia="Times New Roman" w:hAnsi="Times New Roman"/>
      <w:b/>
      <w:bCs/>
      <w:i/>
      <w:iCs/>
      <w:sz w:val="24"/>
      <w:szCs w:val="22"/>
      <w:lang w:eastAsia="en-US"/>
    </w:rPr>
  </w:style>
  <w:style w:type="character" w:customStyle="1" w:styleId="Heading5Char">
    <w:name w:val="Heading 5 Char"/>
    <w:aliases w:val="5 Char"/>
    <w:link w:val="Heading5"/>
    <w:uiPriority w:val="9"/>
    <w:rsid w:val="008E3032"/>
    <w:rPr>
      <w:rFonts w:ascii="Times New Roman" w:eastAsia="Times New Roman" w:hAnsi="Times New Roman"/>
      <w:sz w:val="24"/>
      <w:szCs w:val="22"/>
      <w:lang w:eastAsia="en-US"/>
    </w:rPr>
  </w:style>
  <w:style w:type="character" w:customStyle="1" w:styleId="Heading6Char">
    <w:name w:val="Heading 6 Char"/>
    <w:link w:val="Heading6"/>
    <w:uiPriority w:val="9"/>
    <w:rsid w:val="008E3032"/>
    <w:rPr>
      <w:rFonts w:ascii="Times New Roman" w:eastAsia="Times New Roman" w:hAnsi="Times New Roman"/>
      <w:i/>
      <w:iCs/>
      <w:sz w:val="24"/>
      <w:szCs w:val="22"/>
      <w:lang w:eastAsia="en-US"/>
    </w:rPr>
  </w:style>
  <w:style w:type="character" w:customStyle="1" w:styleId="Heading7Char">
    <w:name w:val="Heading 7 Char"/>
    <w:link w:val="Heading7"/>
    <w:uiPriority w:val="9"/>
    <w:rsid w:val="008E3032"/>
    <w:rPr>
      <w:rFonts w:ascii="Times New Roman" w:eastAsia="Times New Roman" w:hAnsi="Times New Roman"/>
      <w:i/>
      <w:iCs/>
      <w:sz w:val="24"/>
      <w:szCs w:val="22"/>
      <w:lang w:eastAsia="en-US"/>
    </w:rPr>
  </w:style>
  <w:style w:type="paragraph" w:customStyle="1" w:styleId="Appendix">
    <w:name w:val="Appendix"/>
    <w:basedOn w:val="Normal"/>
    <w:next w:val="Normal"/>
    <w:qFormat/>
    <w:rsid w:val="00E876B2"/>
    <w:pPr>
      <w:tabs>
        <w:tab w:val="left" w:pos="1134"/>
      </w:tabs>
      <w:spacing w:before="240" w:after="120"/>
      <w:ind w:right="431"/>
      <w:jc w:val="center"/>
      <w:outlineLvl w:val="0"/>
    </w:pPr>
    <w:rPr>
      <w:b/>
      <w:sz w:val="28"/>
    </w:rPr>
  </w:style>
  <w:style w:type="character" w:customStyle="1" w:styleId="Heading8Char">
    <w:name w:val="Heading 8 Char"/>
    <w:aliases w:val="8 Char"/>
    <w:link w:val="Heading8"/>
    <w:uiPriority w:val="9"/>
    <w:rsid w:val="008B5B11"/>
    <w:rPr>
      <w:rFonts w:ascii="Cambria" w:eastAsia="Times New Roman" w:hAnsi="Cambria"/>
      <w:color w:val="404040"/>
      <w:lang w:eastAsia="en-US"/>
    </w:rPr>
  </w:style>
  <w:style w:type="character" w:customStyle="1" w:styleId="Heading9Char">
    <w:name w:val="Heading 9 Char"/>
    <w:link w:val="Heading9"/>
    <w:uiPriority w:val="9"/>
    <w:rsid w:val="008B5B11"/>
    <w:rPr>
      <w:rFonts w:ascii="Cambria" w:eastAsia="Times New Roman" w:hAnsi="Cambria"/>
      <w:i/>
      <w:iCs/>
      <w:color w:val="404040"/>
      <w:lang w:eastAsia="en-US"/>
    </w:rPr>
  </w:style>
  <w:style w:type="paragraph" w:styleId="TOCHeading">
    <w:name w:val="TOC Heading"/>
    <w:basedOn w:val="Heading1"/>
    <w:next w:val="Normal"/>
    <w:uiPriority w:val="39"/>
    <w:unhideWhenUsed/>
    <w:qFormat/>
    <w:rsid w:val="00D61C3D"/>
    <w:pPr>
      <w:numPr>
        <w:numId w:val="0"/>
      </w:numPr>
      <w:tabs>
        <w:tab w:val="clear" w:pos="1134"/>
      </w:tabs>
      <w:spacing w:before="480" w:after="0" w:line="276" w:lineRule="auto"/>
      <w:ind w:right="0"/>
      <w:jc w:val="center"/>
      <w:outlineLvl w:val="9"/>
    </w:pPr>
    <w:rPr>
      <w:lang w:val="en-US" w:eastAsia="ja-JP"/>
    </w:rPr>
  </w:style>
  <w:style w:type="paragraph" w:styleId="TOC1">
    <w:name w:val="toc 1"/>
    <w:basedOn w:val="Normal"/>
    <w:next w:val="Normal"/>
    <w:autoRedefine/>
    <w:uiPriority w:val="39"/>
    <w:unhideWhenUsed/>
    <w:qFormat/>
    <w:rsid w:val="003B2228"/>
    <w:pPr>
      <w:tabs>
        <w:tab w:val="left" w:pos="480"/>
        <w:tab w:val="right" w:leader="dot" w:pos="9186"/>
      </w:tabs>
      <w:spacing w:before="120" w:after="120"/>
      <w:jc w:val="left"/>
    </w:pPr>
    <w:rPr>
      <w:b/>
      <w:bCs/>
      <w:caps/>
      <w:noProof/>
      <w:szCs w:val="24"/>
    </w:rPr>
  </w:style>
  <w:style w:type="paragraph" w:styleId="TOC2">
    <w:name w:val="toc 2"/>
    <w:basedOn w:val="Normal"/>
    <w:next w:val="Normal"/>
    <w:autoRedefine/>
    <w:uiPriority w:val="39"/>
    <w:unhideWhenUsed/>
    <w:qFormat/>
    <w:rsid w:val="003B2228"/>
    <w:pPr>
      <w:tabs>
        <w:tab w:val="left" w:pos="720"/>
        <w:tab w:val="right" w:leader="dot" w:pos="9186"/>
      </w:tabs>
      <w:ind w:left="240"/>
      <w:jc w:val="left"/>
    </w:pPr>
    <w:rPr>
      <w:smallCaps/>
      <w:noProof/>
      <w:szCs w:val="24"/>
    </w:rPr>
  </w:style>
  <w:style w:type="paragraph" w:styleId="TOC3">
    <w:name w:val="toc 3"/>
    <w:basedOn w:val="Normal"/>
    <w:next w:val="Normal"/>
    <w:autoRedefine/>
    <w:uiPriority w:val="39"/>
    <w:unhideWhenUsed/>
    <w:qFormat/>
    <w:rsid w:val="003B2228"/>
    <w:pPr>
      <w:tabs>
        <w:tab w:val="left" w:pos="1200"/>
        <w:tab w:val="right" w:leader="dot" w:pos="9186"/>
      </w:tabs>
      <w:ind w:left="480"/>
      <w:jc w:val="left"/>
    </w:pPr>
    <w:rPr>
      <w:i/>
      <w:iCs/>
      <w:noProof/>
      <w:szCs w:val="24"/>
    </w:rPr>
  </w:style>
  <w:style w:type="character" w:styleId="Hyperlink">
    <w:name w:val="Hyperlink"/>
    <w:uiPriority w:val="99"/>
    <w:unhideWhenUsed/>
    <w:rsid w:val="00835740"/>
    <w:rPr>
      <w:color w:val="0000FF"/>
      <w:u w:val="single"/>
    </w:rPr>
  </w:style>
  <w:style w:type="paragraph" w:styleId="BalloonText">
    <w:name w:val="Balloon Text"/>
    <w:basedOn w:val="Normal"/>
    <w:link w:val="BalloonTextChar"/>
    <w:uiPriority w:val="99"/>
    <w:semiHidden/>
    <w:unhideWhenUsed/>
    <w:rsid w:val="00835740"/>
    <w:rPr>
      <w:rFonts w:ascii="Tahoma" w:hAnsi="Tahoma" w:cs="Tahoma"/>
      <w:sz w:val="16"/>
      <w:szCs w:val="16"/>
    </w:rPr>
  </w:style>
  <w:style w:type="character" w:customStyle="1" w:styleId="BalloonTextChar">
    <w:name w:val="Balloon Text Char"/>
    <w:link w:val="BalloonText"/>
    <w:uiPriority w:val="99"/>
    <w:semiHidden/>
    <w:rsid w:val="00835740"/>
    <w:rPr>
      <w:rFonts w:ascii="Tahoma" w:hAnsi="Tahoma" w:cs="Tahoma"/>
      <w:sz w:val="16"/>
      <w:szCs w:val="16"/>
    </w:rPr>
  </w:style>
  <w:style w:type="paragraph" w:styleId="TOC4">
    <w:name w:val="toc 4"/>
    <w:basedOn w:val="Normal"/>
    <w:next w:val="Normal"/>
    <w:autoRedefine/>
    <w:unhideWhenUsed/>
    <w:rsid w:val="003B2228"/>
    <w:pPr>
      <w:tabs>
        <w:tab w:val="left" w:pos="1680"/>
        <w:tab w:val="right" w:leader="dot" w:pos="9186"/>
      </w:tabs>
      <w:ind w:left="720"/>
      <w:jc w:val="left"/>
    </w:pPr>
    <w:rPr>
      <w:noProof/>
      <w:szCs w:val="24"/>
    </w:rPr>
  </w:style>
  <w:style w:type="paragraph" w:styleId="TOC5">
    <w:name w:val="toc 5"/>
    <w:basedOn w:val="Normal"/>
    <w:next w:val="Normal"/>
    <w:autoRedefine/>
    <w:unhideWhenUsed/>
    <w:rsid w:val="00835740"/>
    <w:pPr>
      <w:ind w:left="960"/>
      <w:jc w:val="left"/>
    </w:pPr>
    <w:rPr>
      <w:rFonts w:ascii="Calibri" w:hAnsi="Calibri" w:cs="Calibri"/>
      <w:sz w:val="18"/>
      <w:szCs w:val="18"/>
    </w:rPr>
  </w:style>
  <w:style w:type="paragraph" w:styleId="TOC6">
    <w:name w:val="toc 6"/>
    <w:basedOn w:val="Normal"/>
    <w:next w:val="Normal"/>
    <w:autoRedefine/>
    <w:unhideWhenUsed/>
    <w:rsid w:val="00835740"/>
    <w:pPr>
      <w:ind w:left="1200"/>
      <w:jc w:val="left"/>
    </w:pPr>
    <w:rPr>
      <w:rFonts w:ascii="Calibri" w:hAnsi="Calibri" w:cs="Calibri"/>
      <w:sz w:val="18"/>
      <w:szCs w:val="18"/>
    </w:rPr>
  </w:style>
  <w:style w:type="paragraph" w:styleId="TOC7">
    <w:name w:val="toc 7"/>
    <w:basedOn w:val="Normal"/>
    <w:next w:val="Normal"/>
    <w:autoRedefine/>
    <w:unhideWhenUsed/>
    <w:rsid w:val="00835740"/>
    <w:pPr>
      <w:ind w:left="1440"/>
      <w:jc w:val="left"/>
    </w:pPr>
    <w:rPr>
      <w:rFonts w:ascii="Calibri" w:hAnsi="Calibri" w:cs="Calibri"/>
      <w:sz w:val="18"/>
      <w:szCs w:val="18"/>
    </w:rPr>
  </w:style>
  <w:style w:type="paragraph" w:styleId="TOC8">
    <w:name w:val="toc 8"/>
    <w:basedOn w:val="Normal"/>
    <w:next w:val="Normal"/>
    <w:autoRedefine/>
    <w:unhideWhenUsed/>
    <w:rsid w:val="00835740"/>
    <w:pPr>
      <w:ind w:left="1680"/>
      <w:jc w:val="left"/>
    </w:pPr>
    <w:rPr>
      <w:rFonts w:ascii="Calibri" w:hAnsi="Calibri" w:cs="Calibri"/>
      <w:sz w:val="18"/>
      <w:szCs w:val="18"/>
    </w:rPr>
  </w:style>
  <w:style w:type="paragraph" w:styleId="TOC9">
    <w:name w:val="toc 9"/>
    <w:basedOn w:val="Normal"/>
    <w:next w:val="Normal"/>
    <w:autoRedefine/>
    <w:unhideWhenUsed/>
    <w:rsid w:val="00835740"/>
    <w:pPr>
      <w:ind w:left="1920"/>
      <w:jc w:val="left"/>
    </w:pPr>
    <w:rPr>
      <w:rFonts w:ascii="Calibri" w:hAnsi="Calibri" w:cs="Calibri"/>
      <w:sz w:val="18"/>
      <w:szCs w:val="18"/>
    </w:rPr>
  </w:style>
  <w:style w:type="paragraph" w:styleId="Header">
    <w:name w:val="header"/>
    <w:basedOn w:val="Normal"/>
    <w:link w:val="HeaderChar"/>
    <w:unhideWhenUsed/>
    <w:rsid w:val="009410EC"/>
    <w:pPr>
      <w:tabs>
        <w:tab w:val="center" w:pos="4513"/>
        <w:tab w:val="right" w:pos="9026"/>
      </w:tabs>
    </w:pPr>
  </w:style>
  <w:style w:type="character" w:customStyle="1" w:styleId="HeaderChar">
    <w:name w:val="Header Char"/>
    <w:link w:val="Header"/>
    <w:rsid w:val="009410EC"/>
    <w:rPr>
      <w:rFonts w:ascii="Times New Roman" w:hAnsi="Times New Roman"/>
      <w:sz w:val="24"/>
    </w:rPr>
  </w:style>
  <w:style w:type="paragraph" w:styleId="Footer">
    <w:name w:val="footer"/>
    <w:basedOn w:val="Normal"/>
    <w:link w:val="FooterChar"/>
    <w:uiPriority w:val="99"/>
    <w:unhideWhenUsed/>
    <w:rsid w:val="009410EC"/>
    <w:pPr>
      <w:tabs>
        <w:tab w:val="center" w:pos="4513"/>
        <w:tab w:val="right" w:pos="9026"/>
      </w:tabs>
    </w:pPr>
  </w:style>
  <w:style w:type="character" w:customStyle="1" w:styleId="FooterChar">
    <w:name w:val="Footer Char"/>
    <w:link w:val="Footer"/>
    <w:uiPriority w:val="99"/>
    <w:rsid w:val="009410EC"/>
    <w:rPr>
      <w:rFonts w:ascii="Times New Roman" w:hAnsi="Times New Roman"/>
      <w:sz w:val="24"/>
    </w:rPr>
  </w:style>
  <w:style w:type="paragraph" w:styleId="Quote">
    <w:name w:val="Quote"/>
    <w:basedOn w:val="Normal"/>
    <w:next w:val="Normal"/>
    <w:link w:val="QuoteChar"/>
    <w:uiPriority w:val="29"/>
    <w:rsid w:val="00D61C3D"/>
    <w:rPr>
      <w:i/>
      <w:iCs/>
      <w:color w:val="000000"/>
    </w:rPr>
  </w:style>
  <w:style w:type="character" w:customStyle="1" w:styleId="QuoteChar">
    <w:name w:val="Quote Char"/>
    <w:link w:val="Quote"/>
    <w:uiPriority w:val="29"/>
    <w:rsid w:val="00D61C3D"/>
    <w:rPr>
      <w:rFonts w:ascii="Times New Roman" w:hAnsi="Times New Roman"/>
      <w:i/>
      <w:iCs/>
      <w:color w:val="000000"/>
      <w:sz w:val="24"/>
    </w:rPr>
  </w:style>
  <w:style w:type="character" w:styleId="Emphasis">
    <w:name w:val="Emphasis"/>
    <w:uiPriority w:val="99"/>
    <w:qFormat/>
    <w:rsid w:val="006D7BF4"/>
    <w:rPr>
      <w:i/>
      <w:iCs/>
    </w:rPr>
  </w:style>
  <w:style w:type="paragraph" w:customStyle="1" w:styleId="WizardTitle">
    <w:name w:val="Wizard Title"/>
    <w:basedOn w:val="Normal"/>
    <w:next w:val="Normal"/>
    <w:rsid w:val="002F53C7"/>
    <w:pPr>
      <w:spacing w:before="0"/>
      <w:jc w:val="left"/>
    </w:pPr>
    <w:rPr>
      <w:rFonts w:eastAsia="Times New Roman"/>
      <w:b/>
      <w:caps/>
      <w:sz w:val="28"/>
      <w:szCs w:val="20"/>
      <w:lang w:eastAsia="en-GB"/>
    </w:rPr>
  </w:style>
  <w:style w:type="paragraph" w:styleId="BodyText">
    <w:name w:val="Body Text"/>
    <w:basedOn w:val="Normal"/>
    <w:link w:val="BodyTextChar"/>
    <w:unhideWhenUsed/>
    <w:rsid w:val="002F53C7"/>
    <w:pPr>
      <w:spacing w:after="120"/>
    </w:pPr>
  </w:style>
  <w:style w:type="character" w:customStyle="1" w:styleId="BodyTextChar">
    <w:name w:val="Body Text Char"/>
    <w:basedOn w:val="DefaultParagraphFont"/>
    <w:link w:val="BodyText"/>
    <w:rsid w:val="002F53C7"/>
    <w:rPr>
      <w:rFonts w:ascii="Times New Roman" w:hAnsi="Times New Roman"/>
      <w:sz w:val="24"/>
      <w:szCs w:val="22"/>
      <w:lang w:eastAsia="en-US"/>
    </w:rPr>
  </w:style>
  <w:style w:type="character" w:styleId="PageNumber">
    <w:name w:val="page number"/>
    <w:basedOn w:val="DefaultParagraphFont"/>
    <w:rsid w:val="002D0BC3"/>
  </w:style>
  <w:style w:type="character" w:styleId="FootnoteReference">
    <w:name w:val="footnote reference"/>
    <w:semiHidden/>
    <w:rsid w:val="002D0BC3"/>
    <w:rPr>
      <w:position w:val="6"/>
      <w:sz w:val="16"/>
    </w:rPr>
  </w:style>
  <w:style w:type="paragraph" w:styleId="FootnoteText">
    <w:name w:val="footnote text"/>
    <w:basedOn w:val="Normal"/>
    <w:link w:val="FootnoteTextChar"/>
    <w:semiHidden/>
    <w:rsid w:val="002D0BC3"/>
    <w:pPr>
      <w:spacing w:before="0"/>
      <w:jc w:val="left"/>
    </w:pPr>
    <w:rPr>
      <w:rFonts w:eastAsia="平成明朝"/>
      <w:sz w:val="20"/>
      <w:szCs w:val="20"/>
    </w:rPr>
  </w:style>
  <w:style w:type="character" w:customStyle="1" w:styleId="FootnoteTextChar">
    <w:name w:val="Footnote Text Char"/>
    <w:basedOn w:val="DefaultParagraphFont"/>
    <w:link w:val="FootnoteText"/>
    <w:semiHidden/>
    <w:rsid w:val="002D0BC3"/>
    <w:rPr>
      <w:rFonts w:ascii="Times New Roman" w:eastAsia="平成明朝" w:hAnsi="Times New Roman"/>
      <w:lang w:eastAsia="en-US"/>
    </w:rPr>
  </w:style>
  <w:style w:type="paragraph" w:customStyle="1" w:styleId="HeadingBase">
    <w:name w:val="Heading Base"/>
    <w:basedOn w:val="Normal"/>
    <w:next w:val="Normal"/>
    <w:rsid w:val="002D0BC3"/>
    <w:pPr>
      <w:keepNext/>
      <w:keepLines/>
      <w:spacing w:before="0"/>
    </w:pPr>
    <w:rPr>
      <w:rFonts w:eastAsia="Times New Roman"/>
      <w:szCs w:val="24"/>
    </w:rPr>
  </w:style>
  <w:style w:type="paragraph" w:customStyle="1" w:styleId="xl24">
    <w:name w:val="xl24"/>
    <w:basedOn w:val="Normal"/>
    <w:rsid w:val="002D0BC3"/>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link w:val="BodyText2Char"/>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eastAsia="Times"/>
      <w:color w:val="000000"/>
      <w:szCs w:val="20"/>
    </w:rPr>
  </w:style>
  <w:style w:type="character" w:customStyle="1" w:styleId="BodyText2Char">
    <w:name w:val="Body Text 2 Char"/>
    <w:basedOn w:val="DefaultParagraphFont"/>
    <w:link w:val="BodyText2"/>
    <w:rsid w:val="002D0BC3"/>
    <w:rPr>
      <w:rFonts w:ascii="Times New Roman" w:eastAsia="Times" w:hAnsi="Times New Roman"/>
      <w:color w:val="000000"/>
      <w:sz w:val="24"/>
      <w:lang w:eastAsia="en-US"/>
    </w:rPr>
  </w:style>
  <w:style w:type="paragraph" w:styleId="PlainText">
    <w:name w:val="Plain Text"/>
    <w:basedOn w:val="Normal"/>
    <w:link w:val="PlainTextChar"/>
    <w:rsid w:val="002D0BC3"/>
    <w:pPr>
      <w:spacing w:before="0"/>
      <w:jc w:val="left"/>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2D0BC3"/>
    <w:rPr>
      <w:rFonts w:ascii="Courier New" w:eastAsia="Times New Roman" w:hAnsi="Courier New" w:cs="Courier New"/>
      <w:lang w:val="en-US" w:eastAsia="en-US"/>
    </w:rPr>
  </w:style>
  <w:style w:type="paragraph" w:styleId="Caption">
    <w:name w:val="caption"/>
    <w:basedOn w:val="Normal"/>
    <w:next w:val="Normal"/>
    <w:qFormat/>
    <w:rsid w:val="002D0BC3"/>
    <w:pPr>
      <w:spacing w:before="120" w:after="120"/>
      <w:jc w:val="center"/>
    </w:pPr>
    <w:rPr>
      <w:rFonts w:eastAsia="平成明朝"/>
      <w:b/>
      <w:szCs w:val="20"/>
    </w:rPr>
  </w:style>
  <w:style w:type="paragraph" w:customStyle="1" w:styleId="Style1">
    <w:name w:val="Style1"/>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jc w:val="center"/>
    </w:pPr>
    <w:rPr>
      <w:rFonts w:eastAsia="Times"/>
      <w:sz w:val="20"/>
      <w:szCs w:val="20"/>
      <w:lang w:val="en-US"/>
    </w:rPr>
  </w:style>
  <w:style w:type="character" w:styleId="CommentReference">
    <w:name w:val="annotation reference"/>
    <w:semiHidden/>
    <w:rsid w:val="002D0BC3"/>
    <w:rPr>
      <w:sz w:val="16"/>
    </w:rPr>
  </w:style>
  <w:style w:type="paragraph" w:styleId="CommentText">
    <w:name w:val="annotation text"/>
    <w:basedOn w:val="Normal"/>
    <w:link w:val="CommentTextChar"/>
    <w:semiHidden/>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eastAsia="Times"/>
      <w:sz w:val="20"/>
      <w:szCs w:val="20"/>
    </w:rPr>
  </w:style>
  <w:style w:type="character" w:customStyle="1" w:styleId="CommentTextChar">
    <w:name w:val="Comment Text Char"/>
    <w:basedOn w:val="DefaultParagraphFont"/>
    <w:link w:val="CommentText"/>
    <w:semiHidden/>
    <w:rsid w:val="002D0BC3"/>
    <w:rPr>
      <w:rFonts w:ascii="Times New Roman" w:eastAsia="Times" w:hAnsi="Times New Roman"/>
      <w:lang w:eastAsia="en-US"/>
    </w:rPr>
  </w:style>
  <w:style w:type="paragraph" w:styleId="BodyText3">
    <w:name w:val="Body Text 3"/>
    <w:basedOn w:val="Normal"/>
    <w:link w:val="BodyText3Char"/>
    <w:rsid w:val="002D0BC3"/>
    <w:pPr>
      <w:spacing w:before="240" w:after="160" w:line="300" w:lineRule="exact"/>
    </w:pPr>
    <w:rPr>
      <w:rFonts w:ascii="Times" w:eastAsia="Times New Roman" w:hAnsi="Times"/>
      <w:szCs w:val="20"/>
      <w:lang w:val="en-US"/>
    </w:rPr>
  </w:style>
  <w:style w:type="character" w:customStyle="1" w:styleId="BodyText3Char">
    <w:name w:val="Body Text 3 Char"/>
    <w:basedOn w:val="DefaultParagraphFont"/>
    <w:link w:val="BodyText3"/>
    <w:rsid w:val="002D0BC3"/>
    <w:rPr>
      <w:rFonts w:ascii="Times" w:eastAsia="Times New Roman" w:hAnsi="Times"/>
      <w:sz w:val="24"/>
      <w:lang w:val="en-US" w:eastAsia="en-US"/>
    </w:rPr>
  </w:style>
  <w:style w:type="paragraph" w:styleId="BodyTextIndent">
    <w:name w:val="Body Text Indent"/>
    <w:basedOn w:val="Normal"/>
    <w:link w:val="BodyTextIndentChar"/>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ind w:left="180" w:hanging="180"/>
    </w:pPr>
    <w:rPr>
      <w:rFonts w:eastAsia="Times"/>
      <w:szCs w:val="20"/>
    </w:rPr>
  </w:style>
  <w:style w:type="character" w:customStyle="1" w:styleId="BodyTextIndentChar">
    <w:name w:val="Body Text Indent Char"/>
    <w:basedOn w:val="DefaultParagraphFont"/>
    <w:link w:val="BodyTextIndent"/>
    <w:rsid w:val="002D0BC3"/>
    <w:rPr>
      <w:rFonts w:ascii="Times New Roman" w:eastAsia="Times" w:hAnsi="Times New Roman"/>
      <w:sz w:val="24"/>
      <w:lang w:eastAsia="en-US"/>
    </w:rPr>
  </w:style>
  <w:style w:type="paragraph" w:styleId="BodyTextIndent2">
    <w:name w:val="Body Text Indent 2"/>
    <w:basedOn w:val="Normal"/>
    <w:link w:val="BodyTextIndent2Char"/>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ind w:left="720" w:hanging="720"/>
    </w:pPr>
    <w:rPr>
      <w:rFonts w:eastAsia="Times"/>
      <w:szCs w:val="20"/>
    </w:rPr>
  </w:style>
  <w:style w:type="character" w:customStyle="1" w:styleId="BodyTextIndent2Char">
    <w:name w:val="Body Text Indent 2 Char"/>
    <w:basedOn w:val="DefaultParagraphFont"/>
    <w:link w:val="BodyTextIndent2"/>
    <w:rsid w:val="002D0BC3"/>
    <w:rPr>
      <w:rFonts w:ascii="Times New Roman" w:eastAsia="Times" w:hAnsi="Times New Roman"/>
      <w:sz w:val="24"/>
      <w:lang w:eastAsia="en-US"/>
    </w:rPr>
  </w:style>
  <w:style w:type="paragraph" w:styleId="BodyTextIndent3">
    <w:name w:val="Body Text Indent 3"/>
    <w:basedOn w:val="Normal"/>
    <w:link w:val="BodyTextIndent3Char"/>
    <w:rsid w:val="002D0BC3"/>
    <w:pPr>
      <w:spacing w:before="0"/>
      <w:ind w:left="284" w:hanging="284"/>
    </w:pPr>
    <w:rPr>
      <w:rFonts w:eastAsia="平成明朝"/>
      <w:sz w:val="20"/>
      <w:szCs w:val="20"/>
    </w:rPr>
  </w:style>
  <w:style w:type="character" w:customStyle="1" w:styleId="BodyTextIndent3Char">
    <w:name w:val="Body Text Indent 3 Char"/>
    <w:basedOn w:val="DefaultParagraphFont"/>
    <w:link w:val="BodyTextIndent3"/>
    <w:rsid w:val="002D0BC3"/>
    <w:rPr>
      <w:rFonts w:ascii="Times New Roman" w:eastAsia="平成明朝" w:hAnsi="Times New Roman"/>
      <w:lang w:eastAsia="en-US"/>
    </w:rPr>
  </w:style>
  <w:style w:type="paragraph" w:customStyle="1" w:styleId="Bullet">
    <w:name w:val="Bullet"/>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szCs w:val="20"/>
    </w:rPr>
  </w:style>
  <w:style w:type="paragraph" w:customStyle="1" w:styleId="bullet0">
    <w:name w:val="bullet"/>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after="240"/>
      <w:ind w:left="1080" w:hanging="360"/>
    </w:pPr>
    <w:rPr>
      <w:rFonts w:ascii="Palatino" w:eastAsia="Times" w:hAnsi="Palatino"/>
      <w:szCs w:val="20"/>
    </w:rPr>
  </w:style>
  <w:style w:type="paragraph" w:styleId="Date">
    <w:name w:val="Date"/>
    <w:basedOn w:val="Normal"/>
    <w:next w:val="Normal"/>
    <w:link w:val="DateChar"/>
    <w:rsid w:val="002D0BC3"/>
    <w:pPr>
      <w:spacing w:before="0"/>
    </w:pPr>
    <w:rPr>
      <w:rFonts w:eastAsia="平成明朝"/>
      <w:szCs w:val="20"/>
      <w:lang w:val="en-US"/>
    </w:rPr>
  </w:style>
  <w:style w:type="character" w:customStyle="1" w:styleId="DateChar">
    <w:name w:val="Date Char"/>
    <w:basedOn w:val="DefaultParagraphFont"/>
    <w:link w:val="Date"/>
    <w:rsid w:val="002D0BC3"/>
    <w:rPr>
      <w:rFonts w:ascii="Times New Roman" w:eastAsia="平成明朝" w:hAnsi="Times New Roman"/>
      <w:sz w:val="24"/>
      <w:lang w:val="en-US" w:eastAsia="en-US"/>
    </w:rPr>
  </w:style>
  <w:style w:type="paragraph" w:styleId="DocumentMap">
    <w:name w:val="Document Map"/>
    <w:basedOn w:val="Normal"/>
    <w:link w:val="DocumentMapChar"/>
    <w:semiHidden/>
    <w:rsid w:val="002D0BC3"/>
    <w:pPr>
      <w:shd w:val="clear" w:color="auto" w:fill="000080"/>
      <w:spacing w:before="0"/>
    </w:pPr>
    <w:rPr>
      <w:rFonts w:ascii="Tahoma" w:eastAsia="平成明朝" w:hAnsi="Tahoma"/>
      <w:szCs w:val="20"/>
    </w:rPr>
  </w:style>
  <w:style w:type="character" w:customStyle="1" w:styleId="DocumentMapChar">
    <w:name w:val="Document Map Char"/>
    <w:basedOn w:val="DefaultParagraphFont"/>
    <w:link w:val="DocumentMap"/>
    <w:semiHidden/>
    <w:rsid w:val="002D0BC3"/>
    <w:rPr>
      <w:rFonts w:ascii="Tahoma" w:eastAsia="平成明朝" w:hAnsi="Tahoma"/>
      <w:sz w:val="24"/>
      <w:shd w:val="clear" w:color="auto" w:fill="000080"/>
      <w:lang w:eastAsia="en-US"/>
    </w:rPr>
  </w:style>
  <w:style w:type="paragraph" w:customStyle="1" w:styleId="equation">
    <w:name w:val="equation"/>
    <w:basedOn w:val="Normal"/>
    <w:rsid w:val="002D0BC3"/>
    <w:pPr>
      <w:tabs>
        <w:tab w:val="left" w:pos="720"/>
        <w:tab w:val="right" w:pos="9360"/>
      </w:tabs>
      <w:spacing w:before="0" w:line="480" w:lineRule="atLeast"/>
      <w:ind w:right="360"/>
      <w:jc w:val="left"/>
    </w:pPr>
    <w:rPr>
      <w:rFonts w:ascii="____" w:eastAsia="平成明朝" w:hAnsi="____"/>
      <w:szCs w:val="20"/>
    </w:rPr>
  </w:style>
  <w:style w:type="character" w:styleId="FollowedHyperlink">
    <w:name w:val="FollowedHyperlink"/>
    <w:uiPriority w:val="99"/>
    <w:rsid w:val="002D0BC3"/>
    <w:rPr>
      <w:color w:val="800080"/>
      <w:u w:val="single"/>
    </w:rPr>
  </w:style>
  <w:style w:type="paragraph" w:customStyle="1" w:styleId="Headers">
    <w:name w:val="Headers"/>
    <w:basedOn w:val="Normal"/>
    <w:rsid w:val="002D0BC3"/>
    <w:pPr>
      <w:tabs>
        <w:tab w:val="left" w:pos="1440"/>
      </w:tabs>
      <w:spacing w:before="160" w:after="160"/>
    </w:pPr>
    <w:rPr>
      <w:rFonts w:ascii="Palatino" w:eastAsia="Times New Roman" w:hAnsi="Palatino"/>
      <w:szCs w:val="20"/>
      <w:lang w:val="en-US"/>
    </w:rPr>
  </w:style>
  <w:style w:type="paragraph" w:customStyle="1" w:styleId="Lackner">
    <w:name w:val="Lackner"/>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eastAsia="Times"/>
      <w:szCs w:val="20"/>
    </w:rPr>
  </w:style>
  <w:style w:type="paragraph" w:customStyle="1" w:styleId="list1">
    <w:name w:val="list 1"/>
    <w:basedOn w:val="Normal"/>
    <w:rsid w:val="002D0BC3"/>
    <w:pPr>
      <w:widowControl w:val="0"/>
      <w:spacing w:before="240" w:after="160" w:line="300" w:lineRule="exact"/>
      <w:ind w:left="1440" w:hanging="720"/>
    </w:pPr>
    <w:rPr>
      <w:rFonts w:ascii="Times" w:eastAsia="Times New Roman" w:hAnsi="Times"/>
      <w:szCs w:val="20"/>
      <w:lang w:val="en-US"/>
    </w:rPr>
  </w:style>
  <w:style w:type="paragraph" w:styleId="ListBullet">
    <w:name w:val="List Bullet"/>
    <w:basedOn w:val="Normal"/>
    <w:autoRedefine/>
    <w:rsid w:val="002D0BC3"/>
    <w:pPr>
      <w:numPr>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eastAsia="Times New Roman"/>
      <w:szCs w:val="20"/>
      <w:lang w:val="en-US"/>
    </w:rPr>
  </w:style>
  <w:style w:type="paragraph" w:styleId="ListBullet2">
    <w:name w:val="List Bullet 2"/>
    <w:basedOn w:val="Normal"/>
    <w:autoRedefine/>
    <w:uiPriority w:val="99"/>
    <w:rsid w:val="002D0BC3"/>
    <w:pPr>
      <w:numPr>
        <w:numId w:val="3"/>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ind w:left="643"/>
    </w:pPr>
    <w:rPr>
      <w:rFonts w:eastAsia="Times New Roman"/>
      <w:szCs w:val="20"/>
      <w:lang w:val="en-US"/>
    </w:rPr>
  </w:style>
  <w:style w:type="paragraph" w:styleId="ListNumber3">
    <w:name w:val="List Number 3"/>
    <w:basedOn w:val="Normal"/>
    <w:rsid w:val="002D0BC3"/>
    <w:pPr>
      <w:numPr>
        <w:numId w:val="4"/>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ind w:left="926"/>
    </w:pPr>
    <w:rPr>
      <w:rFonts w:eastAsia="Times New Roman"/>
      <w:szCs w:val="20"/>
      <w:lang w:val="en-US"/>
    </w:rPr>
  </w:style>
  <w:style w:type="paragraph" w:customStyle="1" w:styleId="normalnospace">
    <w:name w:val="normal no space"/>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ascii="Times" w:eastAsia="Times" w:hAnsi="Times"/>
      <w:sz w:val="22"/>
      <w:szCs w:val="20"/>
    </w:rPr>
  </w:style>
  <w:style w:type="paragraph" w:customStyle="1" w:styleId="no-style">
    <w:name w:val="no-style"/>
    <w:basedOn w:val="Normal"/>
    <w:rsid w:val="002D0BC3"/>
    <w:pPr>
      <w:spacing w:before="0"/>
    </w:pPr>
    <w:rPr>
      <w:rFonts w:ascii="Helvetica" w:eastAsia="Times New Roman" w:hAnsi="Helvetica"/>
      <w:szCs w:val="20"/>
      <w:lang w:val="en-US"/>
    </w:rPr>
  </w:style>
  <w:style w:type="paragraph" w:customStyle="1" w:styleId="paragraph">
    <w:name w:val="paragraph"/>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after="240"/>
    </w:pPr>
    <w:rPr>
      <w:rFonts w:ascii="Palatino" w:eastAsia="Times" w:hAnsi="Palatino"/>
      <w:szCs w:val="20"/>
    </w:rPr>
  </w:style>
  <w:style w:type="paragraph" w:customStyle="1" w:styleId="Paragraph0">
    <w:name w:val="Paragraph"/>
    <w:rsid w:val="002D0BC3"/>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rsid w:val="002D0BC3"/>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szCs w:val="20"/>
    </w:rPr>
  </w:style>
  <w:style w:type="paragraph" w:customStyle="1" w:styleId="table1">
    <w:name w:val="table 1"/>
    <w:basedOn w:val="Normal"/>
    <w:rsid w:val="002D0B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60"/>
      <w:jc w:val="center"/>
    </w:pPr>
    <w:rPr>
      <w:rFonts w:ascii="Palatino" w:eastAsia="Times" w:hAnsi="Palatino"/>
      <w:b/>
      <w:szCs w:val="20"/>
    </w:rPr>
  </w:style>
  <w:style w:type="paragraph" w:customStyle="1" w:styleId="TableHeading">
    <w:name w:val="Table Heading"/>
    <w:basedOn w:val="Normal"/>
    <w:rsid w:val="002D0BC3"/>
    <w:pPr>
      <w:widowControl w:val="0"/>
      <w:autoSpaceDE w:val="0"/>
      <w:autoSpaceDN w:val="0"/>
      <w:adjustRightInd w:val="0"/>
      <w:spacing w:before="240"/>
      <w:jc w:val="center"/>
    </w:pPr>
    <w:rPr>
      <w:rFonts w:ascii="Palatino" w:eastAsia="平成明朝" w:hAnsi="Palatino"/>
      <w:b/>
      <w:color w:val="000000"/>
      <w:szCs w:val="20"/>
      <w:lang w:val="en-US" w:eastAsia="ja-JP"/>
    </w:rPr>
  </w:style>
  <w:style w:type="paragraph" w:styleId="TableofFigures">
    <w:name w:val="table of figures"/>
    <w:basedOn w:val="Normal"/>
    <w:next w:val="Normal"/>
    <w:semiHidden/>
    <w:rsid w:val="002D0BC3"/>
    <w:pPr>
      <w:tabs>
        <w:tab w:val="right" w:leader="underscore" w:pos="9000"/>
      </w:tabs>
      <w:spacing w:before="0"/>
      <w:ind w:left="1440" w:right="1100" w:hanging="1440"/>
    </w:pPr>
    <w:rPr>
      <w:rFonts w:ascii="Times" w:eastAsia="平成明朝" w:hAnsi="Times"/>
      <w:i/>
      <w:sz w:val="20"/>
      <w:szCs w:val="20"/>
    </w:rPr>
  </w:style>
  <w:style w:type="paragraph" w:customStyle="1" w:styleId="TableSubTitle">
    <w:name w:val="TableSubTitle"/>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szCs w:val="20"/>
    </w:rPr>
  </w:style>
  <w:style w:type="paragraph" w:customStyle="1" w:styleId="TableText">
    <w:name w:val="TableText"/>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szCs w:val="20"/>
    </w:rPr>
  </w:style>
  <w:style w:type="paragraph" w:customStyle="1" w:styleId="Title1">
    <w:name w:val="Title 1"/>
    <w:basedOn w:val="Normal"/>
    <w:rsid w:val="002D0BC3"/>
    <w:pPr>
      <w:widowControl w:val="0"/>
      <w:spacing w:before="0"/>
      <w:jc w:val="center"/>
    </w:pPr>
    <w:rPr>
      <w:rFonts w:eastAsia="平成明朝"/>
      <w:b/>
      <w:color w:val="000000"/>
      <w:szCs w:val="20"/>
      <w:lang w:val="en-US" w:eastAsia="ja-JP"/>
    </w:rPr>
  </w:style>
  <w:style w:type="paragraph" w:styleId="Title">
    <w:name w:val="Title"/>
    <w:aliases w:val="t"/>
    <w:basedOn w:val="Normal"/>
    <w:link w:val="TitleChar"/>
    <w:qFormat/>
    <w:rsid w:val="002D0BC3"/>
    <w:pPr>
      <w:spacing w:before="0"/>
      <w:jc w:val="center"/>
    </w:pPr>
    <w:rPr>
      <w:rFonts w:eastAsia="平成明朝"/>
      <w:b/>
      <w:sz w:val="32"/>
      <w:szCs w:val="20"/>
    </w:rPr>
  </w:style>
  <w:style w:type="character" w:customStyle="1" w:styleId="TitleChar">
    <w:name w:val="Title Char"/>
    <w:aliases w:val="t Char"/>
    <w:basedOn w:val="DefaultParagraphFont"/>
    <w:link w:val="Title"/>
    <w:rsid w:val="002D0BC3"/>
    <w:rPr>
      <w:rFonts w:ascii="Times New Roman" w:eastAsia="平成明朝" w:hAnsi="Times New Roman"/>
      <w:b/>
      <w:sz w:val="32"/>
      <w:lang w:eastAsia="en-US"/>
    </w:rPr>
  </w:style>
  <w:style w:type="paragraph" w:customStyle="1" w:styleId="StyleHeading11LatinArialJustified">
    <w:name w:val="Style Heading 11 + (Latin) Arial Justified"/>
    <w:basedOn w:val="Heading1"/>
    <w:autoRedefine/>
    <w:rsid w:val="002D0BC3"/>
    <w:pPr>
      <w:keepLines w:val="0"/>
      <w:numPr>
        <w:numId w:val="0"/>
      </w:numPr>
      <w:tabs>
        <w:tab w:val="clear" w:pos="1134"/>
      </w:tabs>
      <w:spacing w:after="0"/>
      <w:ind w:right="0"/>
    </w:pPr>
    <w:rPr>
      <w:rFonts w:ascii="Arial" w:hAnsi="Arial"/>
      <w:bCs w:val="0"/>
      <w:sz w:val="36"/>
      <w:szCs w:val="24"/>
    </w:rPr>
  </w:style>
  <w:style w:type="paragraph" w:customStyle="1" w:styleId="mainbody1">
    <w:name w:val="main body 1"/>
    <w:basedOn w:val="Normal"/>
    <w:uiPriority w:val="99"/>
    <w:rsid w:val="002D0BC3"/>
    <w:pPr>
      <w:spacing w:before="240" w:after="240"/>
    </w:pPr>
    <w:rPr>
      <w:rFonts w:eastAsia="SimSun"/>
      <w:szCs w:val="24"/>
    </w:rPr>
  </w:style>
  <w:style w:type="paragraph" w:customStyle="1" w:styleId="Title10">
    <w:name w:val="Title1"/>
    <w:basedOn w:val="Normal"/>
    <w:rsid w:val="002D0BC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2D0BC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2D0BC3"/>
    <w:rPr>
      <w:rFonts w:ascii="Times" w:eastAsia="Times" w:hAnsi="Time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CommentSubject">
    <w:name w:val="annotation subject"/>
    <w:basedOn w:val="CommentText"/>
    <w:next w:val="CommentText"/>
    <w:link w:val="CommentSubjectChar"/>
    <w:semiHidden/>
    <w:rsid w:val="002D0BC3"/>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character" w:customStyle="1" w:styleId="CommentSubjectChar">
    <w:name w:val="Comment Subject Char"/>
    <w:basedOn w:val="CommentTextChar"/>
    <w:link w:val="CommentSubject"/>
    <w:semiHidden/>
    <w:rsid w:val="002D0BC3"/>
    <w:rPr>
      <w:rFonts w:ascii="Times New Roman" w:eastAsia="平成明朝" w:hAnsi="Times New Roman"/>
      <w:b/>
      <w:bCs/>
      <w:lang w:eastAsia="en-US"/>
    </w:rPr>
  </w:style>
  <w:style w:type="paragraph" w:customStyle="1" w:styleId="mainbody10">
    <w:name w:val="mainbody1"/>
    <w:basedOn w:val="Normal"/>
    <w:rsid w:val="002D0BC3"/>
    <w:pPr>
      <w:spacing w:before="240" w:after="240"/>
    </w:pPr>
    <w:rPr>
      <w:rFonts w:eastAsia="Times New Roman"/>
      <w:szCs w:val="24"/>
      <w:lang w:eastAsia="en-GB"/>
    </w:rPr>
  </w:style>
  <w:style w:type="character" w:customStyle="1" w:styleId="OKalha">
    <w:name w:val="O. Kalha"/>
    <w:semiHidden/>
    <w:rsid w:val="002D0BC3"/>
    <w:rPr>
      <w:rFonts w:ascii="Arial" w:hAnsi="Arial" w:cs="Arial"/>
      <w:color w:val="auto"/>
      <w:sz w:val="20"/>
      <w:szCs w:val="20"/>
    </w:rPr>
  </w:style>
  <w:style w:type="character" w:styleId="Strong">
    <w:name w:val="Strong"/>
    <w:qFormat/>
    <w:rsid w:val="002D0BC3"/>
    <w:rPr>
      <w:b/>
      <w:bCs/>
    </w:rPr>
  </w:style>
  <w:style w:type="paragraph" w:styleId="NormalWeb">
    <w:name w:val="Normal (Web)"/>
    <w:basedOn w:val="Normal"/>
    <w:rsid w:val="002D0BC3"/>
    <w:pPr>
      <w:spacing w:before="100" w:beforeAutospacing="1" w:after="100" w:afterAutospacing="1"/>
      <w:jc w:val="left"/>
    </w:pPr>
    <w:rPr>
      <w:rFonts w:eastAsia="Times New Roman"/>
      <w:szCs w:val="24"/>
      <w:lang w:eastAsia="en-GB"/>
    </w:rPr>
  </w:style>
  <w:style w:type="paragraph" w:styleId="ListParagraph">
    <w:name w:val="List Paragraph"/>
    <w:aliases w:val="Paragraph Text"/>
    <w:basedOn w:val="Normal"/>
    <w:link w:val="ListParagraphChar"/>
    <w:uiPriority w:val="34"/>
    <w:qFormat/>
    <w:rsid w:val="00181C5C"/>
    <w:pPr>
      <w:ind w:left="720"/>
      <w:contextualSpacing/>
    </w:pPr>
  </w:style>
  <w:style w:type="character" w:customStyle="1" w:styleId="txtbdy">
    <w:name w:val="txt_bdy"/>
    <w:basedOn w:val="DefaultParagraphFont"/>
    <w:rsid w:val="003E450C"/>
    <w:rPr>
      <w:b w:val="0"/>
      <w:bCs w:val="0"/>
      <w:color w:val="222222"/>
      <w:sz w:val="21"/>
      <w:szCs w:val="21"/>
    </w:rPr>
  </w:style>
  <w:style w:type="paragraph" w:customStyle="1" w:styleId="font5">
    <w:name w:val="font5"/>
    <w:basedOn w:val="Normal"/>
    <w:rsid w:val="0066779A"/>
    <w:pPr>
      <w:spacing w:before="100" w:beforeAutospacing="1" w:after="100" w:afterAutospacing="1"/>
      <w:jc w:val="left"/>
    </w:pPr>
    <w:rPr>
      <w:rFonts w:ascii="Arial" w:eastAsia="Times New Roman" w:hAnsi="Arial" w:cs="Arial"/>
      <w:sz w:val="16"/>
      <w:szCs w:val="16"/>
      <w:lang w:eastAsia="en-GB"/>
    </w:rPr>
  </w:style>
  <w:style w:type="paragraph" w:customStyle="1" w:styleId="font6">
    <w:name w:val="font6"/>
    <w:basedOn w:val="Normal"/>
    <w:rsid w:val="0066779A"/>
    <w:pPr>
      <w:spacing w:before="100" w:beforeAutospacing="1" w:after="100" w:afterAutospacing="1"/>
      <w:jc w:val="left"/>
    </w:pPr>
    <w:rPr>
      <w:rFonts w:ascii="Arial" w:eastAsia="Times New Roman" w:hAnsi="Arial" w:cs="Arial"/>
      <w:szCs w:val="24"/>
      <w:lang w:eastAsia="en-GB"/>
    </w:rPr>
  </w:style>
  <w:style w:type="paragraph" w:customStyle="1" w:styleId="font7">
    <w:name w:val="font7"/>
    <w:basedOn w:val="Normal"/>
    <w:rsid w:val="0066779A"/>
    <w:pPr>
      <w:spacing w:before="100" w:beforeAutospacing="1" w:after="100" w:afterAutospacing="1"/>
      <w:jc w:val="left"/>
    </w:pPr>
    <w:rPr>
      <w:rFonts w:ascii="Arial" w:eastAsia="Times New Roman" w:hAnsi="Arial" w:cs="Arial"/>
      <w:sz w:val="20"/>
      <w:szCs w:val="20"/>
      <w:lang w:eastAsia="en-GB"/>
    </w:rPr>
  </w:style>
  <w:style w:type="paragraph" w:customStyle="1" w:styleId="xl65">
    <w:name w:val="xl65"/>
    <w:basedOn w:val="Normal"/>
    <w:rsid w:val="0066779A"/>
    <w:pPr>
      <w:spacing w:before="100" w:beforeAutospacing="1" w:after="100" w:afterAutospacing="1"/>
      <w:jc w:val="left"/>
    </w:pPr>
    <w:rPr>
      <w:rFonts w:ascii="Arial" w:eastAsia="Times New Roman" w:hAnsi="Arial" w:cs="Arial"/>
      <w:sz w:val="22"/>
      <w:lang w:eastAsia="en-GB"/>
    </w:rPr>
  </w:style>
  <w:style w:type="paragraph" w:customStyle="1" w:styleId="xl66">
    <w:name w:val="xl66"/>
    <w:basedOn w:val="Normal"/>
    <w:rsid w:val="0066779A"/>
    <w:pPr>
      <w:pBdr>
        <w:bottom w:val="single" w:sz="4" w:space="0" w:color="auto"/>
      </w:pBdr>
      <w:spacing w:before="100" w:beforeAutospacing="1" w:after="100" w:afterAutospacing="1"/>
      <w:jc w:val="left"/>
    </w:pPr>
    <w:rPr>
      <w:rFonts w:ascii="Arial" w:eastAsia="Times New Roman" w:hAnsi="Arial" w:cs="Arial"/>
      <w:sz w:val="22"/>
      <w:lang w:eastAsia="en-GB"/>
    </w:rPr>
  </w:style>
  <w:style w:type="paragraph" w:customStyle="1" w:styleId="xl67">
    <w:name w:val="xl67"/>
    <w:basedOn w:val="Normal"/>
    <w:rsid w:val="0066779A"/>
    <w:pPr>
      <w:pBdr>
        <w:bottom w:val="single" w:sz="4" w:space="0" w:color="auto"/>
      </w:pBdr>
      <w:spacing w:before="100" w:beforeAutospacing="1" w:after="100" w:afterAutospacing="1"/>
      <w:jc w:val="left"/>
    </w:pPr>
    <w:rPr>
      <w:rFonts w:ascii="Arial" w:eastAsia="Times New Roman" w:hAnsi="Arial" w:cs="Arial"/>
      <w:sz w:val="22"/>
      <w:lang w:eastAsia="en-GB"/>
    </w:rPr>
  </w:style>
  <w:style w:type="paragraph" w:customStyle="1" w:styleId="xl68">
    <w:name w:val="xl68"/>
    <w:basedOn w:val="Normal"/>
    <w:rsid w:val="0066779A"/>
    <w:pPr>
      <w:spacing w:before="100" w:beforeAutospacing="1" w:after="100" w:afterAutospacing="1"/>
      <w:jc w:val="left"/>
    </w:pPr>
    <w:rPr>
      <w:rFonts w:ascii="Arial" w:eastAsia="Times New Roman" w:hAnsi="Arial" w:cs="Arial"/>
      <w:b/>
      <w:bCs/>
      <w:sz w:val="22"/>
      <w:lang w:eastAsia="en-GB"/>
    </w:rPr>
  </w:style>
  <w:style w:type="paragraph" w:customStyle="1" w:styleId="xl69">
    <w:name w:val="xl69"/>
    <w:basedOn w:val="Normal"/>
    <w:rsid w:val="0066779A"/>
    <w:pPr>
      <w:pBdr>
        <w:bottom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70">
    <w:name w:val="xl70"/>
    <w:basedOn w:val="Normal"/>
    <w:rsid w:val="0066779A"/>
    <w:pPr>
      <w:pBdr>
        <w:bottom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71">
    <w:name w:val="xl71"/>
    <w:basedOn w:val="Normal"/>
    <w:rsid w:val="0066779A"/>
    <w:pPr>
      <w:pBdr>
        <w:bottom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72">
    <w:name w:val="xl72"/>
    <w:basedOn w:val="Normal"/>
    <w:rsid w:val="0066779A"/>
    <w:pPr>
      <w:pBdr>
        <w:bottom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73">
    <w:name w:val="xl73"/>
    <w:basedOn w:val="Normal"/>
    <w:rsid w:val="0066779A"/>
    <w:pPr>
      <w:spacing w:before="100" w:beforeAutospacing="1" w:after="100" w:afterAutospacing="1"/>
      <w:jc w:val="left"/>
    </w:pPr>
    <w:rPr>
      <w:rFonts w:ascii="Arial" w:eastAsia="Times New Roman" w:hAnsi="Arial" w:cs="Arial"/>
      <w:sz w:val="16"/>
      <w:szCs w:val="16"/>
      <w:lang w:eastAsia="en-GB"/>
    </w:rPr>
  </w:style>
  <w:style w:type="paragraph" w:customStyle="1" w:styleId="xl74">
    <w:name w:val="xl74"/>
    <w:basedOn w:val="Normal"/>
    <w:rsid w:val="0066779A"/>
    <w:pPr>
      <w:spacing w:before="100" w:beforeAutospacing="1" w:after="100" w:afterAutospacing="1"/>
      <w:jc w:val="center"/>
    </w:pPr>
    <w:rPr>
      <w:rFonts w:ascii="Arial" w:eastAsia="Times New Roman" w:hAnsi="Arial" w:cs="Arial"/>
      <w:sz w:val="16"/>
      <w:szCs w:val="16"/>
      <w:lang w:eastAsia="en-GB"/>
    </w:rPr>
  </w:style>
  <w:style w:type="paragraph" w:customStyle="1" w:styleId="xl75">
    <w:name w:val="xl75"/>
    <w:basedOn w:val="Normal"/>
    <w:rsid w:val="0066779A"/>
    <w:pPr>
      <w:pBdr>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76">
    <w:name w:val="xl76"/>
    <w:basedOn w:val="Normal"/>
    <w:rsid w:val="0066779A"/>
    <w:pPr>
      <w:pBdr>
        <w:bottom w:val="single" w:sz="4"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77">
    <w:name w:val="xl77"/>
    <w:basedOn w:val="Normal"/>
    <w:rsid w:val="0066779A"/>
    <w:pPr>
      <w:spacing w:before="100" w:beforeAutospacing="1" w:after="100" w:afterAutospacing="1"/>
      <w:jc w:val="left"/>
    </w:pPr>
    <w:rPr>
      <w:rFonts w:ascii="Arial" w:eastAsia="Times New Roman" w:hAnsi="Arial" w:cs="Arial"/>
      <w:szCs w:val="24"/>
      <w:lang w:eastAsia="en-GB"/>
    </w:rPr>
  </w:style>
  <w:style w:type="paragraph" w:customStyle="1" w:styleId="xl78">
    <w:name w:val="xl78"/>
    <w:basedOn w:val="Normal"/>
    <w:rsid w:val="0066779A"/>
    <w:pPr>
      <w:pBdr>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79">
    <w:name w:val="xl79"/>
    <w:basedOn w:val="Normal"/>
    <w:rsid w:val="0066779A"/>
    <w:pPr>
      <w:pBdr>
        <w:top w:val="single" w:sz="4" w:space="0" w:color="auto"/>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80">
    <w:name w:val="xl80"/>
    <w:basedOn w:val="Normal"/>
    <w:rsid w:val="0066779A"/>
    <w:pPr>
      <w:pBdr>
        <w:bottom w:val="single" w:sz="4"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81">
    <w:name w:val="xl81"/>
    <w:basedOn w:val="Normal"/>
    <w:rsid w:val="0066779A"/>
    <w:pPr>
      <w:pBdr>
        <w:top w:val="single" w:sz="4" w:space="0" w:color="auto"/>
        <w:bottom w:val="single" w:sz="4"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82">
    <w:name w:val="xl82"/>
    <w:basedOn w:val="Normal"/>
    <w:rsid w:val="0066779A"/>
    <w:pPr>
      <w:pBdr>
        <w:top w:val="single" w:sz="4"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83">
    <w:name w:val="xl83"/>
    <w:basedOn w:val="Normal"/>
    <w:rsid w:val="0066779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84">
    <w:name w:val="xl84"/>
    <w:basedOn w:val="Normal"/>
    <w:rsid w:val="0066779A"/>
    <w:pPr>
      <w:pBdr>
        <w:top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85">
    <w:name w:val="xl85"/>
    <w:basedOn w:val="Normal"/>
    <w:rsid w:val="0066779A"/>
    <w:pPr>
      <w:pBdr>
        <w:top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86">
    <w:name w:val="xl86"/>
    <w:basedOn w:val="Normal"/>
    <w:rsid w:val="0066779A"/>
    <w:pPr>
      <w:pBdr>
        <w:top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87">
    <w:name w:val="xl87"/>
    <w:basedOn w:val="Normal"/>
    <w:rsid w:val="0066779A"/>
    <w:pPr>
      <w:spacing w:before="100" w:beforeAutospacing="1" w:after="100" w:afterAutospacing="1"/>
      <w:jc w:val="left"/>
      <w:textAlignment w:val="center"/>
    </w:pPr>
    <w:rPr>
      <w:rFonts w:ascii="Arial" w:eastAsia="Times New Roman" w:hAnsi="Arial" w:cs="Arial"/>
      <w:sz w:val="16"/>
      <w:szCs w:val="16"/>
      <w:lang w:eastAsia="en-GB"/>
    </w:rPr>
  </w:style>
  <w:style w:type="paragraph" w:customStyle="1" w:styleId="xl88">
    <w:name w:val="xl88"/>
    <w:basedOn w:val="Normal"/>
    <w:rsid w:val="0066779A"/>
    <w:pPr>
      <w:pBdr>
        <w:top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89">
    <w:name w:val="xl89"/>
    <w:basedOn w:val="Normal"/>
    <w:rsid w:val="0066779A"/>
    <w:pPr>
      <w:pBdr>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90">
    <w:name w:val="xl90"/>
    <w:basedOn w:val="Normal"/>
    <w:rsid w:val="0066779A"/>
    <w:pPr>
      <w:pBdr>
        <w:top w:val="single" w:sz="8" w:space="0" w:color="auto"/>
        <w:lef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91">
    <w:name w:val="xl91"/>
    <w:basedOn w:val="Normal"/>
    <w:rsid w:val="0066779A"/>
    <w:pPr>
      <w:pBdr>
        <w:top w:val="single" w:sz="8" w:space="0" w:color="auto"/>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92">
    <w:name w:val="xl92"/>
    <w:basedOn w:val="Normal"/>
    <w:rsid w:val="0066779A"/>
    <w:pPr>
      <w:pBdr>
        <w:lef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93">
    <w:name w:val="xl93"/>
    <w:basedOn w:val="Normal"/>
    <w:rsid w:val="0066779A"/>
    <w:pPr>
      <w:pBdr>
        <w:left w:val="single" w:sz="8" w:space="0" w:color="auto"/>
        <w:bottom w:val="single" w:sz="4" w:space="0" w:color="auto"/>
      </w:pBdr>
      <w:spacing w:before="100" w:beforeAutospacing="1" w:after="100" w:afterAutospacing="1"/>
      <w:jc w:val="left"/>
    </w:pPr>
    <w:rPr>
      <w:rFonts w:ascii="Arial" w:eastAsia="Times New Roman" w:hAnsi="Arial" w:cs="Arial"/>
      <w:sz w:val="22"/>
      <w:lang w:eastAsia="en-GB"/>
    </w:rPr>
  </w:style>
  <w:style w:type="paragraph" w:customStyle="1" w:styleId="xl94">
    <w:name w:val="xl94"/>
    <w:basedOn w:val="Normal"/>
    <w:rsid w:val="0066779A"/>
    <w:pPr>
      <w:pBdr>
        <w:left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95">
    <w:name w:val="xl95"/>
    <w:basedOn w:val="Normal"/>
    <w:rsid w:val="0066779A"/>
    <w:pPr>
      <w:pBdr>
        <w:left w:val="single" w:sz="8" w:space="0" w:color="auto"/>
        <w:bottom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96">
    <w:name w:val="xl96"/>
    <w:basedOn w:val="Normal"/>
    <w:rsid w:val="0066779A"/>
    <w:pPr>
      <w:pBdr>
        <w:righ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97">
    <w:name w:val="xl97"/>
    <w:basedOn w:val="Normal"/>
    <w:rsid w:val="0066779A"/>
    <w:pPr>
      <w:pBdr>
        <w:bottom w:val="single" w:sz="4" w:space="0" w:color="auto"/>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98">
    <w:name w:val="xl98"/>
    <w:basedOn w:val="Normal"/>
    <w:rsid w:val="0066779A"/>
    <w:pPr>
      <w:pBdr>
        <w:lef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99">
    <w:name w:val="xl99"/>
    <w:basedOn w:val="Normal"/>
    <w:rsid w:val="0066779A"/>
    <w:pPr>
      <w:pBdr>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00">
    <w:name w:val="xl100"/>
    <w:basedOn w:val="Normal"/>
    <w:rsid w:val="0066779A"/>
    <w:pPr>
      <w:pBdr>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01">
    <w:name w:val="xl101"/>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02">
    <w:name w:val="xl102"/>
    <w:basedOn w:val="Normal"/>
    <w:rsid w:val="0066779A"/>
    <w:pPr>
      <w:spacing w:before="100" w:beforeAutospacing="1" w:after="100" w:afterAutospacing="1"/>
      <w:jc w:val="left"/>
    </w:pPr>
    <w:rPr>
      <w:rFonts w:ascii="Arial" w:eastAsia="Times New Roman" w:hAnsi="Arial" w:cs="Arial"/>
      <w:b/>
      <w:bCs/>
      <w:sz w:val="16"/>
      <w:szCs w:val="16"/>
      <w:lang w:eastAsia="en-GB"/>
    </w:rPr>
  </w:style>
  <w:style w:type="paragraph" w:customStyle="1" w:styleId="xl103">
    <w:name w:val="xl103"/>
    <w:basedOn w:val="Normal"/>
    <w:rsid w:val="0066779A"/>
    <w:pPr>
      <w:pBdr>
        <w:top w:val="single" w:sz="8" w:space="0" w:color="auto"/>
        <w:lef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04">
    <w:name w:val="xl104"/>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05">
    <w:name w:val="xl105"/>
    <w:basedOn w:val="Normal"/>
    <w:rsid w:val="0066779A"/>
    <w:pPr>
      <w:pBdr>
        <w:top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106">
    <w:name w:val="xl106"/>
    <w:basedOn w:val="Normal"/>
    <w:rsid w:val="0066779A"/>
    <w:pPr>
      <w:pBdr>
        <w:left w:val="single" w:sz="8" w:space="0" w:color="auto"/>
        <w:bottom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07">
    <w:name w:val="xl107"/>
    <w:basedOn w:val="Normal"/>
    <w:rsid w:val="0066779A"/>
    <w:pPr>
      <w:pBdr>
        <w:bottom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108">
    <w:name w:val="xl108"/>
    <w:basedOn w:val="Normal"/>
    <w:rsid w:val="0066779A"/>
    <w:pPr>
      <w:pBdr>
        <w:bottom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09">
    <w:name w:val="xl109"/>
    <w:basedOn w:val="Normal"/>
    <w:rsid w:val="0066779A"/>
    <w:pPr>
      <w:pBdr>
        <w:bottom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10">
    <w:name w:val="xl110"/>
    <w:basedOn w:val="Normal"/>
    <w:rsid w:val="0066779A"/>
    <w:pPr>
      <w:pBdr>
        <w:top w:val="single" w:sz="8" w:space="0" w:color="auto"/>
        <w:left w:val="single" w:sz="8" w:space="0" w:color="auto"/>
      </w:pBdr>
      <w:spacing w:before="100" w:beforeAutospacing="1" w:after="100" w:afterAutospacing="1"/>
      <w:jc w:val="center"/>
    </w:pPr>
    <w:rPr>
      <w:rFonts w:ascii="Arial" w:eastAsia="Times New Roman" w:hAnsi="Arial" w:cs="Arial"/>
      <w:b/>
      <w:bCs/>
      <w:szCs w:val="24"/>
      <w:lang w:eastAsia="en-GB"/>
    </w:rPr>
  </w:style>
  <w:style w:type="paragraph" w:customStyle="1" w:styleId="xl111">
    <w:name w:val="xl111"/>
    <w:basedOn w:val="Normal"/>
    <w:rsid w:val="0066779A"/>
    <w:pPr>
      <w:pBdr>
        <w:left w:val="single" w:sz="8" w:space="0" w:color="auto"/>
        <w:bottom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12">
    <w:name w:val="xl112"/>
    <w:basedOn w:val="Normal"/>
    <w:rsid w:val="0066779A"/>
    <w:pPr>
      <w:pBdr>
        <w:left w:val="single" w:sz="8" w:space="0" w:color="auto"/>
        <w:bottom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13">
    <w:name w:val="xl113"/>
    <w:basedOn w:val="Normal"/>
    <w:rsid w:val="0066779A"/>
    <w:pPr>
      <w:pBdr>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14">
    <w:name w:val="xl114"/>
    <w:basedOn w:val="Normal"/>
    <w:rsid w:val="0066779A"/>
    <w:pPr>
      <w:pBdr>
        <w:top w:val="single" w:sz="4" w:space="0" w:color="auto"/>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15">
    <w:name w:val="xl115"/>
    <w:basedOn w:val="Normal"/>
    <w:rsid w:val="0066779A"/>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116">
    <w:name w:val="xl116"/>
    <w:basedOn w:val="Normal"/>
    <w:rsid w:val="0066779A"/>
    <w:pPr>
      <w:pBdr>
        <w:top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117">
    <w:name w:val="xl117"/>
    <w:basedOn w:val="Normal"/>
    <w:rsid w:val="0066779A"/>
    <w:pPr>
      <w:pBdr>
        <w:top w:val="single" w:sz="4" w:space="0" w:color="auto"/>
        <w:right w:val="single" w:sz="8"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118">
    <w:name w:val="xl118"/>
    <w:basedOn w:val="Normal"/>
    <w:rsid w:val="0066779A"/>
    <w:pPr>
      <w:pBdr>
        <w:left w:val="single" w:sz="8" w:space="0" w:color="auto"/>
        <w:bottom w:val="single" w:sz="8" w:space="0" w:color="auto"/>
      </w:pBdr>
      <w:shd w:val="clear" w:color="000000" w:fill="E3E3E3"/>
      <w:spacing w:before="100" w:beforeAutospacing="1" w:after="100" w:afterAutospacing="1"/>
      <w:jc w:val="left"/>
    </w:pPr>
    <w:rPr>
      <w:rFonts w:ascii="Arial" w:eastAsia="Times New Roman" w:hAnsi="Arial" w:cs="Arial"/>
      <w:b/>
      <w:bCs/>
      <w:sz w:val="22"/>
      <w:lang w:eastAsia="en-GB"/>
    </w:rPr>
  </w:style>
  <w:style w:type="paragraph" w:customStyle="1" w:styleId="xl119">
    <w:name w:val="xl119"/>
    <w:basedOn w:val="Normal"/>
    <w:rsid w:val="0066779A"/>
    <w:pPr>
      <w:pBdr>
        <w:bottom w:val="single" w:sz="8" w:space="0" w:color="auto"/>
      </w:pBdr>
      <w:shd w:val="clear" w:color="000000" w:fill="E3E3E3"/>
      <w:spacing w:before="100" w:beforeAutospacing="1" w:after="100" w:afterAutospacing="1"/>
      <w:jc w:val="left"/>
    </w:pPr>
    <w:rPr>
      <w:rFonts w:ascii="Arial" w:eastAsia="Times New Roman" w:hAnsi="Arial" w:cs="Arial"/>
      <w:b/>
      <w:bCs/>
      <w:sz w:val="22"/>
      <w:lang w:eastAsia="en-GB"/>
    </w:rPr>
  </w:style>
  <w:style w:type="paragraph" w:customStyle="1" w:styleId="xl120">
    <w:name w:val="xl120"/>
    <w:basedOn w:val="Normal"/>
    <w:rsid w:val="0066779A"/>
    <w:pPr>
      <w:pBdr>
        <w:bottom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1">
    <w:name w:val="xl121"/>
    <w:basedOn w:val="Normal"/>
    <w:rsid w:val="0066779A"/>
    <w:pPr>
      <w:pBdr>
        <w:top w:val="single" w:sz="8" w:space="0" w:color="auto"/>
        <w:left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2">
    <w:name w:val="xl122"/>
    <w:basedOn w:val="Normal"/>
    <w:rsid w:val="0066779A"/>
    <w:pPr>
      <w:pBdr>
        <w:top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3">
    <w:name w:val="xl123"/>
    <w:basedOn w:val="Normal"/>
    <w:rsid w:val="0066779A"/>
    <w:pPr>
      <w:pBdr>
        <w:top w:val="single" w:sz="8" w:space="0" w:color="auto"/>
        <w:right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4">
    <w:name w:val="xl124"/>
    <w:basedOn w:val="Normal"/>
    <w:rsid w:val="0066779A"/>
    <w:pPr>
      <w:pBdr>
        <w:top w:val="single" w:sz="8" w:space="0" w:color="auto"/>
        <w:lef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25">
    <w:name w:val="xl125"/>
    <w:basedOn w:val="Normal"/>
    <w:rsid w:val="0066779A"/>
    <w:pPr>
      <w:pBdr>
        <w:lef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26">
    <w:name w:val="xl126"/>
    <w:basedOn w:val="Normal"/>
    <w:rsid w:val="0066779A"/>
    <w:pPr>
      <w:spacing w:before="100" w:beforeAutospacing="1" w:after="100" w:afterAutospacing="1"/>
      <w:jc w:val="left"/>
    </w:pPr>
    <w:rPr>
      <w:rFonts w:ascii="Arial" w:eastAsia="Times New Roman" w:hAnsi="Arial" w:cs="Arial"/>
      <w:sz w:val="22"/>
      <w:lang w:eastAsia="en-GB"/>
    </w:rPr>
  </w:style>
  <w:style w:type="paragraph" w:customStyle="1" w:styleId="xl127">
    <w:name w:val="xl127"/>
    <w:basedOn w:val="Normal"/>
    <w:rsid w:val="0066779A"/>
    <w:pPr>
      <w:pBdr>
        <w:bottom w:val="single" w:sz="8" w:space="0" w:color="auto"/>
        <w:right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8">
    <w:name w:val="xl128"/>
    <w:basedOn w:val="Normal"/>
    <w:rsid w:val="0066779A"/>
    <w:pPr>
      <w:pBdr>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129">
    <w:name w:val="xl129"/>
    <w:basedOn w:val="Normal"/>
    <w:rsid w:val="0066779A"/>
    <w:pPr>
      <w:spacing w:before="100" w:beforeAutospacing="1" w:after="100" w:afterAutospacing="1"/>
      <w:jc w:val="center"/>
    </w:pPr>
    <w:rPr>
      <w:rFonts w:ascii="Arial" w:eastAsia="Times New Roman" w:hAnsi="Arial" w:cs="Arial"/>
      <w:b/>
      <w:bCs/>
      <w:sz w:val="16"/>
      <w:szCs w:val="16"/>
      <w:lang w:eastAsia="en-GB"/>
    </w:rPr>
  </w:style>
  <w:style w:type="paragraph" w:customStyle="1" w:styleId="xl130">
    <w:name w:val="xl130"/>
    <w:basedOn w:val="Normal"/>
    <w:rsid w:val="0066779A"/>
    <w:pPr>
      <w:pBdr>
        <w:lef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31">
    <w:name w:val="xl131"/>
    <w:basedOn w:val="Normal"/>
    <w:rsid w:val="0066779A"/>
    <w:pPr>
      <w:spacing w:before="100" w:beforeAutospacing="1" w:after="100" w:afterAutospacing="1"/>
      <w:jc w:val="left"/>
    </w:pPr>
    <w:rPr>
      <w:rFonts w:ascii="Arial" w:eastAsia="Times New Roman" w:hAnsi="Arial" w:cs="Arial"/>
      <w:b/>
      <w:bCs/>
      <w:sz w:val="16"/>
      <w:szCs w:val="16"/>
      <w:lang w:eastAsia="en-GB"/>
    </w:rPr>
  </w:style>
  <w:style w:type="paragraph" w:customStyle="1" w:styleId="xl132">
    <w:name w:val="xl132"/>
    <w:basedOn w:val="Normal"/>
    <w:rsid w:val="0066779A"/>
    <w:pPr>
      <w:pBdr>
        <w:lef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3">
    <w:name w:val="xl133"/>
    <w:basedOn w:val="Normal"/>
    <w:rsid w:val="0066779A"/>
    <w:pPr>
      <w:pBdr>
        <w:top w:val="single" w:sz="4"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4">
    <w:name w:val="xl134"/>
    <w:basedOn w:val="Normal"/>
    <w:rsid w:val="0066779A"/>
    <w:pPr>
      <w:pBdr>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5">
    <w:name w:val="xl135"/>
    <w:basedOn w:val="Normal"/>
    <w:rsid w:val="0066779A"/>
    <w:pPr>
      <w:pBdr>
        <w:top w:val="single" w:sz="4"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6">
    <w:name w:val="xl136"/>
    <w:basedOn w:val="Normal"/>
    <w:rsid w:val="0066779A"/>
    <w:pPr>
      <w:pBdr>
        <w:top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7">
    <w:name w:val="xl137"/>
    <w:basedOn w:val="Normal"/>
    <w:rsid w:val="0066779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Cs w:val="24"/>
      <w:lang w:eastAsia="en-GB"/>
    </w:rPr>
  </w:style>
  <w:style w:type="paragraph" w:customStyle="1" w:styleId="xl138">
    <w:name w:val="xl138"/>
    <w:basedOn w:val="Normal"/>
    <w:rsid w:val="0066779A"/>
    <w:pPr>
      <w:pBdr>
        <w:bottom w:val="single" w:sz="8" w:space="0" w:color="auto"/>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39">
    <w:name w:val="xl139"/>
    <w:basedOn w:val="Normal"/>
    <w:rsid w:val="0066779A"/>
    <w:pPr>
      <w:pBdr>
        <w:bottom w:val="single" w:sz="4" w:space="0" w:color="auto"/>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40">
    <w:name w:val="xl140"/>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41">
    <w:name w:val="xl141"/>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42">
    <w:name w:val="xl142"/>
    <w:basedOn w:val="Normal"/>
    <w:rsid w:val="0066779A"/>
    <w:pPr>
      <w:pBdr>
        <w:top w:val="single" w:sz="4" w:space="0" w:color="auto"/>
        <w:bottom w:val="single" w:sz="4" w:space="0" w:color="auto"/>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43">
    <w:name w:val="xl143"/>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44">
    <w:name w:val="xl144"/>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45">
    <w:name w:val="xl145"/>
    <w:basedOn w:val="Normal"/>
    <w:rsid w:val="0066779A"/>
    <w:pPr>
      <w:pBdr>
        <w:top w:val="single" w:sz="4" w:space="0" w:color="auto"/>
        <w:bottom w:val="single" w:sz="4" w:space="0" w:color="auto"/>
        <w:righ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46">
    <w:name w:val="xl146"/>
    <w:basedOn w:val="Normal"/>
    <w:rsid w:val="0066779A"/>
    <w:pPr>
      <w:pBdr>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47">
    <w:name w:val="xl147"/>
    <w:basedOn w:val="Normal"/>
    <w:rsid w:val="0066779A"/>
    <w:pP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48">
    <w:name w:val="xl148"/>
    <w:basedOn w:val="Normal"/>
    <w:rsid w:val="0066779A"/>
    <w:pPr>
      <w:pBdr>
        <w:lef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149">
    <w:name w:val="xl149"/>
    <w:basedOn w:val="Normal"/>
    <w:rsid w:val="0066779A"/>
    <w:pP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150">
    <w:name w:val="xl150"/>
    <w:basedOn w:val="Normal"/>
    <w:rsid w:val="0066779A"/>
    <w:pPr>
      <w:pBdr>
        <w:righ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151">
    <w:name w:val="xl151"/>
    <w:basedOn w:val="Normal"/>
    <w:rsid w:val="0066779A"/>
    <w:pPr>
      <w:pBdr>
        <w:lef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52">
    <w:name w:val="xl152"/>
    <w:basedOn w:val="Normal"/>
    <w:rsid w:val="0066779A"/>
    <w:pP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53">
    <w:name w:val="xl153"/>
    <w:basedOn w:val="Normal"/>
    <w:rsid w:val="0066779A"/>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54">
    <w:name w:val="xl154"/>
    <w:basedOn w:val="Normal"/>
    <w:rsid w:val="0066779A"/>
    <w:pPr>
      <w:pBdr>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55">
    <w:name w:val="xl155"/>
    <w:basedOn w:val="Normal"/>
    <w:rsid w:val="0066779A"/>
    <w:pP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56">
    <w:name w:val="xl156"/>
    <w:basedOn w:val="Normal"/>
    <w:rsid w:val="0066779A"/>
    <w:pPr>
      <w:spacing w:before="100" w:beforeAutospacing="1" w:after="100" w:afterAutospacing="1"/>
      <w:jc w:val="center"/>
    </w:pPr>
    <w:rPr>
      <w:rFonts w:ascii="Arial" w:eastAsia="Times New Roman" w:hAnsi="Arial" w:cs="Arial"/>
      <w:b/>
      <w:bCs/>
      <w:sz w:val="22"/>
      <w:lang w:eastAsia="en-GB"/>
    </w:rPr>
  </w:style>
  <w:style w:type="paragraph" w:customStyle="1" w:styleId="xl157">
    <w:name w:val="xl157"/>
    <w:basedOn w:val="Normal"/>
    <w:rsid w:val="0066779A"/>
    <w:pP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158">
    <w:name w:val="xl158"/>
    <w:basedOn w:val="Normal"/>
    <w:rsid w:val="0066779A"/>
    <w:pPr>
      <w:pBdr>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59">
    <w:name w:val="xl159"/>
    <w:basedOn w:val="Normal"/>
    <w:rsid w:val="0066779A"/>
    <w:pPr>
      <w:pBdr>
        <w:bottom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160">
    <w:name w:val="xl160"/>
    <w:basedOn w:val="Normal"/>
    <w:rsid w:val="0066779A"/>
    <w:pPr>
      <w:pBdr>
        <w:left w:val="single" w:sz="8" w:space="0" w:color="auto"/>
        <w:bottom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161">
    <w:name w:val="xl161"/>
    <w:basedOn w:val="Normal"/>
    <w:rsid w:val="0066779A"/>
    <w:pPr>
      <w:pBdr>
        <w:bottom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162">
    <w:name w:val="xl162"/>
    <w:basedOn w:val="Normal"/>
    <w:rsid w:val="0066779A"/>
    <w:pPr>
      <w:pBdr>
        <w:left w:val="single" w:sz="8" w:space="0" w:color="auto"/>
      </w:pBdr>
      <w:spacing w:before="100" w:beforeAutospacing="1" w:after="100" w:afterAutospacing="1"/>
      <w:jc w:val="left"/>
    </w:pPr>
    <w:rPr>
      <w:rFonts w:eastAsia="Times New Roman"/>
      <w:szCs w:val="24"/>
      <w:lang w:eastAsia="en-GB"/>
    </w:rPr>
  </w:style>
  <w:style w:type="paragraph" w:customStyle="1" w:styleId="xl163">
    <w:name w:val="xl163"/>
    <w:basedOn w:val="Normal"/>
    <w:rsid w:val="006677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64">
    <w:name w:val="xl164"/>
    <w:basedOn w:val="Normal"/>
    <w:rsid w:val="0066779A"/>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eastAsia="Times New Roman" w:hAnsi="Arial" w:cs="Arial"/>
      <w:sz w:val="16"/>
      <w:szCs w:val="16"/>
      <w:lang w:eastAsia="en-GB"/>
    </w:rPr>
  </w:style>
  <w:style w:type="paragraph" w:customStyle="1" w:styleId="xl165">
    <w:name w:val="xl165"/>
    <w:basedOn w:val="Normal"/>
    <w:rsid w:val="0066779A"/>
    <w:pPr>
      <w:pBdr>
        <w:top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66">
    <w:name w:val="xl166"/>
    <w:basedOn w:val="Normal"/>
    <w:rsid w:val="0066779A"/>
    <w:pPr>
      <w:pBdr>
        <w:left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67">
    <w:name w:val="xl167"/>
    <w:basedOn w:val="Normal"/>
    <w:rsid w:val="0066779A"/>
    <w:pPr>
      <w:pBdr>
        <w:top w:val="single" w:sz="4" w:space="0" w:color="auto"/>
        <w:left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68">
    <w:name w:val="xl168"/>
    <w:basedOn w:val="Normal"/>
    <w:rsid w:val="0066779A"/>
    <w:pPr>
      <w:pBdr>
        <w:bottom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169">
    <w:name w:val="xl169"/>
    <w:basedOn w:val="Normal"/>
    <w:rsid w:val="0066779A"/>
    <w:pPr>
      <w:pBdr>
        <w:bottom w:val="single" w:sz="4" w:space="0" w:color="auto"/>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170">
    <w:name w:val="xl170"/>
    <w:basedOn w:val="Normal"/>
    <w:rsid w:val="0066779A"/>
    <w:pPr>
      <w:pBdr>
        <w:top w:val="single" w:sz="8" w:space="0" w:color="auto"/>
        <w:lef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71">
    <w:name w:val="xl171"/>
    <w:basedOn w:val="Normal"/>
    <w:rsid w:val="0066779A"/>
    <w:pPr>
      <w:pBdr>
        <w:top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72">
    <w:name w:val="xl172"/>
    <w:basedOn w:val="Normal"/>
    <w:rsid w:val="0066779A"/>
    <w:pPr>
      <w:pBdr>
        <w:top w:val="single" w:sz="8" w:space="0" w:color="auto"/>
        <w:bottom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173">
    <w:name w:val="xl173"/>
    <w:basedOn w:val="Normal"/>
    <w:rsid w:val="0066779A"/>
    <w:pPr>
      <w:pBdr>
        <w:top w:val="single" w:sz="8" w:space="0" w:color="auto"/>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74">
    <w:name w:val="xl174"/>
    <w:basedOn w:val="Normal"/>
    <w:rsid w:val="0066779A"/>
    <w:pPr>
      <w:spacing w:before="100" w:beforeAutospacing="1" w:after="100" w:afterAutospacing="1"/>
      <w:jc w:val="left"/>
    </w:pPr>
    <w:rPr>
      <w:rFonts w:ascii="Arial" w:eastAsia="Times New Roman" w:hAnsi="Arial" w:cs="Arial"/>
      <w:sz w:val="16"/>
      <w:szCs w:val="16"/>
      <w:lang w:eastAsia="en-GB"/>
    </w:rPr>
  </w:style>
  <w:style w:type="paragraph" w:customStyle="1" w:styleId="xl175">
    <w:name w:val="xl175"/>
    <w:basedOn w:val="Normal"/>
    <w:rsid w:val="0066779A"/>
    <w:pPr>
      <w:spacing w:before="100" w:beforeAutospacing="1" w:after="100" w:afterAutospacing="1"/>
      <w:jc w:val="left"/>
    </w:pPr>
    <w:rPr>
      <w:rFonts w:ascii="Arial" w:eastAsia="Times New Roman" w:hAnsi="Arial" w:cs="Arial"/>
      <w:color w:val="000000"/>
      <w:sz w:val="16"/>
      <w:szCs w:val="16"/>
      <w:lang w:eastAsia="en-GB"/>
    </w:rPr>
  </w:style>
  <w:style w:type="paragraph" w:customStyle="1" w:styleId="xl176">
    <w:name w:val="xl176"/>
    <w:basedOn w:val="Normal"/>
    <w:rsid w:val="0066779A"/>
    <w:pPr>
      <w:pBdr>
        <w:right w:val="single" w:sz="8" w:space="0" w:color="auto"/>
      </w:pBdr>
      <w:spacing w:before="100" w:beforeAutospacing="1" w:after="100" w:afterAutospacing="1"/>
      <w:jc w:val="left"/>
    </w:pPr>
    <w:rPr>
      <w:rFonts w:ascii="Arial" w:eastAsia="Times New Roman" w:hAnsi="Arial" w:cs="Arial"/>
      <w:color w:val="000000"/>
      <w:sz w:val="16"/>
      <w:szCs w:val="16"/>
      <w:lang w:eastAsia="en-GB"/>
    </w:rPr>
  </w:style>
  <w:style w:type="paragraph" w:customStyle="1" w:styleId="xl177">
    <w:name w:val="xl177"/>
    <w:basedOn w:val="Normal"/>
    <w:rsid w:val="0066779A"/>
    <w:pPr>
      <w:spacing w:before="100" w:beforeAutospacing="1" w:after="100" w:afterAutospacing="1"/>
      <w:jc w:val="center"/>
    </w:pPr>
    <w:rPr>
      <w:rFonts w:ascii="Arial" w:eastAsia="Times New Roman" w:hAnsi="Arial" w:cs="Arial"/>
      <w:b/>
      <w:bCs/>
      <w:szCs w:val="24"/>
      <w:lang w:eastAsia="en-GB"/>
    </w:rPr>
  </w:style>
  <w:style w:type="paragraph" w:customStyle="1" w:styleId="xl178">
    <w:name w:val="xl178"/>
    <w:basedOn w:val="Normal"/>
    <w:rsid w:val="0066779A"/>
    <w:pPr>
      <w:pBdr>
        <w:right w:val="single" w:sz="8" w:space="0" w:color="auto"/>
      </w:pBdr>
      <w:spacing w:before="100" w:beforeAutospacing="1" w:after="100" w:afterAutospacing="1"/>
      <w:jc w:val="center"/>
    </w:pPr>
    <w:rPr>
      <w:rFonts w:ascii="Arial" w:eastAsia="Times New Roman" w:hAnsi="Arial" w:cs="Arial"/>
      <w:b/>
      <w:bCs/>
      <w:szCs w:val="24"/>
      <w:lang w:eastAsia="en-GB"/>
    </w:rPr>
  </w:style>
  <w:style w:type="paragraph" w:customStyle="1" w:styleId="xl179">
    <w:name w:val="xl179"/>
    <w:basedOn w:val="Normal"/>
    <w:rsid w:val="0066779A"/>
    <w:pPr>
      <w:pBdr>
        <w:right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180">
    <w:name w:val="xl180"/>
    <w:basedOn w:val="Normal"/>
    <w:rsid w:val="0066779A"/>
    <w:pPr>
      <w:spacing w:before="100" w:beforeAutospacing="1" w:after="100" w:afterAutospacing="1"/>
      <w:jc w:val="center"/>
    </w:pPr>
    <w:rPr>
      <w:rFonts w:ascii="Arial" w:eastAsia="Times New Roman" w:hAnsi="Arial" w:cs="Arial"/>
      <w:b/>
      <w:bCs/>
      <w:sz w:val="28"/>
      <w:szCs w:val="28"/>
      <w:lang w:eastAsia="en-GB"/>
    </w:rPr>
  </w:style>
  <w:style w:type="paragraph" w:customStyle="1" w:styleId="xl181">
    <w:name w:val="xl181"/>
    <w:basedOn w:val="Normal"/>
    <w:rsid w:val="0066779A"/>
    <w:pPr>
      <w:pBdr>
        <w:right w:val="single" w:sz="8" w:space="0" w:color="auto"/>
      </w:pBdr>
      <w:spacing w:before="100" w:beforeAutospacing="1" w:after="100" w:afterAutospacing="1"/>
      <w:jc w:val="center"/>
    </w:pPr>
    <w:rPr>
      <w:rFonts w:ascii="Arial" w:eastAsia="Times New Roman" w:hAnsi="Arial" w:cs="Arial"/>
      <w:b/>
      <w:bCs/>
      <w:sz w:val="28"/>
      <w:szCs w:val="28"/>
      <w:lang w:eastAsia="en-GB"/>
    </w:rPr>
  </w:style>
  <w:style w:type="paragraph" w:customStyle="1" w:styleId="xl182">
    <w:name w:val="xl182"/>
    <w:basedOn w:val="Normal"/>
    <w:rsid w:val="0066779A"/>
    <w:pPr>
      <w:pBdr>
        <w:left w:val="single" w:sz="8" w:space="0" w:color="auto"/>
      </w:pBdr>
      <w:shd w:val="clear" w:color="000000" w:fill="E3E3E3"/>
      <w:spacing w:before="100" w:beforeAutospacing="1" w:after="100" w:afterAutospacing="1"/>
      <w:jc w:val="center"/>
    </w:pPr>
    <w:rPr>
      <w:rFonts w:ascii="Arial" w:eastAsia="Times New Roman" w:hAnsi="Arial" w:cs="Arial"/>
      <w:b/>
      <w:bCs/>
      <w:i/>
      <w:iCs/>
      <w:szCs w:val="24"/>
      <w:lang w:eastAsia="en-GB"/>
    </w:rPr>
  </w:style>
  <w:style w:type="paragraph" w:customStyle="1" w:styleId="xl183">
    <w:name w:val="xl183"/>
    <w:basedOn w:val="Normal"/>
    <w:rsid w:val="0066779A"/>
    <w:pPr>
      <w:shd w:val="clear" w:color="000000" w:fill="E3E3E3"/>
      <w:spacing w:before="100" w:beforeAutospacing="1" w:after="100" w:afterAutospacing="1"/>
      <w:jc w:val="center"/>
    </w:pPr>
    <w:rPr>
      <w:rFonts w:ascii="Arial" w:eastAsia="Times New Roman" w:hAnsi="Arial" w:cs="Arial"/>
      <w:b/>
      <w:bCs/>
      <w:i/>
      <w:iCs/>
      <w:szCs w:val="24"/>
      <w:lang w:eastAsia="en-GB"/>
    </w:rPr>
  </w:style>
  <w:style w:type="paragraph" w:customStyle="1" w:styleId="xl184">
    <w:name w:val="xl184"/>
    <w:basedOn w:val="Normal"/>
    <w:rsid w:val="0066779A"/>
    <w:pPr>
      <w:pBdr>
        <w:right w:val="single" w:sz="8" w:space="0" w:color="auto"/>
      </w:pBdr>
      <w:shd w:val="clear" w:color="000000" w:fill="E3E3E3"/>
      <w:spacing w:before="100" w:beforeAutospacing="1" w:after="100" w:afterAutospacing="1"/>
      <w:jc w:val="center"/>
    </w:pPr>
    <w:rPr>
      <w:rFonts w:ascii="Arial" w:eastAsia="Times New Roman" w:hAnsi="Arial" w:cs="Arial"/>
      <w:b/>
      <w:bCs/>
      <w:i/>
      <w:iCs/>
      <w:szCs w:val="24"/>
      <w:lang w:eastAsia="en-GB"/>
    </w:rPr>
  </w:style>
  <w:style w:type="paragraph" w:customStyle="1" w:styleId="xl185">
    <w:name w:val="xl185"/>
    <w:basedOn w:val="Normal"/>
    <w:rsid w:val="0066779A"/>
    <w:pPr>
      <w:pBdr>
        <w:top w:val="single" w:sz="8" w:space="0" w:color="auto"/>
        <w:bottom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186">
    <w:name w:val="xl186"/>
    <w:basedOn w:val="Normal"/>
    <w:rsid w:val="0066779A"/>
    <w:pPr>
      <w:pBdr>
        <w:top w:val="single" w:sz="8" w:space="0" w:color="auto"/>
        <w:bottom w:val="single" w:sz="4" w:space="0" w:color="auto"/>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187">
    <w:name w:val="xl187"/>
    <w:basedOn w:val="Normal"/>
    <w:rsid w:val="0066779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88">
    <w:name w:val="xl188"/>
    <w:basedOn w:val="Normal"/>
    <w:rsid w:val="0066779A"/>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89">
    <w:name w:val="xl189"/>
    <w:basedOn w:val="Normal"/>
    <w:rsid w:val="0066779A"/>
    <w:pPr>
      <w:spacing w:before="100" w:beforeAutospacing="1" w:after="100" w:afterAutospacing="1"/>
      <w:jc w:val="left"/>
    </w:pPr>
    <w:rPr>
      <w:rFonts w:ascii="Arial" w:eastAsia="Times New Roman" w:hAnsi="Arial" w:cs="Arial"/>
      <w:sz w:val="16"/>
      <w:szCs w:val="16"/>
      <w:lang w:eastAsia="en-GB"/>
    </w:rPr>
  </w:style>
  <w:style w:type="paragraph" w:customStyle="1" w:styleId="xl190">
    <w:name w:val="xl190"/>
    <w:basedOn w:val="Normal"/>
    <w:rsid w:val="0066779A"/>
    <w:pPr>
      <w:pBdr>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91">
    <w:name w:val="xl191"/>
    <w:basedOn w:val="Normal"/>
    <w:rsid w:val="0066779A"/>
    <w:pPr>
      <w:pBdr>
        <w:top w:val="single" w:sz="4" w:space="0" w:color="auto"/>
        <w:lef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2">
    <w:name w:val="xl192"/>
    <w:basedOn w:val="Normal"/>
    <w:rsid w:val="0066779A"/>
    <w:pPr>
      <w:pBdr>
        <w:top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3">
    <w:name w:val="xl193"/>
    <w:basedOn w:val="Normal"/>
    <w:rsid w:val="0066779A"/>
    <w:pPr>
      <w:pBdr>
        <w:top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4">
    <w:name w:val="xl194"/>
    <w:basedOn w:val="Normal"/>
    <w:rsid w:val="0066779A"/>
    <w:pPr>
      <w:pBdr>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5">
    <w:name w:val="xl195"/>
    <w:basedOn w:val="Normal"/>
    <w:rsid w:val="0066779A"/>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6">
    <w:name w:val="xl196"/>
    <w:basedOn w:val="Normal"/>
    <w:rsid w:val="0066779A"/>
    <w:pPr>
      <w:pBdr>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97">
    <w:name w:val="xl197"/>
    <w:basedOn w:val="Normal"/>
    <w:rsid w:val="0066779A"/>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8">
    <w:name w:val="xl198"/>
    <w:basedOn w:val="Normal"/>
    <w:rsid w:val="0066779A"/>
    <w:pPr>
      <w:pBdr>
        <w:bottom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9">
    <w:name w:val="xl199"/>
    <w:basedOn w:val="Normal"/>
    <w:rsid w:val="0066779A"/>
    <w:pPr>
      <w:pBdr>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00">
    <w:name w:val="xl200"/>
    <w:basedOn w:val="Normal"/>
    <w:rsid w:val="0066779A"/>
    <w:pPr>
      <w:pBdr>
        <w:lef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01">
    <w:name w:val="xl201"/>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02">
    <w:name w:val="xl202"/>
    <w:basedOn w:val="Normal"/>
    <w:rsid w:val="0066779A"/>
    <w:pPr>
      <w:pBdr>
        <w:top w:val="single" w:sz="8" w:space="0" w:color="auto"/>
        <w:lef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03">
    <w:name w:val="xl203"/>
    <w:basedOn w:val="Normal"/>
    <w:rsid w:val="0066779A"/>
    <w:pPr>
      <w:pBdr>
        <w:top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04">
    <w:name w:val="xl204"/>
    <w:basedOn w:val="Normal"/>
    <w:rsid w:val="0066779A"/>
    <w:pPr>
      <w:spacing w:before="100" w:beforeAutospacing="1" w:after="100" w:afterAutospacing="1"/>
      <w:jc w:val="left"/>
    </w:pPr>
    <w:rPr>
      <w:rFonts w:ascii="Arial" w:eastAsia="Times New Roman" w:hAnsi="Arial" w:cs="Arial"/>
      <w:szCs w:val="24"/>
      <w:lang w:eastAsia="en-GB"/>
    </w:rPr>
  </w:style>
  <w:style w:type="paragraph" w:customStyle="1" w:styleId="xl205">
    <w:name w:val="xl205"/>
    <w:basedOn w:val="Normal"/>
    <w:rsid w:val="0066779A"/>
    <w:pPr>
      <w:pBdr>
        <w:right w:val="single" w:sz="8" w:space="0" w:color="auto"/>
      </w:pBdr>
      <w:spacing w:before="100" w:beforeAutospacing="1" w:after="100" w:afterAutospacing="1"/>
      <w:jc w:val="left"/>
    </w:pPr>
    <w:rPr>
      <w:rFonts w:ascii="Arial" w:eastAsia="Times New Roman" w:hAnsi="Arial" w:cs="Arial"/>
      <w:szCs w:val="24"/>
      <w:lang w:eastAsia="en-GB"/>
    </w:rPr>
  </w:style>
  <w:style w:type="paragraph" w:customStyle="1" w:styleId="xl206">
    <w:name w:val="xl206"/>
    <w:basedOn w:val="Normal"/>
    <w:rsid w:val="0066779A"/>
    <w:pPr>
      <w:pBdr>
        <w:bottom w:val="single" w:sz="8" w:space="0" w:color="auto"/>
      </w:pBdr>
      <w:spacing w:before="100" w:beforeAutospacing="1" w:after="100" w:afterAutospacing="1"/>
      <w:jc w:val="left"/>
    </w:pPr>
    <w:rPr>
      <w:rFonts w:ascii="Arial" w:eastAsia="Times New Roman" w:hAnsi="Arial" w:cs="Arial"/>
      <w:szCs w:val="24"/>
      <w:lang w:eastAsia="en-GB"/>
    </w:rPr>
  </w:style>
  <w:style w:type="paragraph" w:customStyle="1" w:styleId="xl207">
    <w:name w:val="xl207"/>
    <w:basedOn w:val="Normal"/>
    <w:rsid w:val="0066779A"/>
    <w:pPr>
      <w:pBdr>
        <w:bottom w:val="single" w:sz="8" w:space="0" w:color="auto"/>
        <w:right w:val="single" w:sz="8" w:space="0" w:color="auto"/>
      </w:pBdr>
      <w:spacing w:before="100" w:beforeAutospacing="1" w:after="100" w:afterAutospacing="1"/>
      <w:jc w:val="left"/>
    </w:pPr>
    <w:rPr>
      <w:rFonts w:ascii="Arial" w:eastAsia="Times New Roman" w:hAnsi="Arial" w:cs="Arial"/>
      <w:szCs w:val="24"/>
      <w:lang w:eastAsia="en-GB"/>
    </w:rPr>
  </w:style>
  <w:style w:type="paragraph" w:customStyle="1" w:styleId="xl208">
    <w:name w:val="xl208"/>
    <w:basedOn w:val="Normal"/>
    <w:rsid w:val="0066779A"/>
    <w:pPr>
      <w:spacing w:before="100" w:beforeAutospacing="1" w:after="100" w:afterAutospacing="1"/>
      <w:jc w:val="left"/>
      <w:textAlignment w:val="center"/>
    </w:pPr>
    <w:rPr>
      <w:rFonts w:ascii="Arial" w:eastAsia="Times New Roman" w:hAnsi="Arial" w:cs="Arial"/>
      <w:szCs w:val="24"/>
      <w:lang w:eastAsia="en-GB"/>
    </w:rPr>
  </w:style>
  <w:style w:type="paragraph" w:customStyle="1" w:styleId="xl209">
    <w:name w:val="xl209"/>
    <w:basedOn w:val="Normal"/>
    <w:rsid w:val="0066779A"/>
    <w:pPr>
      <w:pBdr>
        <w:right w:val="single" w:sz="8" w:space="0" w:color="auto"/>
      </w:pBdr>
      <w:spacing w:before="100" w:beforeAutospacing="1" w:after="100" w:afterAutospacing="1"/>
      <w:jc w:val="left"/>
      <w:textAlignment w:val="center"/>
    </w:pPr>
    <w:rPr>
      <w:rFonts w:ascii="Arial" w:eastAsia="Times New Roman" w:hAnsi="Arial" w:cs="Arial"/>
      <w:szCs w:val="24"/>
      <w:lang w:eastAsia="en-GB"/>
    </w:rPr>
  </w:style>
  <w:style w:type="paragraph" w:customStyle="1" w:styleId="xl210">
    <w:name w:val="xl210"/>
    <w:basedOn w:val="Normal"/>
    <w:rsid w:val="0066779A"/>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11">
    <w:name w:val="xl211"/>
    <w:basedOn w:val="Normal"/>
    <w:rsid w:val="0066779A"/>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12">
    <w:name w:val="xl212"/>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13">
    <w:name w:val="xl213"/>
    <w:basedOn w:val="Normal"/>
    <w:rsid w:val="0066779A"/>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14">
    <w:name w:val="xl214"/>
    <w:basedOn w:val="Normal"/>
    <w:rsid w:val="0066779A"/>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5">
    <w:name w:val="xl215"/>
    <w:basedOn w:val="Normal"/>
    <w:rsid w:val="0066779A"/>
    <w:pPr>
      <w:pBdr>
        <w:top w:val="single" w:sz="4"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6">
    <w:name w:val="xl216"/>
    <w:basedOn w:val="Normal"/>
    <w:rsid w:val="0066779A"/>
    <w:pPr>
      <w:pBdr>
        <w:top w:val="single" w:sz="4"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7">
    <w:name w:val="xl217"/>
    <w:basedOn w:val="Normal"/>
    <w:rsid w:val="0066779A"/>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8">
    <w:name w:val="xl218"/>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9">
    <w:name w:val="xl219"/>
    <w:basedOn w:val="Normal"/>
    <w:rsid w:val="0066779A"/>
    <w:pPr>
      <w:pBdr>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20">
    <w:name w:val="xl220"/>
    <w:basedOn w:val="Normal"/>
    <w:rsid w:val="0066779A"/>
    <w:pPr>
      <w:pBdr>
        <w:top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221">
    <w:name w:val="xl221"/>
    <w:basedOn w:val="Normal"/>
    <w:rsid w:val="0066779A"/>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22">
    <w:name w:val="xl222"/>
    <w:basedOn w:val="Normal"/>
    <w:rsid w:val="0066779A"/>
    <w:pPr>
      <w:pBdr>
        <w:top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23">
    <w:name w:val="xl223"/>
    <w:basedOn w:val="Normal"/>
    <w:rsid w:val="0066779A"/>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24">
    <w:name w:val="xl224"/>
    <w:basedOn w:val="Normal"/>
    <w:rsid w:val="0066779A"/>
    <w:pPr>
      <w:pBdr>
        <w:top w:val="single" w:sz="4" w:space="0" w:color="auto"/>
        <w:lef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5">
    <w:name w:val="xl225"/>
    <w:basedOn w:val="Normal"/>
    <w:rsid w:val="0066779A"/>
    <w:pPr>
      <w:pBdr>
        <w:top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6">
    <w:name w:val="xl226"/>
    <w:basedOn w:val="Normal"/>
    <w:rsid w:val="0066779A"/>
    <w:pPr>
      <w:pBdr>
        <w:top w:val="single" w:sz="4" w:space="0" w:color="auto"/>
        <w:righ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7">
    <w:name w:val="xl227"/>
    <w:basedOn w:val="Normal"/>
    <w:rsid w:val="0066779A"/>
    <w:pPr>
      <w:pBdr>
        <w:left w:val="single" w:sz="4" w:space="0" w:color="auto"/>
        <w:bottom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8">
    <w:name w:val="xl228"/>
    <w:basedOn w:val="Normal"/>
    <w:rsid w:val="0066779A"/>
    <w:pPr>
      <w:pBdr>
        <w:bottom w:val="single" w:sz="4" w:space="0" w:color="auto"/>
        <w:righ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9">
    <w:name w:val="xl229"/>
    <w:basedOn w:val="Normal"/>
    <w:rsid w:val="0066779A"/>
    <w:pPr>
      <w:pBdr>
        <w:top w:val="single" w:sz="4" w:space="0" w:color="auto"/>
        <w:left w:val="single" w:sz="4" w:space="0" w:color="auto"/>
      </w:pBdr>
      <w:spacing w:before="100" w:beforeAutospacing="1" w:after="100" w:afterAutospacing="1"/>
      <w:jc w:val="center"/>
    </w:pPr>
    <w:rPr>
      <w:rFonts w:eastAsia="Times New Roman"/>
      <w:szCs w:val="24"/>
      <w:lang w:eastAsia="en-GB"/>
    </w:rPr>
  </w:style>
  <w:style w:type="paragraph" w:customStyle="1" w:styleId="xl230">
    <w:name w:val="xl230"/>
    <w:basedOn w:val="Normal"/>
    <w:rsid w:val="0066779A"/>
    <w:pPr>
      <w:pBdr>
        <w:top w:val="single" w:sz="4" w:space="0" w:color="auto"/>
      </w:pBdr>
      <w:spacing w:before="100" w:beforeAutospacing="1" w:after="100" w:afterAutospacing="1"/>
      <w:jc w:val="center"/>
    </w:pPr>
    <w:rPr>
      <w:rFonts w:eastAsia="Times New Roman"/>
      <w:szCs w:val="24"/>
      <w:lang w:eastAsia="en-GB"/>
    </w:rPr>
  </w:style>
  <w:style w:type="paragraph" w:customStyle="1" w:styleId="xl231">
    <w:name w:val="xl231"/>
    <w:basedOn w:val="Normal"/>
    <w:rsid w:val="0066779A"/>
    <w:pPr>
      <w:pBdr>
        <w:top w:val="single" w:sz="4" w:space="0" w:color="auto"/>
        <w:right w:val="single" w:sz="8" w:space="0" w:color="auto"/>
      </w:pBdr>
      <w:spacing w:before="100" w:beforeAutospacing="1" w:after="100" w:afterAutospacing="1"/>
      <w:jc w:val="center"/>
    </w:pPr>
    <w:rPr>
      <w:rFonts w:eastAsia="Times New Roman"/>
      <w:szCs w:val="24"/>
      <w:lang w:eastAsia="en-GB"/>
    </w:rPr>
  </w:style>
  <w:style w:type="paragraph" w:customStyle="1" w:styleId="xl232">
    <w:name w:val="xl232"/>
    <w:basedOn w:val="Normal"/>
    <w:rsid w:val="0066779A"/>
    <w:pPr>
      <w:pBdr>
        <w:left w:val="single" w:sz="4" w:space="0" w:color="auto"/>
        <w:bottom w:val="single" w:sz="4" w:space="0" w:color="auto"/>
      </w:pBdr>
      <w:spacing w:before="100" w:beforeAutospacing="1" w:after="100" w:afterAutospacing="1"/>
      <w:jc w:val="center"/>
    </w:pPr>
    <w:rPr>
      <w:rFonts w:eastAsia="Times New Roman"/>
      <w:szCs w:val="24"/>
      <w:lang w:eastAsia="en-GB"/>
    </w:rPr>
  </w:style>
  <w:style w:type="paragraph" w:customStyle="1" w:styleId="xl233">
    <w:name w:val="xl233"/>
    <w:basedOn w:val="Normal"/>
    <w:rsid w:val="0066779A"/>
    <w:pPr>
      <w:pBdr>
        <w:bottom w:val="single" w:sz="4" w:space="0" w:color="auto"/>
      </w:pBdr>
      <w:spacing w:before="100" w:beforeAutospacing="1" w:after="100" w:afterAutospacing="1"/>
      <w:jc w:val="center"/>
    </w:pPr>
    <w:rPr>
      <w:rFonts w:eastAsia="Times New Roman"/>
      <w:szCs w:val="24"/>
      <w:lang w:eastAsia="en-GB"/>
    </w:rPr>
  </w:style>
  <w:style w:type="paragraph" w:customStyle="1" w:styleId="xl234">
    <w:name w:val="xl234"/>
    <w:basedOn w:val="Normal"/>
    <w:rsid w:val="0066779A"/>
    <w:pPr>
      <w:pBdr>
        <w:bottom w:val="single" w:sz="4" w:space="0" w:color="auto"/>
        <w:right w:val="single" w:sz="8" w:space="0" w:color="auto"/>
      </w:pBdr>
      <w:spacing w:before="100" w:beforeAutospacing="1" w:after="100" w:afterAutospacing="1"/>
      <w:jc w:val="center"/>
    </w:pPr>
    <w:rPr>
      <w:rFonts w:eastAsia="Times New Roman"/>
      <w:szCs w:val="24"/>
      <w:lang w:eastAsia="en-GB"/>
    </w:rPr>
  </w:style>
  <w:style w:type="paragraph" w:customStyle="1" w:styleId="xl235">
    <w:name w:val="xl235"/>
    <w:basedOn w:val="Normal"/>
    <w:rsid w:val="0066779A"/>
    <w:pPr>
      <w:pBdr>
        <w:top w:val="single" w:sz="4" w:space="0" w:color="auto"/>
        <w:lef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36">
    <w:name w:val="xl236"/>
    <w:basedOn w:val="Normal"/>
    <w:rsid w:val="0066779A"/>
    <w:pPr>
      <w:pBdr>
        <w:top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37">
    <w:name w:val="xl237"/>
    <w:basedOn w:val="Normal"/>
    <w:rsid w:val="0066779A"/>
    <w:pPr>
      <w:pBdr>
        <w:top w:val="single" w:sz="4" w:space="0" w:color="auto"/>
        <w:righ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38">
    <w:name w:val="xl238"/>
    <w:basedOn w:val="Normal"/>
    <w:rsid w:val="0066779A"/>
    <w:pPr>
      <w:pBdr>
        <w:lef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39">
    <w:name w:val="xl239"/>
    <w:basedOn w:val="Normal"/>
    <w:rsid w:val="0066779A"/>
    <w:pPr>
      <w:spacing w:before="100" w:beforeAutospacing="1" w:after="100" w:afterAutospacing="1"/>
      <w:jc w:val="center"/>
    </w:pPr>
    <w:rPr>
      <w:rFonts w:ascii="Arial" w:eastAsia="Times New Roman" w:hAnsi="Arial" w:cs="Arial"/>
      <w:sz w:val="22"/>
      <w:lang w:eastAsia="en-GB"/>
    </w:rPr>
  </w:style>
  <w:style w:type="paragraph" w:customStyle="1" w:styleId="xl240">
    <w:name w:val="xl240"/>
    <w:basedOn w:val="Normal"/>
    <w:rsid w:val="0066779A"/>
    <w:pPr>
      <w:pBdr>
        <w:righ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41">
    <w:name w:val="xl241"/>
    <w:basedOn w:val="Normal"/>
    <w:rsid w:val="0066779A"/>
    <w:pPr>
      <w:pBdr>
        <w:left w:val="single" w:sz="4" w:space="0" w:color="auto"/>
        <w:bottom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2">
    <w:name w:val="xl242"/>
    <w:basedOn w:val="Normal"/>
    <w:rsid w:val="0066779A"/>
    <w:pPr>
      <w:pBdr>
        <w:bottom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3">
    <w:name w:val="xl243"/>
    <w:basedOn w:val="Normal"/>
    <w:rsid w:val="0066779A"/>
    <w:pPr>
      <w:pBdr>
        <w:bottom w:val="single" w:sz="8" w:space="0" w:color="auto"/>
        <w:righ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44">
    <w:name w:val="xl244"/>
    <w:basedOn w:val="Normal"/>
    <w:rsid w:val="0066779A"/>
    <w:pPr>
      <w:pBdr>
        <w:top w:val="single" w:sz="4" w:space="0" w:color="auto"/>
        <w:right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5">
    <w:name w:val="xl245"/>
    <w:basedOn w:val="Normal"/>
    <w:rsid w:val="0066779A"/>
    <w:pPr>
      <w:pBdr>
        <w:right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6">
    <w:name w:val="xl246"/>
    <w:basedOn w:val="Normal"/>
    <w:rsid w:val="0066779A"/>
    <w:pPr>
      <w:pBdr>
        <w:bottom w:val="single" w:sz="8" w:space="0" w:color="auto"/>
        <w:right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7">
    <w:name w:val="xl247"/>
    <w:basedOn w:val="Normal"/>
    <w:rsid w:val="0066779A"/>
    <w:pPr>
      <w:pBdr>
        <w:left w:val="single" w:sz="8" w:space="0" w:color="auto"/>
        <w:bottom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248">
    <w:name w:val="xl248"/>
    <w:basedOn w:val="Normal"/>
    <w:rsid w:val="0066779A"/>
    <w:pPr>
      <w:pBdr>
        <w:bottom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249">
    <w:name w:val="xl249"/>
    <w:basedOn w:val="Normal"/>
    <w:rsid w:val="0066779A"/>
    <w:pPr>
      <w:pBdr>
        <w:bottom w:val="single" w:sz="8" w:space="0" w:color="auto"/>
        <w:righ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250">
    <w:name w:val="xl250"/>
    <w:basedOn w:val="Normal"/>
    <w:rsid w:val="0066779A"/>
    <w:pPr>
      <w:pBdr>
        <w:lef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1">
    <w:name w:val="xl251"/>
    <w:basedOn w:val="Normal"/>
    <w:rsid w:val="0066779A"/>
    <w:pPr>
      <w:pBdr>
        <w:righ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2">
    <w:name w:val="xl252"/>
    <w:basedOn w:val="Normal"/>
    <w:rsid w:val="0066779A"/>
    <w:pPr>
      <w:pBdr>
        <w:left w:val="single" w:sz="4" w:space="0" w:color="auto"/>
        <w:bottom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3">
    <w:name w:val="xl253"/>
    <w:basedOn w:val="Normal"/>
    <w:rsid w:val="0066779A"/>
    <w:pPr>
      <w:pBdr>
        <w:bottom w:val="single" w:sz="8" w:space="0" w:color="auto"/>
        <w:righ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4">
    <w:name w:val="xl254"/>
    <w:basedOn w:val="Normal"/>
    <w:rsid w:val="0066779A"/>
    <w:pPr>
      <w:pBdr>
        <w:top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55">
    <w:name w:val="xl255"/>
    <w:basedOn w:val="Normal"/>
    <w:rsid w:val="0066779A"/>
    <w:pPr>
      <w:pBdr>
        <w:top w:val="single" w:sz="4" w:space="0" w:color="auto"/>
        <w:lef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6">
    <w:name w:val="xl256"/>
    <w:basedOn w:val="Normal"/>
    <w:rsid w:val="0066779A"/>
    <w:pPr>
      <w:pBdr>
        <w:left w:val="single" w:sz="8" w:space="0" w:color="auto"/>
        <w:bottom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7">
    <w:name w:val="xl257"/>
    <w:basedOn w:val="Normal"/>
    <w:rsid w:val="0066779A"/>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58">
    <w:name w:val="xl258"/>
    <w:basedOn w:val="Normal"/>
    <w:rsid w:val="0066779A"/>
    <w:pPr>
      <w:pBdr>
        <w:lef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9">
    <w:name w:val="xl259"/>
    <w:basedOn w:val="Normal"/>
    <w:rsid w:val="0066779A"/>
    <w:pPr>
      <w:pBdr>
        <w:top w:val="single" w:sz="4" w:space="0" w:color="auto"/>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60">
    <w:name w:val="xl260"/>
    <w:basedOn w:val="Normal"/>
    <w:rsid w:val="0066779A"/>
    <w:pPr>
      <w:pBdr>
        <w:top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61">
    <w:name w:val="xl261"/>
    <w:basedOn w:val="Normal"/>
    <w:rsid w:val="0066779A"/>
    <w:pPr>
      <w:pBdr>
        <w:top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62">
    <w:name w:val="xl262"/>
    <w:basedOn w:val="Normal"/>
    <w:rsid w:val="0066779A"/>
    <w:pPr>
      <w:pBdr>
        <w:left w:val="single" w:sz="8" w:space="0" w:color="auto"/>
      </w:pBdr>
      <w:shd w:val="clear" w:color="000000" w:fill="E3E3E3"/>
      <w:spacing w:before="100" w:beforeAutospacing="1" w:after="100" w:afterAutospacing="1"/>
      <w:jc w:val="center"/>
    </w:pPr>
    <w:rPr>
      <w:rFonts w:ascii="Arial" w:eastAsia="Times New Roman" w:hAnsi="Arial" w:cs="Arial"/>
      <w:b/>
      <w:bCs/>
      <w:i/>
      <w:iCs/>
      <w:szCs w:val="24"/>
      <w:lang w:eastAsia="en-GB"/>
    </w:rPr>
  </w:style>
  <w:style w:type="paragraph" w:customStyle="1" w:styleId="xl263">
    <w:name w:val="xl263"/>
    <w:basedOn w:val="Normal"/>
    <w:rsid w:val="0066779A"/>
    <w:pPr>
      <w:pBdr>
        <w:left w:val="single" w:sz="8" w:space="0" w:color="auto"/>
        <w:bottom w:val="single" w:sz="8" w:space="0" w:color="auto"/>
      </w:pBdr>
      <w:shd w:val="clear" w:color="000000" w:fill="E3E3E3"/>
      <w:spacing w:before="100" w:beforeAutospacing="1" w:after="100" w:afterAutospacing="1"/>
      <w:jc w:val="center"/>
      <w:textAlignment w:val="top"/>
    </w:pPr>
    <w:rPr>
      <w:rFonts w:ascii="Arial" w:eastAsia="Times New Roman" w:hAnsi="Arial" w:cs="Arial"/>
      <w:i/>
      <w:iCs/>
      <w:sz w:val="22"/>
      <w:lang w:eastAsia="en-GB"/>
    </w:rPr>
  </w:style>
  <w:style w:type="paragraph" w:customStyle="1" w:styleId="xl264">
    <w:name w:val="xl264"/>
    <w:basedOn w:val="Normal"/>
    <w:rsid w:val="0066779A"/>
    <w:pPr>
      <w:pBdr>
        <w:bottom w:val="single" w:sz="8" w:space="0" w:color="auto"/>
      </w:pBdr>
      <w:shd w:val="clear" w:color="000000" w:fill="E3E3E3"/>
      <w:spacing w:before="100" w:beforeAutospacing="1" w:after="100" w:afterAutospacing="1"/>
      <w:jc w:val="center"/>
      <w:textAlignment w:val="top"/>
    </w:pPr>
    <w:rPr>
      <w:rFonts w:ascii="Arial" w:eastAsia="Times New Roman" w:hAnsi="Arial" w:cs="Arial"/>
      <w:sz w:val="22"/>
      <w:lang w:eastAsia="en-GB"/>
    </w:rPr>
  </w:style>
  <w:style w:type="paragraph" w:customStyle="1" w:styleId="xl265">
    <w:name w:val="xl265"/>
    <w:basedOn w:val="Normal"/>
    <w:rsid w:val="0066779A"/>
    <w:pPr>
      <w:pBdr>
        <w:bottom w:val="single" w:sz="8" w:space="0" w:color="auto"/>
        <w:right w:val="single" w:sz="8" w:space="0" w:color="auto"/>
      </w:pBdr>
      <w:shd w:val="clear" w:color="000000" w:fill="E3E3E3"/>
      <w:spacing w:before="100" w:beforeAutospacing="1" w:after="100" w:afterAutospacing="1"/>
      <w:jc w:val="center"/>
      <w:textAlignment w:val="top"/>
    </w:pPr>
    <w:rPr>
      <w:rFonts w:ascii="Arial" w:eastAsia="Times New Roman" w:hAnsi="Arial" w:cs="Arial"/>
      <w:sz w:val="22"/>
      <w:lang w:eastAsia="en-GB"/>
    </w:rPr>
  </w:style>
  <w:style w:type="paragraph" w:customStyle="1" w:styleId="xl266">
    <w:name w:val="xl266"/>
    <w:basedOn w:val="Normal"/>
    <w:rsid w:val="0066779A"/>
    <w:pPr>
      <w:pBdr>
        <w:top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67">
    <w:name w:val="xl267"/>
    <w:basedOn w:val="Normal"/>
    <w:rsid w:val="0066779A"/>
    <w:pPr>
      <w:pBdr>
        <w:top w:val="single" w:sz="4" w:space="0" w:color="auto"/>
        <w:right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68">
    <w:name w:val="xl268"/>
    <w:basedOn w:val="Normal"/>
    <w:rsid w:val="0066779A"/>
    <w:pPr>
      <w:pBdr>
        <w:left w:val="single" w:sz="8" w:space="0" w:color="auto"/>
        <w:bottom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69">
    <w:name w:val="xl269"/>
    <w:basedOn w:val="Normal"/>
    <w:rsid w:val="0066779A"/>
    <w:pPr>
      <w:pBdr>
        <w:bottom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70">
    <w:name w:val="xl270"/>
    <w:basedOn w:val="Normal"/>
    <w:rsid w:val="0066779A"/>
    <w:pPr>
      <w:pBdr>
        <w:bottom w:val="single" w:sz="4" w:space="0" w:color="auto"/>
        <w:right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71">
    <w:name w:val="xl271"/>
    <w:basedOn w:val="Normal"/>
    <w:rsid w:val="0066779A"/>
    <w:pPr>
      <w:pBdr>
        <w:left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72">
    <w:name w:val="xl272"/>
    <w:basedOn w:val="Normal"/>
    <w:rsid w:val="0066779A"/>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3">
    <w:name w:val="xl273"/>
    <w:basedOn w:val="Normal"/>
    <w:rsid w:val="0066779A"/>
    <w:pPr>
      <w:pBdr>
        <w:top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4">
    <w:name w:val="xl274"/>
    <w:basedOn w:val="Normal"/>
    <w:rsid w:val="0066779A"/>
    <w:pPr>
      <w:pBdr>
        <w:top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5">
    <w:name w:val="xl275"/>
    <w:basedOn w:val="Normal"/>
    <w:rsid w:val="0066779A"/>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6">
    <w:name w:val="xl276"/>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7">
    <w:name w:val="xl277"/>
    <w:basedOn w:val="Normal"/>
    <w:rsid w:val="0066779A"/>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8">
    <w:name w:val="xl278"/>
    <w:basedOn w:val="Normal"/>
    <w:rsid w:val="0066779A"/>
    <w:pPr>
      <w:pBdr>
        <w:top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9">
    <w:name w:val="xl279"/>
    <w:basedOn w:val="Normal"/>
    <w:rsid w:val="0066779A"/>
    <w:pPr>
      <w:pBdr>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80">
    <w:name w:val="xl280"/>
    <w:basedOn w:val="Normal"/>
    <w:rsid w:val="0066779A"/>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81">
    <w:name w:val="xl281"/>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82">
    <w:name w:val="xl282"/>
    <w:basedOn w:val="Normal"/>
    <w:rsid w:val="0066779A"/>
    <w:pPr>
      <w:pBdr>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83">
    <w:name w:val="xl283"/>
    <w:basedOn w:val="Normal"/>
    <w:rsid w:val="0066779A"/>
    <w:pPr>
      <w:pBdr>
        <w:top w:val="single" w:sz="4" w:space="0" w:color="auto"/>
        <w:left w:val="single" w:sz="8"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84">
    <w:name w:val="xl284"/>
    <w:basedOn w:val="Normal"/>
    <w:rsid w:val="0066779A"/>
    <w:pPr>
      <w:pBdr>
        <w:top w:val="single" w:sz="4"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85">
    <w:name w:val="xl285"/>
    <w:basedOn w:val="Normal"/>
    <w:rsid w:val="0066779A"/>
    <w:pPr>
      <w:pBdr>
        <w:top w:val="single" w:sz="4" w:space="0" w:color="auto"/>
        <w:bottom w:val="single" w:sz="4" w:space="0" w:color="auto"/>
        <w:righ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86">
    <w:name w:val="xl286"/>
    <w:basedOn w:val="Normal"/>
    <w:rsid w:val="0066779A"/>
    <w:pPr>
      <w:pBdr>
        <w:top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87">
    <w:name w:val="xl287"/>
    <w:basedOn w:val="Normal"/>
    <w:rsid w:val="0066779A"/>
    <w:pPr>
      <w:pBdr>
        <w:left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88">
    <w:name w:val="xl288"/>
    <w:basedOn w:val="Normal"/>
    <w:rsid w:val="0066779A"/>
    <w:pPr>
      <w:spacing w:before="100" w:beforeAutospacing="1" w:after="100" w:afterAutospacing="1"/>
      <w:jc w:val="center"/>
      <w:textAlignment w:val="center"/>
    </w:pPr>
    <w:rPr>
      <w:rFonts w:ascii="Arial" w:eastAsia="Times New Roman" w:hAnsi="Arial" w:cs="Arial"/>
      <w:sz w:val="22"/>
      <w:lang w:eastAsia="en-GB"/>
    </w:rPr>
  </w:style>
  <w:style w:type="paragraph" w:customStyle="1" w:styleId="xl289">
    <w:name w:val="xl289"/>
    <w:basedOn w:val="Normal"/>
    <w:rsid w:val="0066779A"/>
    <w:pPr>
      <w:pBdr>
        <w:right w:val="single" w:sz="8"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90">
    <w:name w:val="xl290"/>
    <w:basedOn w:val="Normal"/>
    <w:rsid w:val="0066779A"/>
    <w:pPr>
      <w:pBdr>
        <w:top w:val="single" w:sz="4" w:space="0" w:color="auto"/>
        <w:left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1">
    <w:name w:val="xl291"/>
    <w:basedOn w:val="Normal"/>
    <w:rsid w:val="0066779A"/>
    <w:pPr>
      <w:pBdr>
        <w:top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2">
    <w:name w:val="xl292"/>
    <w:basedOn w:val="Normal"/>
    <w:rsid w:val="0066779A"/>
    <w:pPr>
      <w:pBdr>
        <w:top w:val="single" w:sz="4" w:space="0" w:color="auto"/>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3">
    <w:name w:val="xl293"/>
    <w:basedOn w:val="Normal"/>
    <w:rsid w:val="0066779A"/>
    <w:pPr>
      <w:pBdr>
        <w:left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4">
    <w:name w:val="xl294"/>
    <w:basedOn w:val="Normal"/>
    <w:rsid w:val="0066779A"/>
    <w:pPr>
      <w:pBdr>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5">
    <w:name w:val="xl295"/>
    <w:basedOn w:val="Normal"/>
    <w:rsid w:val="0066779A"/>
    <w:pPr>
      <w:pBdr>
        <w:left w:val="single" w:sz="4" w:space="0" w:color="auto"/>
        <w:bottom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6">
    <w:name w:val="xl296"/>
    <w:basedOn w:val="Normal"/>
    <w:rsid w:val="0066779A"/>
    <w:pPr>
      <w:pBdr>
        <w:bottom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7">
    <w:name w:val="xl297"/>
    <w:basedOn w:val="Normal"/>
    <w:rsid w:val="0066779A"/>
    <w:pPr>
      <w:pBdr>
        <w:bottom w:val="single" w:sz="8" w:space="0" w:color="auto"/>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8">
    <w:name w:val="xl298"/>
    <w:basedOn w:val="Normal"/>
    <w:rsid w:val="0066779A"/>
    <w:pPr>
      <w:pBdr>
        <w:right w:val="single" w:sz="8" w:space="0" w:color="auto"/>
      </w:pBdr>
      <w:spacing w:before="100" w:beforeAutospacing="1" w:after="100" w:afterAutospacing="1"/>
      <w:jc w:val="left"/>
    </w:pPr>
    <w:rPr>
      <w:rFonts w:eastAsia="Times New Roman"/>
      <w:szCs w:val="24"/>
      <w:lang w:eastAsia="en-GB"/>
    </w:rPr>
  </w:style>
  <w:style w:type="paragraph" w:customStyle="1" w:styleId="xl299">
    <w:name w:val="xl299"/>
    <w:basedOn w:val="Normal"/>
    <w:rsid w:val="0066779A"/>
    <w:pPr>
      <w:pBdr>
        <w:top w:val="single" w:sz="4" w:space="0" w:color="auto"/>
        <w:lef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0">
    <w:name w:val="xl300"/>
    <w:basedOn w:val="Normal"/>
    <w:rsid w:val="0066779A"/>
    <w:pPr>
      <w:pBdr>
        <w:top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1">
    <w:name w:val="xl301"/>
    <w:basedOn w:val="Normal"/>
    <w:rsid w:val="0066779A"/>
    <w:pPr>
      <w:pBdr>
        <w:top w:val="single" w:sz="4" w:space="0" w:color="auto"/>
        <w:righ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2">
    <w:name w:val="xl302"/>
    <w:basedOn w:val="Normal"/>
    <w:rsid w:val="0066779A"/>
    <w:pPr>
      <w:pBdr>
        <w:lef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3">
    <w:name w:val="xl303"/>
    <w:basedOn w:val="Normal"/>
    <w:rsid w:val="0066779A"/>
    <w:pPr>
      <w:pBdr>
        <w:righ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4">
    <w:name w:val="xl304"/>
    <w:basedOn w:val="Normal"/>
    <w:rsid w:val="0066779A"/>
    <w:pPr>
      <w:pBdr>
        <w:left w:val="single" w:sz="4" w:space="0" w:color="auto"/>
        <w:bottom w:val="single" w:sz="8"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5">
    <w:name w:val="xl305"/>
    <w:basedOn w:val="Normal"/>
    <w:rsid w:val="0066779A"/>
    <w:pPr>
      <w:pBdr>
        <w:bottom w:val="single" w:sz="8"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6">
    <w:name w:val="xl306"/>
    <w:basedOn w:val="Normal"/>
    <w:rsid w:val="0066779A"/>
    <w:pPr>
      <w:pBdr>
        <w:bottom w:val="single" w:sz="8" w:space="0" w:color="auto"/>
        <w:righ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7">
    <w:name w:val="xl307"/>
    <w:basedOn w:val="Normal"/>
    <w:rsid w:val="0066779A"/>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08">
    <w:name w:val="xl308"/>
    <w:basedOn w:val="Normal"/>
    <w:rsid w:val="0066779A"/>
    <w:pPr>
      <w:pBdr>
        <w:top w:val="single" w:sz="4" w:space="0" w:color="auto"/>
        <w:bottom w:val="single" w:sz="8"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09">
    <w:name w:val="xl309"/>
    <w:basedOn w:val="Normal"/>
    <w:rsid w:val="0066779A"/>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10">
    <w:name w:val="xl310"/>
    <w:basedOn w:val="Normal"/>
    <w:rsid w:val="0066779A"/>
    <w:pPr>
      <w:pBdr>
        <w:bottom w:val="single" w:sz="8"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11">
    <w:name w:val="xl311"/>
    <w:basedOn w:val="Normal"/>
    <w:rsid w:val="0066779A"/>
    <w:pPr>
      <w:pBdr>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12">
    <w:name w:val="xl312"/>
    <w:basedOn w:val="Normal"/>
    <w:rsid w:val="0066779A"/>
    <w:pPr>
      <w:pBdr>
        <w:lef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13">
    <w:name w:val="xl313"/>
    <w:basedOn w:val="Normal"/>
    <w:rsid w:val="0066779A"/>
    <w:pP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14">
    <w:name w:val="xl314"/>
    <w:basedOn w:val="Normal"/>
    <w:rsid w:val="0066779A"/>
    <w:pPr>
      <w:pBdr>
        <w:righ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15">
    <w:name w:val="xl315"/>
    <w:basedOn w:val="Normal"/>
    <w:rsid w:val="0066779A"/>
    <w:pPr>
      <w:pBdr>
        <w:left w:val="single" w:sz="8"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316">
    <w:name w:val="xl316"/>
    <w:basedOn w:val="Normal"/>
    <w:rsid w:val="0066779A"/>
    <w:pPr>
      <w:pBdr>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317">
    <w:name w:val="xl317"/>
    <w:basedOn w:val="Normal"/>
    <w:rsid w:val="0066779A"/>
    <w:pPr>
      <w:pBdr>
        <w:bottom w:val="single" w:sz="4" w:space="0" w:color="auto"/>
        <w:righ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318">
    <w:name w:val="xl318"/>
    <w:basedOn w:val="Normal"/>
    <w:rsid w:val="0066779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19">
    <w:name w:val="xl319"/>
    <w:basedOn w:val="Normal"/>
    <w:rsid w:val="0066779A"/>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20">
    <w:name w:val="xl320"/>
    <w:basedOn w:val="Normal"/>
    <w:rsid w:val="0066779A"/>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21">
    <w:name w:val="xl321"/>
    <w:basedOn w:val="Normal"/>
    <w:rsid w:val="0066779A"/>
    <w:pPr>
      <w:pBdr>
        <w:left w:val="single" w:sz="4" w:space="0" w:color="auto"/>
        <w:bottom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322">
    <w:name w:val="xl322"/>
    <w:basedOn w:val="Normal"/>
    <w:rsid w:val="0066779A"/>
    <w:pPr>
      <w:pBdr>
        <w:bottom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323">
    <w:name w:val="xl323"/>
    <w:basedOn w:val="Normal"/>
    <w:rsid w:val="0066779A"/>
    <w:pPr>
      <w:pBdr>
        <w:bottom w:val="single" w:sz="4" w:space="0" w:color="auto"/>
        <w:righ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324">
    <w:name w:val="xl324"/>
    <w:basedOn w:val="Normal"/>
    <w:rsid w:val="0066779A"/>
    <w:pPr>
      <w:pBdr>
        <w:top w:val="single" w:sz="8" w:space="0" w:color="auto"/>
        <w:lef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25">
    <w:name w:val="xl325"/>
    <w:basedOn w:val="Normal"/>
    <w:rsid w:val="0066779A"/>
    <w:pPr>
      <w:pBdr>
        <w:top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26">
    <w:name w:val="xl326"/>
    <w:basedOn w:val="Normal"/>
    <w:rsid w:val="0066779A"/>
    <w:pPr>
      <w:pBdr>
        <w:top w:val="single" w:sz="8" w:space="0" w:color="auto"/>
        <w:righ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27">
    <w:name w:val="xl327"/>
    <w:basedOn w:val="Normal"/>
    <w:rsid w:val="0066779A"/>
    <w:pPr>
      <w:pBdr>
        <w:top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328">
    <w:name w:val="xl328"/>
    <w:basedOn w:val="Normal"/>
    <w:rsid w:val="0066779A"/>
    <w:pPr>
      <w:pBdr>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table" w:customStyle="1" w:styleId="TableGrid1">
    <w:name w:val="Table Grid1"/>
    <w:basedOn w:val="TableNormal"/>
    <w:next w:val="TableGrid"/>
    <w:uiPriority w:val="59"/>
    <w:rsid w:val="00BB07A2"/>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Return">
    <w:name w:val="envelope return"/>
    <w:basedOn w:val="Normal"/>
    <w:uiPriority w:val="99"/>
    <w:semiHidden/>
    <w:unhideWhenUsed/>
    <w:rsid w:val="002A257D"/>
    <w:pPr>
      <w:spacing w:before="0"/>
    </w:pPr>
    <w:rPr>
      <w:rFonts w:asciiTheme="majorHAnsi" w:eastAsiaTheme="majorEastAsia" w:hAnsiTheme="majorHAnsi" w:cstheme="majorBidi"/>
      <w:sz w:val="20"/>
      <w:szCs w:val="20"/>
    </w:rPr>
  </w:style>
  <w:style w:type="numbering" w:customStyle="1" w:styleId="NoList1">
    <w:name w:val="No List1"/>
    <w:next w:val="NoList"/>
    <w:uiPriority w:val="99"/>
    <w:semiHidden/>
    <w:unhideWhenUsed/>
    <w:rsid w:val="00345636"/>
  </w:style>
  <w:style w:type="table" w:customStyle="1" w:styleId="TableGrid2">
    <w:name w:val="Table Grid2"/>
    <w:basedOn w:val="TableNormal"/>
    <w:next w:val="TableGrid"/>
    <w:uiPriority w:val="59"/>
    <w:rsid w:val="00345636"/>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345636"/>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3079A1"/>
  </w:style>
  <w:style w:type="numbering" w:customStyle="1" w:styleId="NoList11">
    <w:name w:val="No List11"/>
    <w:next w:val="NoList"/>
    <w:uiPriority w:val="99"/>
    <w:semiHidden/>
    <w:unhideWhenUsed/>
    <w:rsid w:val="003079A1"/>
  </w:style>
  <w:style w:type="table" w:customStyle="1" w:styleId="TableGrid3">
    <w:name w:val="Table Grid3"/>
    <w:basedOn w:val="TableNormal"/>
    <w:next w:val="TableGrid"/>
    <w:rsid w:val="003079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Paragraph Text Char"/>
    <w:basedOn w:val="DefaultParagraphFont"/>
    <w:link w:val="ListParagraph"/>
    <w:uiPriority w:val="34"/>
    <w:locked/>
    <w:rsid w:val="00191002"/>
    <w:rPr>
      <w:rFonts w:ascii="Times New Roman" w:hAnsi="Times New Roman"/>
      <w:sz w:val="24"/>
      <w:szCs w:val="22"/>
      <w:lang w:eastAsia="en-US"/>
    </w:rPr>
  </w:style>
  <w:style w:type="numbering" w:customStyle="1" w:styleId="NoList3">
    <w:name w:val="No List3"/>
    <w:next w:val="NoList"/>
    <w:uiPriority w:val="99"/>
    <w:semiHidden/>
    <w:unhideWhenUsed/>
    <w:rsid w:val="009471D7"/>
  </w:style>
  <w:style w:type="numbering" w:customStyle="1" w:styleId="NoList12">
    <w:name w:val="No List12"/>
    <w:next w:val="NoList"/>
    <w:uiPriority w:val="99"/>
    <w:semiHidden/>
    <w:unhideWhenUsed/>
    <w:rsid w:val="009471D7"/>
  </w:style>
  <w:style w:type="table" w:customStyle="1" w:styleId="TableGrid4">
    <w:name w:val="Table Grid4"/>
    <w:basedOn w:val="TableNormal"/>
    <w:next w:val="TableGrid"/>
    <w:uiPriority w:val="59"/>
    <w:rsid w:val="00947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9471D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8171D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9365A7"/>
  </w:style>
  <w:style w:type="numbering" w:customStyle="1" w:styleId="NoList13">
    <w:name w:val="No List13"/>
    <w:next w:val="NoList"/>
    <w:uiPriority w:val="99"/>
    <w:semiHidden/>
    <w:unhideWhenUsed/>
    <w:rsid w:val="009365A7"/>
  </w:style>
  <w:style w:type="table" w:customStyle="1" w:styleId="TableGrid5">
    <w:name w:val="Table Grid5"/>
    <w:basedOn w:val="TableNormal"/>
    <w:next w:val="TableGrid"/>
    <w:uiPriority w:val="59"/>
    <w:rsid w:val="00936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9365A7"/>
  </w:style>
  <w:style w:type="table" w:customStyle="1" w:styleId="TableGrid31">
    <w:name w:val="Table Grid31"/>
    <w:basedOn w:val="TableNormal"/>
    <w:next w:val="TableGrid"/>
    <w:uiPriority w:val="59"/>
    <w:rsid w:val="009365A7"/>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9365A7"/>
  </w:style>
  <w:style w:type="numbering" w:customStyle="1" w:styleId="NoList211">
    <w:name w:val="No List211"/>
    <w:next w:val="NoList"/>
    <w:uiPriority w:val="99"/>
    <w:semiHidden/>
    <w:unhideWhenUsed/>
    <w:rsid w:val="009365A7"/>
  </w:style>
  <w:style w:type="numbering" w:customStyle="1" w:styleId="NoList1111">
    <w:name w:val="No List1111"/>
    <w:next w:val="NoList"/>
    <w:uiPriority w:val="99"/>
    <w:semiHidden/>
    <w:unhideWhenUsed/>
    <w:rsid w:val="009365A7"/>
  </w:style>
  <w:style w:type="table" w:customStyle="1" w:styleId="TableGrid311">
    <w:name w:val="Table Grid311"/>
    <w:basedOn w:val="TableNormal"/>
    <w:next w:val="TableGrid"/>
    <w:uiPriority w:val="59"/>
    <w:rsid w:val="00936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uiPriority w:val="99"/>
    <w:semiHidden/>
    <w:unhideWhenUsed/>
    <w:rsid w:val="009365A7"/>
  </w:style>
  <w:style w:type="numbering" w:customStyle="1" w:styleId="NoList121">
    <w:name w:val="No List121"/>
    <w:next w:val="NoList"/>
    <w:uiPriority w:val="99"/>
    <w:semiHidden/>
    <w:unhideWhenUsed/>
    <w:rsid w:val="009365A7"/>
  </w:style>
  <w:style w:type="paragraph" w:customStyle="1" w:styleId="Default">
    <w:name w:val="Default"/>
    <w:rsid w:val="00893B9F"/>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432535">
      <w:bodyDiv w:val="1"/>
      <w:marLeft w:val="0"/>
      <w:marRight w:val="0"/>
      <w:marTop w:val="0"/>
      <w:marBottom w:val="0"/>
      <w:divBdr>
        <w:top w:val="none" w:sz="0" w:space="0" w:color="auto"/>
        <w:left w:val="none" w:sz="0" w:space="0" w:color="auto"/>
        <w:bottom w:val="none" w:sz="0" w:space="0" w:color="auto"/>
        <w:right w:val="none" w:sz="0" w:space="0" w:color="auto"/>
      </w:divBdr>
    </w:div>
    <w:div w:id="161700422">
      <w:bodyDiv w:val="1"/>
      <w:marLeft w:val="0"/>
      <w:marRight w:val="0"/>
      <w:marTop w:val="0"/>
      <w:marBottom w:val="0"/>
      <w:divBdr>
        <w:top w:val="none" w:sz="0" w:space="0" w:color="auto"/>
        <w:left w:val="none" w:sz="0" w:space="0" w:color="auto"/>
        <w:bottom w:val="none" w:sz="0" w:space="0" w:color="auto"/>
        <w:right w:val="none" w:sz="0" w:space="0" w:color="auto"/>
      </w:divBdr>
    </w:div>
    <w:div w:id="472259022">
      <w:bodyDiv w:val="1"/>
      <w:marLeft w:val="0"/>
      <w:marRight w:val="0"/>
      <w:marTop w:val="0"/>
      <w:marBottom w:val="0"/>
      <w:divBdr>
        <w:top w:val="none" w:sz="0" w:space="0" w:color="auto"/>
        <w:left w:val="none" w:sz="0" w:space="0" w:color="auto"/>
        <w:bottom w:val="none" w:sz="0" w:space="0" w:color="auto"/>
        <w:right w:val="none" w:sz="0" w:space="0" w:color="auto"/>
      </w:divBdr>
    </w:div>
    <w:div w:id="621614506">
      <w:bodyDiv w:val="1"/>
      <w:marLeft w:val="0"/>
      <w:marRight w:val="0"/>
      <w:marTop w:val="0"/>
      <w:marBottom w:val="0"/>
      <w:divBdr>
        <w:top w:val="none" w:sz="0" w:space="0" w:color="auto"/>
        <w:left w:val="none" w:sz="0" w:space="0" w:color="auto"/>
        <w:bottom w:val="none" w:sz="0" w:space="0" w:color="auto"/>
        <w:right w:val="none" w:sz="0" w:space="0" w:color="auto"/>
      </w:divBdr>
    </w:div>
    <w:div w:id="922763626">
      <w:bodyDiv w:val="1"/>
      <w:marLeft w:val="0"/>
      <w:marRight w:val="0"/>
      <w:marTop w:val="0"/>
      <w:marBottom w:val="0"/>
      <w:divBdr>
        <w:top w:val="none" w:sz="0" w:space="0" w:color="auto"/>
        <w:left w:val="none" w:sz="0" w:space="0" w:color="auto"/>
        <w:bottom w:val="none" w:sz="0" w:space="0" w:color="auto"/>
        <w:right w:val="none" w:sz="0" w:space="0" w:color="auto"/>
      </w:divBdr>
    </w:div>
    <w:div w:id="1013650588">
      <w:bodyDiv w:val="1"/>
      <w:marLeft w:val="0"/>
      <w:marRight w:val="0"/>
      <w:marTop w:val="0"/>
      <w:marBottom w:val="0"/>
      <w:divBdr>
        <w:top w:val="none" w:sz="0" w:space="0" w:color="auto"/>
        <w:left w:val="none" w:sz="0" w:space="0" w:color="auto"/>
        <w:bottom w:val="none" w:sz="0" w:space="0" w:color="auto"/>
        <w:right w:val="none" w:sz="0" w:space="0" w:color="auto"/>
      </w:divBdr>
    </w:div>
    <w:div w:id="1263344865">
      <w:bodyDiv w:val="1"/>
      <w:marLeft w:val="0"/>
      <w:marRight w:val="0"/>
      <w:marTop w:val="0"/>
      <w:marBottom w:val="0"/>
      <w:divBdr>
        <w:top w:val="none" w:sz="0" w:space="0" w:color="auto"/>
        <w:left w:val="none" w:sz="0" w:space="0" w:color="auto"/>
        <w:bottom w:val="none" w:sz="0" w:space="0" w:color="auto"/>
        <w:right w:val="none" w:sz="0" w:space="0" w:color="auto"/>
      </w:divBdr>
    </w:div>
    <w:div w:id="1419987329">
      <w:bodyDiv w:val="1"/>
      <w:marLeft w:val="0"/>
      <w:marRight w:val="0"/>
      <w:marTop w:val="0"/>
      <w:marBottom w:val="0"/>
      <w:divBdr>
        <w:top w:val="none" w:sz="0" w:space="0" w:color="auto"/>
        <w:left w:val="none" w:sz="0" w:space="0" w:color="auto"/>
        <w:bottom w:val="none" w:sz="0" w:space="0" w:color="auto"/>
        <w:right w:val="none" w:sz="0" w:space="0" w:color="auto"/>
      </w:divBdr>
    </w:div>
    <w:div w:id="1566145640">
      <w:bodyDiv w:val="1"/>
      <w:marLeft w:val="0"/>
      <w:marRight w:val="0"/>
      <w:marTop w:val="0"/>
      <w:marBottom w:val="0"/>
      <w:divBdr>
        <w:top w:val="none" w:sz="0" w:space="0" w:color="auto"/>
        <w:left w:val="none" w:sz="0" w:space="0" w:color="auto"/>
        <w:bottom w:val="none" w:sz="0" w:space="0" w:color="auto"/>
        <w:right w:val="none" w:sz="0" w:space="0" w:color="auto"/>
      </w:divBdr>
    </w:div>
    <w:div w:id="1575581036">
      <w:bodyDiv w:val="1"/>
      <w:marLeft w:val="0"/>
      <w:marRight w:val="0"/>
      <w:marTop w:val="0"/>
      <w:marBottom w:val="0"/>
      <w:divBdr>
        <w:top w:val="none" w:sz="0" w:space="0" w:color="auto"/>
        <w:left w:val="none" w:sz="0" w:space="0" w:color="auto"/>
        <w:bottom w:val="none" w:sz="0" w:space="0" w:color="auto"/>
        <w:right w:val="none" w:sz="0" w:space="0" w:color="auto"/>
      </w:divBdr>
    </w:div>
    <w:div w:id="1575893449">
      <w:bodyDiv w:val="1"/>
      <w:marLeft w:val="0"/>
      <w:marRight w:val="0"/>
      <w:marTop w:val="0"/>
      <w:marBottom w:val="0"/>
      <w:divBdr>
        <w:top w:val="none" w:sz="0" w:space="0" w:color="auto"/>
        <w:left w:val="none" w:sz="0" w:space="0" w:color="auto"/>
        <w:bottom w:val="none" w:sz="0" w:space="0" w:color="auto"/>
        <w:right w:val="none" w:sz="0" w:space="0" w:color="auto"/>
      </w:divBdr>
    </w:div>
    <w:div w:id="1810123833">
      <w:bodyDiv w:val="1"/>
      <w:marLeft w:val="0"/>
      <w:marRight w:val="0"/>
      <w:marTop w:val="0"/>
      <w:marBottom w:val="0"/>
      <w:divBdr>
        <w:top w:val="none" w:sz="0" w:space="0" w:color="auto"/>
        <w:left w:val="none" w:sz="0" w:space="0" w:color="auto"/>
        <w:bottom w:val="none" w:sz="0" w:space="0" w:color="auto"/>
        <w:right w:val="none" w:sz="0" w:space="0" w:color="auto"/>
      </w:divBdr>
    </w:div>
    <w:div w:id="1932472765">
      <w:bodyDiv w:val="1"/>
      <w:marLeft w:val="0"/>
      <w:marRight w:val="0"/>
      <w:marTop w:val="0"/>
      <w:marBottom w:val="0"/>
      <w:divBdr>
        <w:top w:val="none" w:sz="0" w:space="0" w:color="auto"/>
        <w:left w:val="none" w:sz="0" w:space="0" w:color="auto"/>
        <w:bottom w:val="none" w:sz="0" w:space="0" w:color="auto"/>
        <w:right w:val="none" w:sz="0" w:space="0" w:color="auto"/>
      </w:divBdr>
    </w:div>
    <w:div w:id="204717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Jongeun.Lee@iter.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Ismail.Nbou@iter.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ammal\AppData\Local\Microsoft\Windows\Temporary%20Internet%20Files\Content.IE5\7YXWPY7E\ITER_D_3M27W3_v2.0_-_Template_of_the_Instructions_to_Tendere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BFA0599EC05F4291ABA3C9496007FD" ma:contentTypeVersion="2" ma:contentTypeDescription="Create a new document." ma:contentTypeScope="" ma:versionID="5f5d0af4ede2c398f1aae43753201f74">
  <xsd:schema xmlns:xsd="http://www.w3.org/2001/XMLSchema" xmlns:xs="http://www.w3.org/2001/XMLSchema" xmlns:p="http://schemas.microsoft.com/office/2006/metadata/properties" xmlns:ns2="2c91b157-0b90-45b5-948e-ccb3eb8223af" targetNamespace="http://schemas.microsoft.com/office/2006/metadata/properties" ma:root="true" ma:fieldsID="dbf425eb8a8cc518e4b1102753432aaf" ns2:_="">
    <xsd:import namespace="2c91b157-0b90-45b5-948e-ccb3eb8223a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91b157-0b90-45b5-948e-ccb3eb8223a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2c91b157-0b90-45b5-948e-ccb3eb8223af">3ZKSYZFX44QT-172-59</_dlc_DocId>
    <_dlc_DocIdUrl xmlns="2c91b157-0b90-45b5-948e-ccb3eb8223af">
      <Url>https://portal.iter.org/departments/ADM/PCD/_layouts/DocIdRedir.aspx?ID=3ZKSYZFX44QT-172-59</Url>
      <Description>3ZKSYZFX44QT-172-59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72AC18-6DA1-40CC-9DD0-D6DFF0981B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91b157-0b90-45b5-948e-ccb3eb8223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E4FEDE-D734-42B3-A2D9-D2B426D3B4FE}">
  <ds:schemaRefs>
    <ds:schemaRef ds:uri="http://purl.org/dc/terms/"/>
    <ds:schemaRef ds:uri="http://schemas.openxmlformats.org/package/2006/metadata/core-properties"/>
    <ds:schemaRef ds:uri="2c91b157-0b90-45b5-948e-ccb3eb8223af"/>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73077DB0-A608-4552-BBE4-81C84E24E58A}">
  <ds:schemaRefs>
    <ds:schemaRef ds:uri="http://schemas.microsoft.com/sharepoint/v3/contenttype/forms"/>
  </ds:schemaRefs>
</ds:datastoreItem>
</file>

<file path=customXml/itemProps4.xml><?xml version="1.0" encoding="utf-8"?>
<ds:datastoreItem xmlns:ds="http://schemas.openxmlformats.org/officeDocument/2006/customXml" ds:itemID="{E42E15F1-E8B8-46CA-9B67-898C0C00D491}">
  <ds:schemaRefs>
    <ds:schemaRef ds:uri="http://schemas.microsoft.com/sharepoint/events"/>
  </ds:schemaRefs>
</ds:datastoreItem>
</file>

<file path=customXml/itemProps5.xml><?xml version="1.0" encoding="utf-8"?>
<ds:datastoreItem xmlns:ds="http://schemas.openxmlformats.org/officeDocument/2006/customXml" ds:itemID="{CED156D8-7188-4ED4-8F52-1E677823A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ITER_D_3M27W3_v2.0_-_Template_of_the_Instructions_to_Tenderers.dotx</Template>
  <TotalTime>7</TotalTime>
  <Pages>18</Pages>
  <Words>2965</Words>
  <Characters>16903</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19829</CharactersWithSpaces>
  <SharedDoc>false</SharedDoc>
  <HLinks>
    <vt:vector size="66" baseType="variant">
      <vt:variant>
        <vt:i4>4718680</vt:i4>
      </vt:variant>
      <vt:variant>
        <vt:i4>63</vt:i4>
      </vt:variant>
      <vt:variant>
        <vt:i4>0</vt:i4>
      </vt:variant>
      <vt:variant>
        <vt:i4>5</vt:i4>
      </vt:variant>
      <vt:variant>
        <vt:lpwstr>https://user.iter.org/?uid=33BPGE</vt:lpwstr>
      </vt:variant>
      <vt:variant>
        <vt:lpwstr/>
      </vt:variant>
      <vt:variant>
        <vt:i4>1769521</vt:i4>
      </vt:variant>
      <vt:variant>
        <vt:i4>56</vt:i4>
      </vt:variant>
      <vt:variant>
        <vt:i4>0</vt:i4>
      </vt:variant>
      <vt:variant>
        <vt:i4>5</vt:i4>
      </vt:variant>
      <vt:variant>
        <vt:lpwstr/>
      </vt:variant>
      <vt:variant>
        <vt:lpwstr>_Toc303758430</vt:lpwstr>
      </vt:variant>
      <vt:variant>
        <vt:i4>1703985</vt:i4>
      </vt:variant>
      <vt:variant>
        <vt:i4>50</vt:i4>
      </vt:variant>
      <vt:variant>
        <vt:i4>0</vt:i4>
      </vt:variant>
      <vt:variant>
        <vt:i4>5</vt:i4>
      </vt:variant>
      <vt:variant>
        <vt:lpwstr/>
      </vt:variant>
      <vt:variant>
        <vt:lpwstr>_Toc303758429</vt:lpwstr>
      </vt:variant>
      <vt:variant>
        <vt:i4>1703985</vt:i4>
      </vt:variant>
      <vt:variant>
        <vt:i4>44</vt:i4>
      </vt:variant>
      <vt:variant>
        <vt:i4>0</vt:i4>
      </vt:variant>
      <vt:variant>
        <vt:i4>5</vt:i4>
      </vt:variant>
      <vt:variant>
        <vt:lpwstr/>
      </vt:variant>
      <vt:variant>
        <vt:lpwstr>_Toc303758428</vt:lpwstr>
      </vt:variant>
      <vt:variant>
        <vt:i4>1703985</vt:i4>
      </vt:variant>
      <vt:variant>
        <vt:i4>38</vt:i4>
      </vt:variant>
      <vt:variant>
        <vt:i4>0</vt:i4>
      </vt:variant>
      <vt:variant>
        <vt:i4>5</vt:i4>
      </vt:variant>
      <vt:variant>
        <vt:lpwstr/>
      </vt:variant>
      <vt:variant>
        <vt:lpwstr>_Toc303758427</vt:lpwstr>
      </vt:variant>
      <vt:variant>
        <vt:i4>1703985</vt:i4>
      </vt:variant>
      <vt:variant>
        <vt:i4>32</vt:i4>
      </vt:variant>
      <vt:variant>
        <vt:i4>0</vt:i4>
      </vt:variant>
      <vt:variant>
        <vt:i4>5</vt:i4>
      </vt:variant>
      <vt:variant>
        <vt:lpwstr/>
      </vt:variant>
      <vt:variant>
        <vt:lpwstr>_Toc303758426</vt:lpwstr>
      </vt:variant>
      <vt:variant>
        <vt:i4>1703985</vt:i4>
      </vt:variant>
      <vt:variant>
        <vt:i4>26</vt:i4>
      </vt:variant>
      <vt:variant>
        <vt:i4>0</vt:i4>
      </vt:variant>
      <vt:variant>
        <vt:i4>5</vt:i4>
      </vt:variant>
      <vt:variant>
        <vt:lpwstr/>
      </vt:variant>
      <vt:variant>
        <vt:lpwstr>_Toc303758425</vt:lpwstr>
      </vt:variant>
      <vt:variant>
        <vt:i4>1703985</vt:i4>
      </vt:variant>
      <vt:variant>
        <vt:i4>20</vt:i4>
      </vt:variant>
      <vt:variant>
        <vt:i4>0</vt:i4>
      </vt:variant>
      <vt:variant>
        <vt:i4>5</vt:i4>
      </vt:variant>
      <vt:variant>
        <vt:lpwstr/>
      </vt:variant>
      <vt:variant>
        <vt:lpwstr>_Toc303758424</vt:lpwstr>
      </vt:variant>
      <vt:variant>
        <vt:i4>1703985</vt:i4>
      </vt:variant>
      <vt:variant>
        <vt:i4>14</vt:i4>
      </vt:variant>
      <vt:variant>
        <vt:i4>0</vt:i4>
      </vt:variant>
      <vt:variant>
        <vt:i4>5</vt:i4>
      </vt:variant>
      <vt:variant>
        <vt:lpwstr/>
      </vt:variant>
      <vt:variant>
        <vt:lpwstr>_Toc303758423</vt:lpwstr>
      </vt:variant>
      <vt:variant>
        <vt:i4>1703985</vt:i4>
      </vt:variant>
      <vt:variant>
        <vt:i4>8</vt:i4>
      </vt:variant>
      <vt:variant>
        <vt:i4>0</vt:i4>
      </vt:variant>
      <vt:variant>
        <vt:i4>5</vt:i4>
      </vt:variant>
      <vt:variant>
        <vt:lpwstr/>
      </vt:variant>
      <vt:variant>
        <vt:lpwstr>_Toc303758422</vt:lpwstr>
      </vt:variant>
      <vt:variant>
        <vt:i4>1703985</vt:i4>
      </vt:variant>
      <vt:variant>
        <vt:i4>2</vt:i4>
      </vt:variant>
      <vt:variant>
        <vt:i4>0</vt:i4>
      </vt:variant>
      <vt:variant>
        <vt:i4>5</vt:i4>
      </vt:variant>
      <vt:variant>
        <vt:lpwstr/>
      </vt:variant>
      <vt:variant>
        <vt:lpwstr>_Toc303758421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Grammatico Laetitia</dc:creator>
  <cp:lastModifiedBy>Nbou Ismail EXT</cp:lastModifiedBy>
  <cp:revision>3</cp:revision>
  <cp:lastPrinted>2020-07-31T09:46:00Z</cp:lastPrinted>
  <dcterms:created xsi:type="dcterms:W3CDTF">2021-06-09T14:52:00Z</dcterms:created>
  <dcterms:modified xsi:type="dcterms:W3CDTF">2021-08-24T08:02:00Z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0x01010002BFA0599EC05F4291ABA3C9496007FD</vt:lpwstr>
  </property>
  <property fmtid="{D5CDD505-2E9C-101B-9397-08002B2CF9AE}" pid="3" name="_dlc_DocIdItemGuid">
    <vt:lpwstr>fd8b18a7-c20f-466b-a1c3-c22fbfc193b8</vt:lpwstr>
  </property>
</Properties>
</file>